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4FB6C" w14:textId="09454E66" w:rsidR="004C563B" w:rsidRPr="0042658C" w:rsidRDefault="00ED1567">
      <w:pPr>
        <w:spacing w:after="0" w:line="333" w:lineRule="auto"/>
        <w:ind w:left="15251" w:right="-20" w:hanging="652"/>
        <w:rPr>
          <w:rFonts w:eastAsia="Calibri" w:cstheme="minorHAnsi"/>
          <w:color w:val="000000"/>
          <w:w w:val="96"/>
        </w:rPr>
      </w:pPr>
      <w:r w:rsidRPr="0042658C">
        <w:rPr>
          <w:rFonts w:cstheme="minorHAnsi"/>
          <w:noProof/>
        </w:rPr>
        <mc:AlternateContent>
          <mc:Choice Requires="wps">
            <w:drawing>
              <wp:anchor distT="0" distB="0" distL="0" distR="0" simplePos="0" relativeHeight="251648512" behindDoc="1" locked="0" layoutInCell="0" allowOverlap="1" wp14:anchorId="0983852D" wp14:editId="1598D675">
                <wp:simplePos x="0" y="0"/>
                <wp:positionH relativeFrom="page">
                  <wp:posOffset>10297414</wp:posOffset>
                </wp:positionH>
                <wp:positionV relativeFrom="paragraph">
                  <wp:posOffset>121870</wp:posOffset>
                </wp:positionV>
                <wp:extent cx="33796" cy="162780"/>
                <wp:effectExtent l="0" t="0" r="0" b="0"/>
                <wp:wrapNone/>
                <wp:docPr id="1" name="drawingObject1"/>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1AFEDFF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type w14:anchorId="0983852D" id="_x0000_t202" coordsize="21600,21600" o:spt="202" path="m,l,21600r21600,l21600,xe">
                <v:stroke joinstyle="miter"/>
                <v:path gradientshapeok="t" o:connecttype="rect"/>
              </v:shapetype>
              <v:shape id="drawingObject1" o:spid="_x0000_s1026" type="#_x0000_t202" style="position:absolute;left:0;text-align:left;margin-left:810.8pt;margin-top:9.6pt;width:2.65pt;height:12.8pt;z-index:-251667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" o:allowincell="f" filled="f" stroked="f">
                <v:textbox style="mso-fit-shape-to-text:t" inset="0,0,0,0">
                  <w:txbxContent>
                    <w:p w14:paraId="1AFEDFF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12CE3C46" w14:textId="77777777" w:rsidR="004C563B" w:rsidRPr="0042658C" w:rsidRDefault="004C563B">
      <w:pPr>
        <w:spacing w:after="0" w:line="240" w:lineRule="exact"/>
        <w:rPr>
          <w:rFonts w:eastAsia="Calibri" w:cstheme="minorHAnsi"/>
          <w:w w:val="96"/>
        </w:rPr>
      </w:pPr>
    </w:p>
    <w:p w14:paraId="0CEAFB56" w14:textId="77777777" w:rsidR="004C563B" w:rsidRPr="0042658C" w:rsidRDefault="004C563B" w:rsidP="009B7ECE">
      <w:pPr>
        <w:spacing w:after="2" w:line="140" w:lineRule="exact"/>
        <w:jc w:val="center"/>
        <w:rPr>
          <w:rFonts w:eastAsia="Calibri" w:cstheme="minorHAnsi"/>
          <w:w w:val="96"/>
        </w:rPr>
      </w:pPr>
    </w:p>
    <w:p w14:paraId="245DB754" w14:textId="440F6D0B" w:rsidR="004C563B" w:rsidRPr="0042658C" w:rsidRDefault="009B7ECE" w:rsidP="009B7ECE">
      <w:pPr>
        <w:spacing w:after="0" w:line="240" w:lineRule="exact"/>
        <w:jc w:val="center"/>
        <w:rPr>
          <w:rFonts w:eastAsia="Arial" w:cstheme="minorHAnsi"/>
        </w:rPr>
      </w:pPr>
      <w:r w:rsidRPr="0042658C">
        <w:rPr>
          <w:rFonts w:eastAsia="Arial" w:cstheme="minorHAnsi"/>
          <w:b/>
          <w:bCs/>
          <w:i/>
          <w:iCs/>
          <w:color w:val="000000"/>
        </w:rPr>
        <w:t>TARIFF OF SERVICE FEES - LEGAL ENTITIES</w:t>
      </w:r>
    </w:p>
    <w:p w14:paraId="3A4ED7E0" w14:textId="77777777" w:rsidR="004C563B" w:rsidRPr="0042658C" w:rsidRDefault="004C563B">
      <w:pPr>
        <w:spacing w:after="0" w:line="240" w:lineRule="exact"/>
        <w:rPr>
          <w:rFonts w:eastAsia="Arial" w:cstheme="minorHAnsi"/>
        </w:rPr>
      </w:pPr>
    </w:p>
    <w:p w14:paraId="7DBC755A" w14:textId="77777777" w:rsidR="004C563B" w:rsidRPr="0042658C" w:rsidRDefault="004C563B">
      <w:pPr>
        <w:spacing w:after="0" w:line="240" w:lineRule="exact"/>
        <w:rPr>
          <w:rFonts w:eastAsia="Arial" w:cstheme="minorHAnsi"/>
        </w:rPr>
      </w:pPr>
    </w:p>
    <w:p w14:paraId="41EEFAC0" w14:textId="77777777" w:rsidR="004C563B" w:rsidRPr="0042658C" w:rsidRDefault="004C563B">
      <w:pPr>
        <w:spacing w:after="0" w:line="240" w:lineRule="exact"/>
        <w:rPr>
          <w:rFonts w:eastAsia="Arial" w:cstheme="minorHAnsi"/>
        </w:rPr>
      </w:pPr>
    </w:p>
    <w:p w14:paraId="081677BD" w14:textId="77777777" w:rsidR="004C563B" w:rsidRPr="0042658C" w:rsidRDefault="004C563B">
      <w:pPr>
        <w:spacing w:after="0" w:line="240" w:lineRule="exact"/>
        <w:rPr>
          <w:rFonts w:eastAsia="Arial" w:cstheme="minorHAnsi"/>
        </w:rPr>
      </w:pPr>
    </w:p>
    <w:p w14:paraId="60FC34EC" w14:textId="77777777" w:rsidR="004C563B" w:rsidRPr="0042658C" w:rsidRDefault="004C563B">
      <w:pPr>
        <w:spacing w:after="112" w:line="240" w:lineRule="exact"/>
        <w:rPr>
          <w:rFonts w:eastAsia="Arial" w:cstheme="minorHAnsi"/>
        </w:rPr>
      </w:pPr>
    </w:p>
    <w:p w14:paraId="46872277" w14:textId="2E9400FB" w:rsidR="004C563B" w:rsidRPr="0042658C" w:rsidRDefault="00ED1567">
      <w:pPr>
        <w:spacing w:after="0" w:line="240" w:lineRule="auto"/>
        <w:ind w:left="6118" w:right="-20"/>
        <w:rPr>
          <w:rFonts w:eastAsia="Arial" w:cstheme="minorHAnsi"/>
          <w:b/>
          <w:bCs/>
          <w:color w:val="000000"/>
        </w:rPr>
      </w:pPr>
      <w:r w:rsidRPr="0042658C">
        <w:rPr>
          <w:rFonts w:eastAsia="Arial" w:cstheme="minorHAnsi"/>
          <w:b/>
          <w:bCs/>
          <w:color w:val="000000"/>
        </w:rPr>
        <w:t>ALTA</w:t>
      </w:r>
      <w:r w:rsidRPr="0042658C">
        <w:rPr>
          <w:rFonts w:eastAsia="Arial" w:cstheme="minorHAnsi"/>
          <w:color w:val="000000"/>
        </w:rPr>
        <w:t xml:space="preserve"> </w:t>
      </w:r>
      <w:r w:rsidRPr="0042658C">
        <w:rPr>
          <w:rFonts w:eastAsia="Arial" w:cstheme="minorHAnsi"/>
          <w:b/>
          <w:bCs/>
          <w:color w:val="000000"/>
        </w:rPr>
        <w:t>BA</w:t>
      </w:r>
      <w:r w:rsidRPr="0042658C">
        <w:rPr>
          <w:rFonts w:eastAsia="Arial" w:cstheme="minorHAnsi"/>
          <w:b/>
          <w:bCs/>
          <w:color w:val="000000"/>
          <w:spacing w:val="-1"/>
        </w:rPr>
        <w:t>NK</w:t>
      </w:r>
      <w:r w:rsidRPr="0042658C">
        <w:rPr>
          <w:rFonts w:eastAsia="Arial" w:cstheme="minorHAnsi"/>
          <w:color w:val="000000"/>
        </w:rPr>
        <w:t xml:space="preserve"> </w:t>
      </w:r>
      <w:r w:rsidRPr="0042658C">
        <w:rPr>
          <w:rFonts w:eastAsia="Arial" w:cstheme="minorHAnsi"/>
          <w:b/>
          <w:bCs/>
          <w:color w:val="000000"/>
          <w:spacing w:val="-1"/>
        </w:rPr>
        <w:t>a</w:t>
      </w:r>
      <w:r w:rsidRPr="0042658C">
        <w:rPr>
          <w:rFonts w:eastAsia="Arial" w:cstheme="minorHAnsi"/>
          <w:b/>
          <w:bCs/>
          <w:color w:val="000000"/>
        </w:rPr>
        <w:t>.d</w:t>
      </w:r>
      <w:r w:rsidRPr="0042658C">
        <w:rPr>
          <w:rFonts w:eastAsia="Arial" w:cstheme="minorHAnsi"/>
          <w:color w:val="000000"/>
          <w:spacing w:val="1"/>
        </w:rPr>
        <w:t xml:space="preserve"> </w:t>
      </w:r>
      <w:r w:rsidR="009B7ECE" w:rsidRPr="0042658C">
        <w:rPr>
          <w:rFonts w:eastAsia="Arial" w:cstheme="minorHAnsi"/>
          <w:b/>
          <w:bCs/>
          <w:color w:val="000000"/>
        </w:rPr>
        <w:t>Belgrade</w:t>
      </w:r>
    </w:p>
    <w:p w14:paraId="49421C2D" w14:textId="77777777" w:rsidR="004C563B" w:rsidRPr="0042658C" w:rsidRDefault="004C563B">
      <w:pPr>
        <w:spacing w:after="21" w:line="240" w:lineRule="exact"/>
        <w:rPr>
          <w:rFonts w:eastAsia="Arial" w:cstheme="minorHAnsi"/>
        </w:rPr>
      </w:pPr>
    </w:p>
    <w:p w14:paraId="083FC83D" w14:textId="3EDB2F3C" w:rsidR="004C563B" w:rsidRPr="0042658C" w:rsidRDefault="009B7ECE">
      <w:pPr>
        <w:spacing w:after="0" w:line="261" w:lineRule="auto"/>
        <w:ind w:right="12746"/>
        <w:rPr>
          <w:rFonts w:eastAsia="Arial" w:cstheme="minorHAnsi"/>
          <w:b/>
          <w:bCs/>
          <w:color w:val="000000"/>
        </w:rPr>
      </w:pPr>
      <w:r w:rsidRPr="0042658C">
        <w:rPr>
          <w:rFonts w:eastAsia="Arial" w:cstheme="minorHAnsi"/>
          <w:b/>
          <w:bCs/>
          <w:color w:val="000000"/>
        </w:rPr>
        <w:t>Concluded</w:t>
      </w:r>
      <w:r w:rsidR="00ED1567" w:rsidRPr="0042658C">
        <w:rPr>
          <w:rFonts w:eastAsia="Arial" w:cstheme="minorHAnsi"/>
          <w:b/>
          <w:bCs/>
          <w:color w:val="000000"/>
        </w:rPr>
        <w:t>:</w:t>
      </w:r>
      <w:r w:rsidR="00ED1567" w:rsidRPr="0042658C">
        <w:rPr>
          <w:rFonts w:eastAsia="Arial" w:cstheme="minorHAnsi"/>
          <w:color w:val="000000"/>
          <w:spacing w:val="2"/>
        </w:rPr>
        <w:t xml:space="preserve"> </w:t>
      </w:r>
      <w:r w:rsidR="00ED1567" w:rsidRPr="0042658C">
        <w:rPr>
          <w:rFonts w:eastAsia="Arial" w:cstheme="minorHAnsi"/>
          <w:b/>
          <w:bCs/>
          <w:color w:val="000000"/>
        </w:rPr>
        <w:t>2</w:t>
      </w:r>
      <w:r w:rsidR="009466E4">
        <w:rPr>
          <w:rFonts w:eastAsia="Arial" w:cstheme="minorHAnsi"/>
          <w:b/>
          <w:bCs/>
          <w:color w:val="000000"/>
          <w:spacing w:val="-1"/>
        </w:rPr>
        <w:t>8</w:t>
      </w:r>
      <w:r w:rsidR="00ED1567" w:rsidRPr="0042658C">
        <w:rPr>
          <w:rFonts w:eastAsia="Arial" w:cstheme="minorHAnsi"/>
          <w:b/>
          <w:bCs/>
          <w:color w:val="000000"/>
        </w:rPr>
        <w:t>.0</w:t>
      </w:r>
      <w:r w:rsidR="009466E4">
        <w:rPr>
          <w:rFonts w:eastAsia="Arial" w:cstheme="minorHAnsi"/>
          <w:b/>
          <w:bCs/>
          <w:color w:val="000000"/>
          <w:spacing w:val="-1"/>
        </w:rPr>
        <w:t>2</w:t>
      </w:r>
      <w:r w:rsidR="00ED1567" w:rsidRPr="0042658C">
        <w:rPr>
          <w:rFonts w:eastAsia="Arial" w:cstheme="minorHAnsi"/>
          <w:b/>
          <w:bCs/>
          <w:color w:val="000000"/>
        </w:rPr>
        <w:t>.</w:t>
      </w:r>
      <w:r w:rsidR="00ED1567" w:rsidRPr="0042658C">
        <w:rPr>
          <w:rFonts w:eastAsia="Arial" w:cstheme="minorHAnsi"/>
          <w:b/>
          <w:bCs/>
          <w:color w:val="000000"/>
          <w:spacing w:val="-1"/>
        </w:rPr>
        <w:t>20</w:t>
      </w:r>
      <w:r w:rsidR="00ED1567" w:rsidRPr="0042658C">
        <w:rPr>
          <w:rFonts w:eastAsia="Arial" w:cstheme="minorHAnsi"/>
          <w:b/>
          <w:bCs/>
          <w:color w:val="000000"/>
        </w:rPr>
        <w:t>2</w:t>
      </w:r>
      <w:r w:rsidR="009466E4">
        <w:rPr>
          <w:rFonts w:eastAsia="Arial" w:cstheme="minorHAnsi"/>
          <w:b/>
          <w:bCs/>
          <w:color w:val="000000"/>
          <w:spacing w:val="-1"/>
        </w:rPr>
        <w:t>3</w:t>
      </w:r>
      <w:r w:rsidR="00ED1567" w:rsidRPr="0042658C">
        <w:rPr>
          <w:rFonts w:eastAsia="Arial" w:cstheme="minorHAnsi"/>
          <w:b/>
          <w:bCs/>
          <w:color w:val="000000"/>
        </w:rPr>
        <w:t>.</w:t>
      </w:r>
      <w:r w:rsidR="00ED1567" w:rsidRPr="0042658C">
        <w:rPr>
          <w:rFonts w:eastAsia="Arial" w:cstheme="minorHAnsi"/>
          <w:color w:val="000000"/>
        </w:rPr>
        <w:t xml:space="preserve"> </w:t>
      </w:r>
      <w:r w:rsidRPr="0042658C">
        <w:rPr>
          <w:rFonts w:eastAsia="Arial" w:cstheme="minorHAnsi"/>
          <w:b/>
          <w:bCs/>
          <w:color w:val="000000"/>
        </w:rPr>
        <w:t>Applied since</w:t>
      </w:r>
      <w:r w:rsidR="00ED1567" w:rsidRPr="0042658C">
        <w:rPr>
          <w:rFonts w:eastAsia="Arial" w:cstheme="minorHAnsi"/>
          <w:b/>
          <w:bCs/>
          <w:color w:val="000000"/>
        </w:rPr>
        <w:t>:</w:t>
      </w:r>
      <w:r w:rsidR="00ED1567" w:rsidRPr="0042658C">
        <w:rPr>
          <w:rFonts w:eastAsia="Arial" w:cstheme="minorHAnsi"/>
          <w:color w:val="000000"/>
        </w:rPr>
        <w:t xml:space="preserve"> </w:t>
      </w:r>
      <w:r w:rsidR="009466E4">
        <w:rPr>
          <w:rFonts w:eastAsia="Arial" w:cstheme="minorHAnsi"/>
          <w:b/>
          <w:bCs/>
          <w:color w:val="000000"/>
        </w:rPr>
        <w:t>12.05.2</w:t>
      </w:r>
      <w:r w:rsidRPr="0042658C">
        <w:rPr>
          <w:rFonts w:eastAsia="Arial" w:cstheme="minorHAnsi"/>
          <w:b/>
          <w:bCs/>
          <w:color w:val="000000"/>
        </w:rPr>
        <w:t>02</w:t>
      </w:r>
      <w:r w:rsidR="009466E4">
        <w:rPr>
          <w:rFonts w:eastAsia="Arial" w:cstheme="minorHAnsi"/>
          <w:b/>
          <w:bCs/>
          <w:color w:val="000000"/>
        </w:rPr>
        <w:t>3.</w:t>
      </w:r>
    </w:p>
    <w:p w14:paraId="11F17021" w14:textId="77777777" w:rsidR="004C563B" w:rsidRPr="0042658C" w:rsidRDefault="004C563B">
      <w:pPr>
        <w:spacing w:after="0" w:line="240" w:lineRule="exact"/>
        <w:rPr>
          <w:rFonts w:eastAsia="Arial" w:cstheme="minorHAnsi"/>
        </w:rPr>
      </w:pPr>
    </w:p>
    <w:p w14:paraId="76675CA7" w14:textId="77777777" w:rsidR="004C563B" w:rsidRPr="0042658C" w:rsidRDefault="004C563B">
      <w:pPr>
        <w:spacing w:after="0" w:line="240" w:lineRule="exact"/>
        <w:rPr>
          <w:rFonts w:eastAsia="Arial" w:cstheme="minorHAnsi"/>
        </w:rPr>
      </w:pPr>
    </w:p>
    <w:p w14:paraId="765A7B7C" w14:textId="77777777" w:rsidR="004C563B" w:rsidRPr="0042658C" w:rsidRDefault="004C563B">
      <w:pPr>
        <w:spacing w:after="0" w:line="240" w:lineRule="exact"/>
        <w:rPr>
          <w:rFonts w:eastAsia="Arial" w:cstheme="minorHAnsi"/>
        </w:rPr>
      </w:pPr>
    </w:p>
    <w:p w14:paraId="084037F7" w14:textId="77777777" w:rsidR="004C563B" w:rsidRPr="0042658C" w:rsidRDefault="004C563B">
      <w:pPr>
        <w:spacing w:after="0" w:line="240" w:lineRule="exact"/>
        <w:rPr>
          <w:rFonts w:eastAsia="Arial" w:cstheme="minorHAnsi"/>
        </w:rPr>
      </w:pPr>
    </w:p>
    <w:p w14:paraId="22AFB235" w14:textId="77777777" w:rsidR="004C563B" w:rsidRPr="0042658C" w:rsidRDefault="004C563B" w:rsidP="009B7ECE">
      <w:pPr>
        <w:spacing w:after="79" w:line="240" w:lineRule="exact"/>
        <w:jc w:val="center"/>
        <w:rPr>
          <w:rFonts w:eastAsia="Arial" w:cstheme="minorHAnsi"/>
        </w:rPr>
      </w:pPr>
    </w:p>
    <w:p w14:paraId="49546CED" w14:textId="50D1884B" w:rsidR="004C563B" w:rsidRPr="0042658C" w:rsidRDefault="00ED1567" w:rsidP="00765809">
      <w:pPr>
        <w:spacing w:after="0" w:line="240" w:lineRule="auto"/>
        <w:ind w:left="1137" w:right="-20"/>
        <w:jc w:val="both"/>
        <w:rPr>
          <w:rFonts w:eastAsia="Arial" w:cstheme="minorHAnsi"/>
          <w:b/>
          <w:bCs/>
          <w:i/>
          <w:iCs/>
          <w:color w:val="000000"/>
        </w:rPr>
      </w:pPr>
      <w:r w:rsidRPr="0042658C">
        <w:rPr>
          <w:rFonts w:eastAsia="Arial" w:cstheme="minorHAnsi"/>
          <w:b/>
          <w:bCs/>
          <w:i/>
          <w:iCs/>
          <w:color w:val="000000"/>
        </w:rPr>
        <w:t>A.</w:t>
      </w:r>
      <w:r w:rsidRPr="0042658C">
        <w:rPr>
          <w:rFonts w:eastAsia="Arial" w:cstheme="minorHAnsi"/>
          <w:color w:val="000000"/>
        </w:rPr>
        <w:t xml:space="preserve"> </w:t>
      </w:r>
      <w:r w:rsidR="009B7ECE" w:rsidRPr="0042658C">
        <w:rPr>
          <w:rFonts w:eastAsia="Arial" w:cstheme="minorHAnsi"/>
          <w:b/>
          <w:bCs/>
          <w:i/>
          <w:iCs/>
          <w:color w:val="000000"/>
        </w:rPr>
        <w:t>PAYMENT TRANSACTIONS BUSINESS - LEGAL ENTITIES</w:t>
      </w:r>
    </w:p>
    <w:p w14:paraId="46E3997D" w14:textId="77777777" w:rsidR="004C563B" w:rsidRPr="0042658C" w:rsidRDefault="004C563B" w:rsidP="00765809">
      <w:pPr>
        <w:spacing w:after="18" w:line="240" w:lineRule="exact"/>
        <w:jc w:val="both"/>
        <w:rPr>
          <w:rFonts w:eastAsia="Arial" w:cstheme="minorHAnsi"/>
        </w:rPr>
      </w:pPr>
    </w:p>
    <w:p w14:paraId="461DEC45" w14:textId="3637EDB0" w:rsidR="009B7ECE" w:rsidRPr="0042658C" w:rsidRDefault="009B7ECE" w:rsidP="00765809">
      <w:pPr>
        <w:spacing w:after="17" w:line="220" w:lineRule="exact"/>
        <w:jc w:val="both"/>
        <w:rPr>
          <w:rFonts w:eastAsia="Arial" w:cstheme="minorHAnsi"/>
          <w:color w:val="000000"/>
        </w:rPr>
      </w:pPr>
      <w:r w:rsidRPr="0042658C">
        <w:rPr>
          <w:rFonts w:eastAsia="Arial" w:cstheme="minorHAnsi"/>
          <w:color w:val="000000"/>
        </w:rPr>
        <w:t>I Payment operations in the country</w:t>
      </w:r>
    </w:p>
    <w:p w14:paraId="762DED1C" w14:textId="1AA63F00" w:rsidR="009B7ECE" w:rsidRPr="0042658C" w:rsidRDefault="009B7ECE" w:rsidP="00765809">
      <w:pPr>
        <w:spacing w:after="17" w:line="220" w:lineRule="exact"/>
        <w:jc w:val="both"/>
        <w:rPr>
          <w:rFonts w:eastAsia="Arial" w:cstheme="minorHAnsi"/>
          <w:color w:val="000000"/>
        </w:rPr>
      </w:pPr>
      <w:r w:rsidRPr="0042658C">
        <w:rPr>
          <w:rFonts w:eastAsia="Arial" w:cstheme="minorHAnsi"/>
          <w:color w:val="000000"/>
        </w:rPr>
        <w:t>II International payment transactions</w:t>
      </w:r>
    </w:p>
    <w:p w14:paraId="15E8DC13" w14:textId="76CB901B" w:rsidR="004C563B" w:rsidRPr="0042658C" w:rsidRDefault="009B7ECE" w:rsidP="00765809">
      <w:pPr>
        <w:spacing w:after="17" w:line="220" w:lineRule="exact"/>
        <w:jc w:val="both"/>
        <w:rPr>
          <w:rFonts w:eastAsia="Arial" w:cstheme="minorHAnsi"/>
        </w:rPr>
      </w:pPr>
      <w:r w:rsidRPr="0042658C">
        <w:rPr>
          <w:rFonts w:eastAsia="Arial" w:cstheme="minorHAnsi"/>
          <w:color w:val="000000"/>
        </w:rPr>
        <w:t>III Business with authorized exchange offices</w:t>
      </w:r>
    </w:p>
    <w:p w14:paraId="3D70752C" w14:textId="77777777" w:rsidR="009B7ECE" w:rsidRPr="0042658C" w:rsidRDefault="009B7ECE" w:rsidP="00765809">
      <w:pPr>
        <w:spacing w:after="0" w:line="240" w:lineRule="auto"/>
        <w:ind w:left="1128" w:right="-20"/>
        <w:jc w:val="both"/>
        <w:rPr>
          <w:rFonts w:eastAsia="Arial" w:cstheme="minorHAnsi"/>
          <w:b/>
          <w:bCs/>
          <w:i/>
          <w:iCs/>
          <w:color w:val="000000"/>
        </w:rPr>
      </w:pPr>
    </w:p>
    <w:p w14:paraId="73560DC9" w14:textId="77777777" w:rsidR="00765809" w:rsidRDefault="009B7ECE" w:rsidP="00765809">
      <w:pPr>
        <w:jc w:val="both"/>
        <w:rPr>
          <w:rFonts w:eastAsia="Arial" w:cstheme="minorHAnsi"/>
          <w:b/>
          <w:bCs/>
          <w:i/>
          <w:iCs/>
          <w:color w:val="000000"/>
        </w:rPr>
      </w:pPr>
      <w:r w:rsidRPr="0042658C">
        <w:rPr>
          <w:rFonts w:eastAsia="Arial" w:cstheme="minorHAnsi"/>
          <w:b/>
          <w:bCs/>
          <w:i/>
          <w:iCs/>
          <w:color w:val="000000"/>
        </w:rPr>
        <w:t>B. CREDIT AND GUARANTEE TRANSACTIONS WITH LEGAL ENTITIES</w:t>
      </w:r>
    </w:p>
    <w:p w14:paraId="7F48238F" w14:textId="1E2101FD" w:rsidR="009B7ECE" w:rsidRPr="0042658C" w:rsidRDefault="009B7ECE" w:rsidP="00765809">
      <w:pPr>
        <w:jc w:val="both"/>
        <w:rPr>
          <w:rFonts w:eastAsia="Arial" w:cstheme="minorHAnsi"/>
          <w:b/>
          <w:bCs/>
          <w:i/>
          <w:iCs/>
          <w:color w:val="000000"/>
        </w:rPr>
      </w:pPr>
      <w:r w:rsidRPr="0042658C">
        <w:rPr>
          <w:rFonts w:eastAsia="Arial" w:cstheme="minorHAnsi"/>
          <w:b/>
          <w:bCs/>
          <w:i/>
          <w:iCs/>
          <w:color w:val="000000"/>
        </w:rPr>
        <w:t>C. TREASURY AFFAIRS WITH LEGAL ENTITIES</w:t>
      </w:r>
    </w:p>
    <w:p w14:paraId="2D0F321F" w14:textId="5BF0BAB1" w:rsidR="004C563B" w:rsidRPr="0042658C" w:rsidRDefault="009B7ECE" w:rsidP="00765809">
      <w:pPr>
        <w:jc w:val="both"/>
        <w:rPr>
          <w:rFonts w:cstheme="minorHAnsi"/>
        </w:rPr>
        <w:sectPr w:rsidR="004C563B" w:rsidRPr="0042658C">
          <w:headerReference w:type="even" r:id="rId6"/>
          <w:headerReference w:type="first" r:id="rId7"/>
          <w:type w:val="continuous"/>
          <w:pgSz w:w="16838" w:h="11904" w:orient="landscape"/>
          <w:pgMar w:top="304" w:right="401" w:bottom="1134" w:left="1017" w:header="720" w:footer="720" w:gutter="0"/>
          <w:cols w:space="708"/>
        </w:sectPr>
      </w:pPr>
      <w:r w:rsidRPr="0042658C">
        <w:rPr>
          <w:rFonts w:eastAsia="Arial" w:cstheme="minorHAnsi"/>
          <w:b/>
          <w:bCs/>
          <w:i/>
          <w:iCs/>
          <w:color w:val="000000"/>
        </w:rPr>
        <w:t>D. FINAL PROVISIONS</w:t>
      </w:r>
    </w:p>
    <w:p w14:paraId="3B02A4FB" w14:textId="42DD5142"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66944" behindDoc="1" locked="0" layoutInCell="0" allowOverlap="1" wp14:anchorId="23680871" wp14:editId="6918AAE5">
                <wp:simplePos x="0" y="0"/>
                <wp:positionH relativeFrom="page">
                  <wp:posOffset>628015</wp:posOffset>
                </wp:positionH>
                <wp:positionV relativeFrom="paragraph">
                  <wp:posOffset>660382</wp:posOffset>
                </wp:positionV>
                <wp:extent cx="9688828" cy="0"/>
                <wp:effectExtent l="0" t="0" r="0" b="0"/>
                <wp:wrapNone/>
                <wp:docPr id="2" name="drawingObject2"/>
                <wp:cNvGraphicFramePr/>
                <a:graphic xmlns:a="http://schemas.openxmlformats.org/drawingml/2006/main">
                  <a:graphicData uri="http://schemas.microsoft.com/office/word/2010/wordprocessingShape">
                    <wps:wsp>
                      <wps:cNvSpPr/>
                      <wps:spPr>
                        <a:xfrm>
                          <a:off x="0" y="0"/>
                          <a:ext cx="9688828" cy="0"/>
                        </a:xfrm>
                        <a:custGeom>
                          <a:avLst/>
                          <a:gdLst/>
                          <a:ahLst/>
                          <a:cxnLst/>
                          <a:rect l="0" t="0" r="0" b="0"/>
                          <a:pathLst>
                            <a:path w="9688828">
                              <a:moveTo>
                                <a:pt x="0" y="0"/>
                              </a:moveTo>
                              <a:lnTo>
                                <a:pt x="9688828" y="0"/>
                              </a:lnTo>
                            </a:path>
                          </a:pathLst>
                        </a:custGeom>
                        <a:noFill/>
                        <a:ln w="12063" cap="flat">
                          <a:solidFill>
                            <a:srgbClr val="000000"/>
                          </a:solidFill>
                          <a:prstDash/>
                        </a:ln>
                      </wps:spPr>
                      <wps:bodyPr vertOverflow="overflow" horzOverflow="overflow" vert="horz" lIns="91440" tIns="45720" rIns="91440" bIns="45720" anchor="t"/>
                    </wps:wsp>
                  </a:graphicData>
                </a:graphic>
              </wp:anchor>
            </w:drawing>
          </mc:Choice>
          <mc:Fallback>
            <w:pict>
              <v:shape w14:anchorId="7EF0BFD2" id="drawingObject2" o:spid="_x0000_s1026" style="position:absolute;margin-left:49.45pt;margin-top:52pt;width:762.9pt;height:0;z-index:-251649536;visibility:visible;mso-wrap-style:square;mso-wrap-distance-left:0;mso-wrap-distance-top:0;mso-wrap-distance-right:0;mso-wrap-distance-bottom:0;mso-position-horizontal:absolute;mso-position-horizontal-relative:page;mso-position-vertical:absolute;mso-position-vertical-relative:text;v-text-anchor:top" coordsize="9688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" o:allowincell="f" path="m,l9688828,e" filled="f" strokeweight=".33508mm">
                <v:path arrowok="t" textboxrect="0,0,9688828,0"/>
                <w10:wrap anchorx="page"/>
              </v:shape>
            </w:pict>
          </mc:Fallback>
        </mc:AlternateContent>
      </w:r>
      <w:r w:rsidRPr="0042658C">
        <w:rPr>
          <w:rFonts w:cstheme="minorHAnsi"/>
          <w:noProof/>
        </w:rPr>
        <mc:AlternateContent>
          <mc:Choice Requires="wps">
            <w:drawing>
              <wp:anchor distT="0" distB="0" distL="0" distR="0" simplePos="0" relativeHeight="251649536" behindDoc="1" locked="0" layoutInCell="0" allowOverlap="1" wp14:anchorId="7260F6D8" wp14:editId="0CEAACA4">
                <wp:simplePos x="0" y="0"/>
                <wp:positionH relativeFrom="page">
                  <wp:posOffset>10297414</wp:posOffset>
                </wp:positionH>
                <wp:positionV relativeFrom="paragraph">
                  <wp:posOffset>121870</wp:posOffset>
                </wp:positionV>
                <wp:extent cx="33796" cy="162780"/>
                <wp:effectExtent l="0" t="0" r="0" b="0"/>
                <wp:wrapNone/>
                <wp:docPr id="3" name="drawingObject3"/>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14F85B0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7260F6D8" id="drawingObject3" o:spid="_x0000_s1027" type="#_x0000_t202" style="position:absolute;left:0;text-align:left;margin-left:810.8pt;margin-top:9.6pt;width:2.65pt;height:12.8pt;z-index:-251666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" o:allowincell="f" filled="f" stroked="f">
                <v:textbox style="mso-fit-shape-to-text:t" inset="0,0,0,0">
                  <w:txbxContent>
                    <w:p w14:paraId="14F85B0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6F80033A" w14:textId="77777777" w:rsidR="004C563B" w:rsidRPr="0042658C" w:rsidRDefault="004C563B">
      <w:pPr>
        <w:spacing w:after="0" w:line="240" w:lineRule="exact"/>
        <w:rPr>
          <w:rFonts w:eastAsia="Calibri" w:cstheme="minorHAnsi"/>
          <w:w w:val="96"/>
        </w:rPr>
      </w:pPr>
    </w:p>
    <w:p w14:paraId="1D08C44E" w14:textId="77777777" w:rsidR="004C563B" w:rsidRPr="0042658C" w:rsidRDefault="004C563B">
      <w:pPr>
        <w:spacing w:after="0" w:line="240" w:lineRule="exact"/>
        <w:rPr>
          <w:rFonts w:eastAsia="Calibri" w:cstheme="minorHAnsi"/>
          <w:w w:val="96"/>
        </w:rPr>
      </w:pPr>
    </w:p>
    <w:p w14:paraId="745F9E1A" w14:textId="77777777" w:rsidR="004C563B" w:rsidRPr="0042658C" w:rsidRDefault="004C563B">
      <w:pPr>
        <w:spacing w:after="0" w:line="240" w:lineRule="exact"/>
        <w:rPr>
          <w:rFonts w:eastAsia="Calibri" w:cstheme="minorHAnsi"/>
          <w:w w:val="96"/>
        </w:rPr>
      </w:pPr>
    </w:p>
    <w:p w14:paraId="13414D60" w14:textId="77777777" w:rsidR="004C563B" w:rsidRPr="0042658C" w:rsidRDefault="004C563B">
      <w:pPr>
        <w:spacing w:after="15" w:line="2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10"/>
        <w:gridCol w:w="8459"/>
        <w:gridCol w:w="2400"/>
        <w:gridCol w:w="3259"/>
      </w:tblGrid>
      <w:tr w:rsidR="004C563B" w:rsidRPr="0042658C" w14:paraId="03C76E4B" w14:textId="77777777">
        <w:trPr>
          <w:cantSplit/>
          <w:trHeight w:hRule="exact" w:val="574"/>
        </w:trPr>
        <w:tc>
          <w:tcPr>
            <w:tcW w:w="15228" w:type="dxa"/>
            <w:gridSpan w:val="4"/>
            <w:tcBorders>
              <w:top w:val="single" w:sz="17" w:space="0" w:color="F5D2D4"/>
              <w:left w:val="single" w:sz="7" w:space="0" w:color="000000"/>
              <w:bottom w:val="single" w:sz="17" w:space="0" w:color="C00000"/>
              <w:right w:val="single" w:sz="7" w:space="0" w:color="000000"/>
            </w:tcBorders>
            <w:shd w:val="clear" w:color="auto" w:fill="F5D2D4"/>
            <w:tcMar>
              <w:top w:w="0" w:type="dxa"/>
              <w:left w:w="0" w:type="dxa"/>
              <w:bottom w:w="0" w:type="dxa"/>
              <w:right w:w="0" w:type="dxa"/>
            </w:tcMar>
          </w:tcPr>
          <w:p w14:paraId="4B420E27" w14:textId="77777777" w:rsidR="004C563B" w:rsidRPr="0042658C" w:rsidRDefault="004C563B">
            <w:pPr>
              <w:spacing w:after="14" w:line="180" w:lineRule="exact"/>
              <w:rPr>
                <w:rFonts w:eastAsia="Times New Roman" w:cstheme="minorHAnsi"/>
              </w:rPr>
            </w:pPr>
          </w:p>
          <w:p w14:paraId="4025C370" w14:textId="3DDC5109" w:rsidR="004C563B" w:rsidRPr="0042658C" w:rsidRDefault="009B7ECE">
            <w:pPr>
              <w:spacing w:after="0" w:line="240" w:lineRule="auto"/>
              <w:ind w:left="5936" w:right="-20"/>
              <w:rPr>
                <w:rFonts w:eastAsia="Arial" w:cstheme="minorHAnsi"/>
                <w:b/>
                <w:bCs/>
                <w:color w:val="000000"/>
              </w:rPr>
            </w:pPr>
            <w:r w:rsidRPr="0042658C">
              <w:rPr>
                <w:rFonts w:eastAsia="Arial" w:cstheme="minorHAnsi"/>
                <w:b/>
                <w:bCs/>
                <w:color w:val="000000"/>
              </w:rPr>
              <w:t>TARIFF OF SERVICE FEES</w:t>
            </w:r>
          </w:p>
        </w:tc>
      </w:tr>
      <w:tr w:rsidR="004C563B" w:rsidRPr="0042658C" w14:paraId="4F9214D2" w14:textId="77777777">
        <w:trPr>
          <w:cantSplit/>
          <w:trHeight w:hRule="exact" w:val="583"/>
        </w:trPr>
        <w:tc>
          <w:tcPr>
            <w:tcW w:w="15228" w:type="dxa"/>
            <w:gridSpan w:val="4"/>
            <w:tcBorders>
              <w:top w:val="single" w:sz="17" w:space="0" w:color="C00000"/>
              <w:left w:val="single" w:sz="7" w:space="0" w:color="000000"/>
              <w:bottom w:val="single" w:sz="17" w:space="0" w:color="FF6363"/>
              <w:right w:val="single" w:sz="7" w:space="0" w:color="000000"/>
            </w:tcBorders>
            <w:shd w:val="clear" w:color="auto" w:fill="C00000"/>
            <w:tcMar>
              <w:top w:w="0" w:type="dxa"/>
              <w:left w:w="0" w:type="dxa"/>
              <w:bottom w:w="0" w:type="dxa"/>
              <w:right w:w="0" w:type="dxa"/>
            </w:tcMar>
          </w:tcPr>
          <w:p w14:paraId="14DED51E" w14:textId="77777777" w:rsidR="004C563B" w:rsidRPr="0042658C" w:rsidRDefault="004C563B">
            <w:pPr>
              <w:spacing w:after="3" w:line="180" w:lineRule="exact"/>
              <w:rPr>
                <w:rFonts w:eastAsia="Times New Roman" w:cstheme="minorHAnsi"/>
              </w:rPr>
            </w:pPr>
          </w:p>
          <w:p w14:paraId="43A29745" w14:textId="0115AD32" w:rsidR="004C563B" w:rsidRPr="0042658C" w:rsidRDefault="00ED1567">
            <w:pPr>
              <w:spacing w:after="0" w:line="240" w:lineRule="auto"/>
              <w:ind w:left="57" w:right="-20"/>
              <w:rPr>
                <w:rFonts w:eastAsia="Arial" w:cstheme="minorHAnsi"/>
                <w:b/>
                <w:bCs/>
                <w:i/>
                <w:iCs/>
                <w:color w:val="FFFFFF"/>
              </w:rPr>
            </w:pPr>
            <w:r w:rsidRPr="0042658C">
              <w:rPr>
                <w:rFonts w:eastAsia="Arial" w:cstheme="minorHAnsi"/>
                <w:b/>
                <w:bCs/>
                <w:i/>
                <w:iCs/>
                <w:color w:val="FFFFFF"/>
              </w:rPr>
              <w:t>A.</w:t>
            </w:r>
            <w:r w:rsidRPr="0042658C">
              <w:rPr>
                <w:rFonts w:eastAsia="Arial" w:cstheme="minorHAnsi"/>
                <w:color w:val="FFFFFF"/>
              </w:rPr>
              <w:t xml:space="preserve"> </w:t>
            </w:r>
            <w:r w:rsidR="00D5614A" w:rsidRPr="0042658C">
              <w:rPr>
                <w:rFonts w:eastAsia="Arial" w:cstheme="minorHAnsi"/>
                <w:b/>
                <w:bCs/>
                <w:i/>
                <w:iCs/>
                <w:color w:val="FFFFFF"/>
              </w:rPr>
              <w:t>PAYMENT TRANSACTIONS BUSINESS - LEGAL ENTITIES</w:t>
            </w:r>
          </w:p>
        </w:tc>
      </w:tr>
      <w:tr w:rsidR="004C563B" w:rsidRPr="0042658C" w14:paraId="3605FF43" w14:textId="77777777">
        <w:trPr>
          <w:cantSplit/>
          <w:trHeight w:hRule="exact" w:val="579"/>
        </w:trPr>
        <w:tc>
          <w:tcPr>
            <w:tcW w:w="15228" w:type="dxa"/>
            <w:gridSpan w:val="4"/>
            <w:tcBorders>
              <w:top w:val="single" w:sz="17" w:space="0" w:color="FF6363"/>
              <w:left w:val="single" w:sz="7" w:space="0" w:color="000000"/>
              <w:bottom w:val="single" w:sz="17" w:space="0" w:color="F5D2D4"/>
              <w:right w:val="single" w:sz="7" w:space="0" w:color="000000"/>
            </w:tcBorders>
            <w:shd w:val="clear" w:color="auto" w:fill="FF6363"/>
            <w:tcMar>
              <w:top w:w="0" w:type="dxa"/>
              <w:left w:w="0" w:type="dxa"/>
              <w:bottom w:w="0" w:type="dxa"/>
              <w:right w:w="0" w:type="dxa"/>
            </w:tcMar>
          </w:tcPr>
          <w:p w14:paraId="3235A591" w14:textId="77777777" w:rsidR="004C563B" w:rsidRPr="0042658C" w:rsidRDefault="004C563B">
            <w:pPr>
              <w:spacing w:after="16" w:line="180" w:lineRule="exact"/>
              <w:rPr>
                <w:rFonts w:eastAsia="Times New Roman" w:cstheme="minorHAnsi"/>
              </w:rPr>
            </w:pPr>
          </w:p>
          <w:p w14:paraId="4F1D6705" w14:textId="600090EA" w:rsidR="004C563B" w:rsidRPr="0042658C" w:rsidRDefault="00ED1567">
            <w:pPr>
              <w:spacing w:after="0" w:line="240" w:lineRule="auto"/>
              <w:ind w:left="5360" w:right="-20"/>
              <w:rPr>
                <w:rFonts w:eastAsia="Arial" w:cstheme="minorHAnsi"/>
                <w:b/>
                <w:bCs/>
                <w:color w:val="000000"/>
              </w:rPr>
            </w:pPr>
            <w:r w:rsidRPr="0042658C">
              <w:rPr>
                <w:rFonts w:eastAsia="Arial" w:cstheme="minorHAnsi"/>
                <w:b/>
                <w:bCs/>
                <w:color w:val="000000"/>
              </w:rPr>
              <w:t>I</w:t>
            </w:r>
            <w:r w:rsidRPr="0042658C">
              <w:rPr>
                <w:rFonts w:eastAsia="Arial" w:cstheme="minorHAnsi"/>
                <w:color w:val="000000"/>
                <w:spacing w:val="1"/>
              </w:rPr>
              <w:t xml:space="preserve"> </w:t>
            </w:r>
            <w:r w:rsidRPr="0042658C">
              <w:rPr>
                <w:rFonts w:eastAsia="Arial" w:cstheme="minorHAnsi"/>
                <w:b/>
                <w:bCs/>
                <w:color w:val="000000"/>
              </w:rPr>
              <w:t>P</w:t>
            </w:r>
            <w:r w:rsidR="00D5614A" w:rsidRPr="0042658C">
              <w:rPr>
                <w:rFonts w:eastAsia="Arial" w:cstheme="minorHAnsi"/>
                <w:b/>
                <w:bCs/>
                <w:color w:val="000000"/>
              </w:rPr>
              <w:t>AYMENT OPERATIONS IN THE COUNTRY</w:t>
            </w:r>
          </w:p>
        </w:tc>
      </w:tr>
      <w:tr w:rsidR="004C563B" w:rsidRPr="0042658C" w14:paraId="60F00448" w14:textId="77777777">
        <w:trPr>
          <w:cantSplit/>
          <w:trHeight w:hRule="exact" w:val="326"/>
        </w:trPr>
        <w:tc>
          <w:tcPr>
            <w:tcW w:w="1110"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F1E7C04" w14:textId="77777777" w:rsidR="004C563B" w:rsidRPr="0042658C" w:rsidRDefault="00ED1567">
            <w:pPr>
              <w:spacing w:before="71" w:after="0" w:line="231" w:lineRule="auto"/>
              <w:ind w:left="513" w:right="-20"/>
              <w:rPr>
                <w:rFonts w:eastAsia="Arial" w:cstheme="minorHAnsi"/>
                <w:b/>
                <w:bCs/>
                <w:color w:val="000000"/>
              </w:rPr>
            </w:pPr>
            <w:r w:rsidRPr="0042658C">
              <w:rPr>
                <w:rFonts w:eastAsia="Arial" w:cstheme="minorHAnsi"/>
                <w:b/>
                <w:bCs/>
                <w:color w:val="000000"/>
              </w:rPr>
              <w:t>1</w:t>
            </w:r>
          </w:p>
        </w:tc>
        <w:tc>
          <w:tcPr>
            <w:tcW w:w="14118" w:type="dxa"/>
            <w:gridSpan w:val="3"/>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F8874A6" w14:textId="248D6356" w:rsidR="004C563B" w:rsidRPr="0042658C" w:rsidRDefault="00D5614A">
            <w:pPr>
              <w:spacing w:before="71" w:after="0" w:line="231" w:lineRule="auto"/>
              <w:ind w:left="70" w:right="-20"/>
              <w:rPr>
                <w:rFonts w:eastAsia="Arial" w:cstheme="minorHAnsi"/>
                <w:b/>
                <w:bCs/>
                <w:color w:val="000000"/>
              </w:rPr>
            </w:pPr>
            <w:r w:rsidRPr="0042658C">
              <w:rPr>
                <w:rFonts w:eastAsia="Arial" w:cstheme="minorHAnsi"/>
                <w:b/>
                <w:bCs/>
                <w:color w:val="000000"/>
              </w:rPr>
              <w:t>CASHLESS TRANSFER OF ASSETS IN RSD IN THE REPUBLIC OF SERBIA</w:t>
            </w:r>
          </w:p>
        </w:tc>
      </w:tr>
      <w:tr w:rsidR="004C563B" w:rsidRPr="0042658C" w14:paraId="03A3F1AF" w14:textId="77777777">
        <w:trPr>
          <w:cantSplit/>
          <w:trHeight w:hRule="exact" w:val="337"/>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2E12149" w14:textId="77777777" w:rsidR="004C563B" w:rsidRPr="0042658C" w:rsidRDefault="00ED1567">
            <w:pPr>
              <w:spacing w:before="75" w:after="0" w:line="236" w:lineRule="auto"/>
              <w:ind w:left="38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1</w:t>
            </w:r>
            <w:r w:rsidRPr="0042658C">
              <w:rPr>
                <w:rFonts w:eastAsia="Arial" w:cstheme="minorHAnsi"/>
                <w:b/>
                <w:bCs/>
                <w:color w:val="000000"/>
              </w:rPr>
              <w:t>.</w:t>
            </w:r>
          </w:p>
        </w:tc>
        <w:tc>
          <w:tcPr>
            <w:tcW w:w="1411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1C6D346" w14:textId="565ACAFE" w:rsidR="004C563B" w:rsidRPr="0042658C" w:rsidRDefault="00D5614A">
            <w:pPr>
              <w:spacing w:before="75" w:after="0" w:line="236" w:lineRule="auto"/>
              <w:ind w:left="70" w:right="-20"/>
              <w:rPr>
                <w:rFonts w:eastAsia="Arial" w:cstheme="minorHAnsi"/>
                <w:b/>
                <w:bCs/>
                <w:color w:val="000000"/>
              </w:rPr>
            </w:pPr>
            <w:r w:rsidRPr="0042658C">
              <w:rPr>
                <w:rFonts w:eastAsia="Arial" w:cstheme="minorHAnsi"/>
                <w:b/>
                <w:bCs/>
                <w:color w:val="000000"/>
              </w:rPr>
              <w:t>INTERNAL TRANSFER</w:t>
            </w:r>
          </w:p>
        </w:tc>
      </w:tr>
      <w:tr w:rsidR="004C563B" w:rsidRPr="0042658C" w14:paraId="1E17520A" w14:textId="77777777">
        <w:trPr>
          <w:cantSplit/>
          <w:trHeight w:hRule="exact" w:val="328"/>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37B8477" w14:textId="77777777" w:rsidR="004C563B" w:rsidRPr="0042658C" w:rsidRDefault="00ED1567">
            <w:pPr>
              <w:spacing w:before="67" w:after="0" w:line="236" w:lineRule="auto"/>
              <w:ind w:left="285"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.1.</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95A46A" w14:textId="4B19BF90" w:rsidR="004C563B" w:rsidRPr="0042658C" w:rsidRDefault="00D5614A">
            <w:pPr>
              <w:spacing w:before="67" w:after="0" w:line="236" w:lineRule="auto"/>
              <w:ind w:left="70" w:right="-20"/>
              <w:rPr>
                <w:rFonts w:eastAsia="Arial" w:cstheme="minorHAnsi"/>
                <w:color w:val="000000"/>
              </w:rPr>
            </w:pPr>
            <w:r w:rsidRPr="0042658C">
              <w:rPr>
                <w:rFonts w:eastAsia="Arial" w:cstheme="minorHAnsi"/>
                <w:color w:val="000000"/>
              </w:rPr>
              <w:t>At Bank’s counter</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D178E2" w14:textId="19FD6D0E" w:rsidR="004C563B" w:rsidRPr="0042658C" w:rsidRDefault="00D5614A" w:rsidP="00D5614A">
            <w:pPr>
              <w:spacing w:before="67" w:after="0" w:line="236" w:lineRule="auto"/>
              <w:ind w:right="-20"/>
              <w:rPr>
                <w:rFonts w:eastAsia="Arial" w:cstheme="minorHAnsi"/>
                <w:color w:val="000000"/>
              </w:rPr>
            </w:pPr>
            <w:r w:rsidRPr="0042658C">
              <w:rPr>
                <w:rFonts w:eastAsia="Arial" w:cstheme="minorHAnsi"/>
                <w:color w:val="000000"/>
              </w:rPr>
              <w:t>Free of charge</w:t>
            </w:r>
          </w:p>
        </w:tc>
      </w:tr>
      <w:tr w:rsidR="004C563B" w:rsidRPr="0042658C" w14:paraId="5AC0F7A7"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B31E99" w14:textId="77777777" w:rsidR="004C563B" w:rsidRPr="0042658C" w:rsidRDefault="00ED1567">
            <w:pPr>
              <w:spacing w:before="70" w:after="0" w:line="236" w:lineRule="auto"/>
              <w:ind w:left="285"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.2.</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5A9D30A" w14:textId="31D4F7D8" w:rsidR="004C563B" w:rsidRPr="0042658C" w:rsidRDefault="00D5614A">
            <w:pPr>
              <w:spacing w:before="70" w:after="0" w:line="236" w:lineRule="auto"/>
              <w:ind w:left="70" w:right="-20"/>
              <w:rPr>
                <w:rFonts w:eastAsia="Arial" w:cstheme="minorHAnsi"/>
                <w:color w:val="000000"/>
              </w:rPr>
            </w:pPr>
            <w:r w:rsidRPr="0042658C">
              <w:rPr>
                <w:rFonts w:eastAsia="Arial" w:cstheme="minorHAnsi"/>
                <w:color w:val="000000"/>
              </w:rPr>
              <w:t>By e-banking</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F11D910" w14:textId="50674C76" w:rsidR="004C563B" w:rsidRPr="0042658C" w:rsidRDefault="00D5614A" w:rsidP="00D5614A">
            <w:pPr>
              <w:spacing w:before="70" w:after="0" w:line="236" w:lineRule="auto"/>
              <w:ind w:right="-20"/>
              <w:rPr>
                <w:rFonts w:eastAsia="Arial" w:cstheme="minorHAnsi"/>
                <w:color w:val="000000"/>
              </w:rPr>
            </w:pPr>
            <w:r w:rsidRPr="0042658C">
              <w:rPr>
                <w:rFonts w:eastAsia="Arial" w:cstheme="minorHAnsi"/>
                <w:color w:val="000000"/>
              </w:rPr>
              <w:t>Free of charge</w:t>
            </w:r>
          </w:p>
        </w:tc>
      </w:tr>
      <w:tr w:rsidR="004C563B" w:rsidRPr="0042658C" w14:paraId="515CDC64"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7E9AE64" w14:textId="77777777" w:rsidR="004C563B" w:rsidRPr="0042658C" w:rsidRDefault="00ED1567">
            <w:pPr>
              <w:spacing w:before="70" w:after="0" w:line="236" w:lineRule="auto"/>
              <w:ind w:left="38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2</w:t>
            </w:r>
            <w:r w:rsidRPr="0042658C">
              <w:rPr>
                <w:rFonts w:eastAsia="Arial" w:cstheme="minorHAnsi"/>
                <w:b/>
                <w:bCs/>
                <w:color w:val="000000"/>
              </w:rPr>
              <w:t>.</w:t>
            </w:r>
          </w:p>
        </w:tc>
        <w:tc>
          <w:tcPr>
            <w:tcW w:w="1411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D3FB50" w14:textId="30DB6B37" w:rsidR="004C563B" w:rsidRPr="0042658C" w:rsidRDefault="00D5614A">
            <w:pPr>
              <w:spacing w:before="70" w:after="0" w:line="236" w:lineRule="auto"/>
              <w:ind w:left="135" w:right="-20"/>
              <w:rPr>
                <w:rFonts w:eastAsia="Arial" w:cstheme="minorHAnsi"/>
                <w:b/>
                <w:bCs/>
                <w:color w:val="000000"/>
              </w:rPr>
            </w:pPr>
            <w:r w:rsidRPr="0042658C">
              <w:rPr>
                <w:rFonts w:eastAsia="Arial" w:cstheme="minorHAnsi"/>
                <w:b/>
                <w:bCs/>
                <w:color w:val="000000"/>
              </w:rPr>
              <w:t>EXTERNAL TRANSFER</w:t>
            </w:r>
          </w:p>
        </w:tc>
      </w:tr>
      <w:tr w:rsidR="004C563B" w:rsidRPr="0042658C" w14:paraId="7AF6DEBB"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27FC83C" w14:textId="77777777" w:rsidR="004C563B" w:rsidRPr="0042658C" w:rsidRDefault="00ED1567">
            <w:pPr>
              <w:spacing w:before="70" w:after="0" w:line="236" w:lineRule="auto"/>
              <w:ind w:left="285"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2</w:t>
            </w:r>
            <w:r w:rsidRPr="0042658C">
              <w:rPr>
                <w:rFonts w:eastAsia="Arial" w:cstheme="minorHAnsi"/>
                <w:b/>
                <w:bCs/>
                <w:color w:val="000000"/>
              </w:rPr>
              <w:t>.1.</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3192D2" w14:textId="415C5696" w:rsidR="004C563B" w:rsidRPr="0042658C" w:rsidRDefault="00325426">
            <w:pPr>
              <w:spacing w:before="70" w:after="0" w:line="236" w:lineRule="auto"/>
              <w:ind w:left="135" w:right="-20"/>
              <w:rPr>
                <w:rFonts w:eastAsia="Arial" w:cstheme="minorHAnsi"/>
                <w:b/>
                <w:bCs/>
                <w:color w:val="000000"/>
              </w:rPr>
            </w:pPr>
            <w:r w:rsidRPr="0042658C">
              <w:rPr>
                <w:rFonts w:eastAsia="Arial" w:cstheme="minorHAnsi"/>
                <w:b/>
                <w:bCs/>
                <w:color w:val="000000"/>
              </w:rPr>
              <w:t>Orders above RSD 300,000 - RTGS</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7DA40DB" w14:textId="77777777" w:rsidR="004C563B" w:rsidRPr="0042658C" w:rsidRDefault="004C563B">
            <w:pPr>
              <w:rPr>
                <w:rFonts w:cstheme="minorHAnsi"/>
              </w:rPr>
            </w:pPr>
          </w:p>
        </w:tc>
      </w:tr>
      <w:tr w:rsidR="004C563B" w:rsidRPr="0042658C" w14:paraId="143767BA" w14:textId="77777777">
        <w:trPr>
          <w:cantSplit/>
          <w:trHeight w:hRule="exact" w:val="328"/>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BCBAF95" w14:textId="77777777" w:rsidR="004C563B" w:rsidRPr="0042658C" w:rsidRDefault="00ED1567">
            <w:pPr>
              <w:spacing w:before="67" w:after="0" w:line="236" w:lineRule="auto"/>
              <w:ind w:left="19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1BC684" w14:textId="229FDCCE" w:rsidR="004C563B" w:rsidRPr="0042658C" w:rsidRDefault="00325426">
            <w:pPr>
              <w:spacing w:before="67" w:after="0" w:line="236" w:lineRule="auto"/>
              <w:ind w:left="70" w:right="-20"/>
              <w:rPr>
                <w:rFonts w:eastAsia="Arial" w:cstheme="minorHAnsi"/>
                <w:color w:val="000000"/>
              </w:rPr>
            </w:pPr>
            <w:r w:rsidRPr="0042658C">
              <w:rPr>
                <w:rFonts w:eastAsia="Arial" w:cstheme="minorHAnsi"/>
                <w:color w:val="000000"/>
              </w:rPr>
              <w:t>At Bank’s counter</w:t>
            </w:r>
          </w:p>
        </w:tc>
        <w:tc>
          <w:tcPr>
            <w:tcW w:w="240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49B7245" w14:textId="77777777" w:rsidR="004C563B" w:rsidRPr="0042658C" w:rsidRDefault="00ED1567">
            <w:pPr>
              <w:spacing w:before="67" w:after="0" w:line="236" w:lineRule="auto"/>
              <w:ind w:left="1711"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10</w:t>
            </w:r>
            <w:r w:rsidRPr="0042658C">
              <w:rPr>
                <w:rFonts w:eastAsia="Arial" w:cstheme="minorHAnsi"/>
                <w:color w:val="000000"/>
              </w:rPr>
              <w:t>%</w:t>
            </w: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7BA360" w14:textId="65E535A4" w:rsidR="004C563B" w:rsidRPr="0042658C" w:rsidRDefault="00ED1567">
            <w:pPr>
              <w:spacing w:before="67" w:after="0" w:line="236" w:lineRule="auto"/>
              <w:ind w:left="1313" w:right="-20"/>
              <w:rPr>
                <w:rFonts w:eastAsia="Arial" w:cstheme="minorHAnsi"/>
                <w:color w:val="000000"/>
              </w:rPr>
            </w:pPr>
            <w:r w:rsidRPr="0042658C">
              <w:rPr>
                <w:rFonts w:eastAsia="Arial" w:cstheme="minorHAnsi"/>
                <w:color w:val="000000"/>
              </w:rPr>
              <w:t xml:space="preserve">max </w:t>
            </w:r>
            <w:r w:rsidRPr="0042658C">
              <w:rPr>
                <w:rFonts w:eastAsia="Arial" w:cstheme="minorHAnsi"/>
                <w:color w:val="000000"/>
                <w:spacing w:val="-1"/>
              </w:rPr>
              <w:t>6</w:t>
            </w:r>
            <w:r w:rsidR="00D5614A" w:rsidRPr="0042658C">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D5614A" w:rsidRPr="0042658C">
              <w:rPr>
                <w:rFonts w:eastAsia="Arial" w:cstheme="minorHAnsi"/>
                <w:color w:val="000000"/>
              </w:rPr>
              <w:t>.</w:t>
            </w:r>
            <w:r w:rsidRPr="0042658C">
              <w:rPr>
                <w:rFonts w:eastAsia="Arial" w:cstheme="minorHAnsi"/>
                <w:color w:val="000000"/>
              </w:rPr>
              <w:t>00</w:t>
            </w:r>
            <w:r w:rsidRPr="0042658C">
              <w:rPr>
                <w:rFonts w:eastAsia="Arial" w:cstheme="minorHAnsi"/>
                <w:color w:val="000000"/>
                <w:spacing w:val="-1"/>
              </w:rPr>
              <w:t xml:space="preserve"> R</w:t>
            </w:r>
            <w:r w:rsidRPr="0042658C">
              <w:rPr>
                <w:rFonts w:eastAsia="Arial" w:cstheme="minorHAnsi"/>
                <w:color w:val="000000"/>
              </w:rPr>
              <w:t>SD</w:t>
            </w:r>
          </w:p>
        </w:tc>
      </w:tr>
      <w:tr w:rsidR="004C563B" w:rsidRPr="0042658C" w14:paraId="2B24A878"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C9319D9" w14:textId="77777777" w:rsidR="004C563B" w:rsidRPr="0042658C" w:rsidRDefault="00ED1567">
            <w:pPr>
              <w:spacing w:before="70" w:after="0" w:line="236" w:lineRule="auto"/>
              <w:ind w:left="19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53540E" w14:textId="2F7A041A" w:rsidR="004C563B" w:rsidRPr="0042658C" w:rsidRDefault="00325426">
            <w:pPr>
              <w:spacing w:before="70" w:after="0" w:line="236" w:lineRule="auto"/>
              <w:ind w:left="70" w:right="-20"/>
              <w:rPr>
                <w:rFonts w:eastAsia="Arial" w:cstheme="minorHAnsi"/>
                <w:color w:val="000000"/>
              </w:rPr>
            </w:pPr>
            <w:r w:rsidRPr="0042658C">
              <w:rPr>
                <w:rFonts w:eastAsia="Arial" w:cstheme="minorHAnsi"/>
                <w:color w:val="000000"/>
              </w:rPr>
              <w:t>By e-banking</w:t>
            </w:r>
          </w:p>
        </w:tc>
        <w:tc>
          <w:tcPr>
            <w:tcW w:w="240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1CC55BB" w14:textId="77777777" w:rsidR="004C563B" w:rsidRPr="0042658C" w:rsidRDefault="00ED1567">
            <w:pPr>
              <w:spacing w:before="70" w:after="0" w:line="236" w:lineRule="auto"/>
              <w:ind w:left="1711"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07</w:t>
            </w:r>
            <w:r w:rsidRPr="0042658C">
              <w:rPr>
                <w:rFonts w:eastAsia="Arial" w:cstheme="minorHAnsi"/>
                <w:color w:val="000000"/>
              </w:rPr>
              <w:t>%</w:t>
            </w: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01CD10" w14:textId="5B3E8A61" w:rsidR="004C563B" w:rsidRPr="0042658C" w:rsidRDefault="00ED1567">
            <w:pPr>
              <w:spacing w:before="70" w:after="0" w:line="236" w:lineRule="auto"/>
              <w:ind w:left="1313" w:right="-20"/>
              <w:rPr>
                <w:rFonts w:eastAsia="Arial" w:cstheme="minorHAnsi"/>
                <w:color w:val="000000"/>
              </w:rPr>
            </w:pPr>
            <w:r w:rsidRPr="0042658C">
              <w:rPr>
                <w:rFonts w:eastAsia="Arial" w:cstheme="minorHAnsi"/>
                <w:color w:val="000000"/>
              </w:rPr>
              <w:t xml:space="preserve">max </w:t>
            </w:r>
            <w:r w:rsidRPr="0042658C">
              <w:rPr>
                <w:rFonts w:eastAsia="Arial" w:cstheme="minorHAnsi"/>
                <w:color w:val="000000"/>
                <w:spacing w:val="-1"/>
              </w:rPr>
              <w:t>4</w:t>
            </w:r>
            <w:r w:rsidR="00D5614A" w:rsidRPr="0042658C">
              <w:rPr>
                <w:rFonts w:eastAsia="Arial" w:cstheme="minorHAnsi"/>
                <w:color w:val="000000"/>
              </w:rPr>
              <w:t>,</w:t>
            </w:r>
            <w:r w:rsidRPr="0042658C">
              <w:rPr>
                <w:rFonts w:eastAsia="Arial" w:cstheme="minorHAnsi"/>
                <w:color w:val="000000"/>
              </w:rPr>
              <w:t>5</w:t>
            </w:r>
            <w:r w:rsidRPr="0042658C">
              <w:rPr>
                <w:rFonts w:eastAsia="Arial" w:cstheme="minorHAnsi"/>
                <w:color w:val="000000"/>
                <w:spacing w:val="-1"/>
              </w:rPr>
              <w:t>00</w:t>
            </w:r>
            <w:r w:rsidR="00D5614A" w:rsidRPr="0042658C">
              <w:rPr>
                <w:rFonts w:eastAsia="Arial" w:cstheme="minorHAnsi"/>
                <w:color w:val="000000"/>
              </w:rPr>
              <w:t>.</w:t>
            </w:r>
            <w:r w:rsidRPr="0042658C">
              <w:rPr>
                <w:rFonts w:eastAsia="Arial" w:cstheme="minorHAnsi"/>
                <w:color w:val="000000"/>
              </w:rPr>
              <w:t>00</w:t>
            </w:r>
            <w:r w:rsidRPr="0042658C">
              <w:rPr>
                <w:rFonts w:eastAsia="Arial" w:cstheme="minorHAnsi"/>
                <w:color w:val="000000"/>
                <w:spacing w:val="-1"/>
              </w:rPr>
              <w:t xml:space="preserve"> R</w:t>
            </w:r>
            <w:r w:rsidRPr="0042658C">
              <w:rPr>
                <w:rFonts w:eastAsia="Arial" w:cstheme="minorHAnsi"/>
                <w:color w:val="000000"/>
              </w:rPr>
              <w:t>SD</w:t>
            </w:r>
          </w:p>
        </w:tc>
      </w:tr>
      <w:tr w:rsidR="004C563B" w:rsidRPr="0042658C" w14:paraId="18448856"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85FCC46" w14:textId="77777777" w:rsidR="004C563B" w:rsidRPr="0042658C" w:rsidRDefault="00ED1567">
            <w:pPr>
              <w:spacing w:before="70" w:after="0" w:line="236" w:lineRule="auto"/>
              <w:ind w:left="285"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2</w:t>
            </w:r>
            <w:r w:rsidRPr="0042658C">
              <w:rPr>
                <w:rFonts w:eastAsia="Arial" w:cstheme="minorHAnsi"/>
                <w:b/>
                <w:bCs/>
                <w:color w:val="000000"/>
              </w:rPr>
              <w:t>.2.</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E2C7A9C" w14:textId="31CB8E02" w:rsidR="004C563B" w:rsidRPr="0042658C" w:rsidRDefault="00325426">
            <w:pPr>
              <w:spacing w:before="70" w:after="0" w:line="236" w:lineRule="auto"/>
              <w:ind w:left="70" w:right="-20"/>
              <w:rPr>
                <w:rFonts w:eastAsia="Arial" w:cstheme="minorHAnsi"/>
                <w:b/>
                <w:bCs/>
                <w:color w:val="000000"/>
              </w:rPr>
            </w:pPr>
            <w:r w:rsidRPr="0042658C">
              <w:rPr>
                <w:rFonts w:eastAsia="Arial" w:cstheme="minorHAnsi"/>
                <w:b/>
                <w:bCs/>
                <w:color w:val="000000"/>
              </w:rPr>
              <w:t>Orders from and below RSD 300,000 - CLEARING</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68A311" w14:textId="77777777" w:rsidR="004C563B" w:rsidRPr="0042658C" w:rsidRDefault="004C563B">
            <w:pPr>
              <w:rPr>
                <w:rFonts w:cstheme="minorHAnsi"/>
              </w:rPr>
            </w:pPr>
          </w:p>
        </w:tc>
      </w:tr>
      <w:tr w:rsidR="004C563B" w:rsidRPr="0042658C" w14:paraId="66A81F9A" w14:textId="77777777">
        <w:trPr>
          <w:cantSplit/>
          <w:trHeight w:hRule="exact" w:val="328"/>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82F17D2" w14:textId="77777777" w:rsidR="004C563B" w:rsidRPr="0042658C" w:rsidRDefault="00ED1567">
            <w:pPr>
              <w:spacing w:before="70" w:after="0" w:line="234" w:lineRule="auto"/>
              <w:ind w:left="19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B19F31" w14:textId="5068E2F9" w:rsidR="004C563B" w:rsidRPr="0042658C" w:rsidRDefault="00325426">
            <w:pPr>
              <w:spacing w:before="70" w:after="0" w:line="234" w:lineRule="auto"/>
              <w:ind w:left="70" w:right="-20"/>
              <w:rPr>
                <w:rFonts w:eastAsia="Arial" w:cstheme="minorHAnsi"/>
                <w:color w:val="000000"/>
              </w:rPr>
            </w:pPr>
            <w:r w:rsidRPr="0042658C">
              <w:rPr>
                <w:rFonts w:eastAsia="Arial" w:cstheme="minorHAnsi"/>
                <w:color w:val="000000"/>
              </w:rPr>
              <w:t>At Bank’s counter</w:t>
            </w:r>
          </w:p>
        </w:tc>
        <w:tc>
          <w:tcPr>
            <w:tcW w:w="240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634F4B6" w14:textId="77777777" w:rsidR="004C563B" w:rsidRPr="0042658C" w:rsidRDefault="00ED1567">
            <w:pPr>
              <w:spacing w:before="70" w:after="0" w:line="234" w:lineRule="auto"/>
              <w:ind w:left="1711"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08</w:t>
            </w:r>
            <w:r w:rsidRPr="0042658C">
              <w:rPr>
                <w:rFonts w:eastAsia="Arial" w:cstheme="minorHAnsi"/>
                <w:color w:val="000000"/>
              </w:rPr>
              <w:t>%</w:t>
            </w: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9CE91E" w14:textId="7C442DC6" w:rsidR="004C563B" w:rsidRPr="0042658C" w:rsidRDefault="002442A0">
            <w:pPr>
              <w:spacing w:before="70" w:after="0" w:line="234" w:lineRule="auto"/>
              <w:ind w:left="1632" w:right="-20"/>
              <w:rPr>
                <w:rFonts w:eastAsia="Arial" w:cstheme="minorHAnsi"/>
                <w:color w:val="000000"/>
              </w:rPr>
            </w:pPr>
            <w:r w:rsidRPr="002442A0">
              <w:rPr>
                <w:rFonts w:eastAsia="Arial" w:cstheme="minorHAnsi"/>
                <w:color w:val="000000"/>
              </w:rPr>
              <w:t>min. RSD 35.00</w:t>
            </w:r>
          </w:p>
        </w:tc>
      </w:tr>
      <w:tr w:rsidR="004C563B" w:rsidRPr="0042658C" w14:paraId="0D3CCAB1"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AD152E0" w14:textId="77777777" w:rsidR="004C563B" w:rsidRPr="0042658C" w:rsidRDefault="00ED1567">
            <w:pPr>
              <w:spacing w:before="70" w:after="0" w:line="236" w:lineRule="auto"/>
              <w:ind w:left="19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6545DA" w14:textId="24F7F866" w:rsidR="004C563B" w:rsidRPr="0042658C" w:rsidRDefault="00E84EB9">
            <w:pPr>
              <w:spacing w:before="70" w:after="0" w:line="236" w:lineRule="auto"/>
              <w:ind w:left="70" w:right="-20"/>
              <w:rPr>
                <w:rFonts w:eastAsia="Arial" w:cstheme="minorHAnsi"/>
                <w:color w:val="000000"/>
              </w:rPr>
            </w:pPr>
            <w:r w:rsidRPr="0042658C">
              <w:rPr>
                <w:rFonts w:eastAsia="Arial" w:cstheme="minorHAnsi"/>
                <w:color w:val="000000"/>
              </w:rPr>
              <w:t>By e-banking</w:t>
            </w:r>
          </w:p>
        </w:tc>
        <w:tc>
          <w:tcPr>
            <w:tcW w:w="240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3573F1" w14:textId="77777777" w:rsidR="004C563B" w:rsidRPr="0042658C" w:rsidRDefault="00ED1567">
            <w:pPr>
              <w:spacing w:before="70" w:after="0" w:line="236" w:lineRule="auto"/>
              <w:ind w:left="1711"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06</w:t>
            </w:r>
            <w:r w:rsidRPr="0042658C">
              <w:rPr>
                <w:rFonts w:eastAsia="Arial" w:cstheme="minorHAnsi"/>
                <w:color w:val="000000"/>
              </w:rPr>
              <w:t>%</w:t>
            </w: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ADC3CA" w14:textId="3E685BA1" w:rsidR="004C563B" w:rsidRPr="0042658C" w:rsidRDefault="002442A0">
            <w:pPr>
              <w:spacing w:before="70" w:after="0" w:line="236" w:lineRule="auto"/>
              <w:ind w:left="1632" w:right="-20"/>
              <w:rPr>
                <w:rFonts w:eastAsia="Arial" w:cstheme="minorHAnsi"/>
                <w:color w:val="000000"/>
              </w:rPr>
            </w:pPr>
            <w:r w:rsidRPr="002442A0">
              <w:rPr>
                <w:rFonts w:eastAsia="Arial" w:cstheme="minorHAnsi"/>
                <w:color w:val="000000"/>
              </w:rPr>
              <w:t xml:space="preserve">min. RSD </w:t>
            </w:r>
            <w:r>
              <w:rPr>
                <w:rFonts w:eastAsia="Arial" w:cstheme="minorHAnsi"/>
                <w:color w:val="000000"/>
              </w:rPr>
              <w:t>2</w:t>
            </w:r>
            <w:r w:rsidRPr="002442A0">
              <w:rPr>
                <w:rFonts w:eastAsia="Arial" w:cstheme="minorHAnsi"/>
                <w:color w:val="000000"/>
              </w:rPr>
              <w:t>5.00</w:t>
            </w:r>
          </w:p>
        </w:tc>
      </w:tr>
      <w:tr w:rsidR="004C563B" w:rsidRPr="0042658C" w14:paraId="26C178D9"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038A584" w14:textId="77777777" w:rsidR="004C563B" w:rsidRPr="0042658C" w:rsidRDefault="00ED1567">
            <w:pPr>
              <w:spacing w:before="70" w:after="0" w:line="236" w:lineRule="auto"/>
              <w:ind w:left="285"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2</w:t>
            </w:r>
            <w:r w:rsidRPr="0042658C">
              <w:rPr>
                <w:rFonts w:eastAsia="Arial" w:cstheme="minorHAnsi"/>
                <w:b/>
                <w:bCs/>
                <w:color w:val="000000"/>
              </w:rPr>
              <w:t>.3.</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832A227" w14:textId="27BFB631" w:rsidR="004C563B" w:rsidRPr="0042658C" w:rsidRDefault="00E84EB9">
            <w:pPr>
              <w:spacing w:before="70" w:after="0" w:line="236" w:lineRule="auto"/>
              <w:ind w:left="70" w:right="-20"/>
              <w:rPr>
                <w:rFonts w:eastAsia="Arial" w:cstheme="minorHAnsi"/>
                <w:b/>
                <w:bCs/>
                <w:color w:val="000000"/>
              </w:rPr>
            </w:pPr>
            <w:r w:rsidRPr="0042658C">
              <w:rPr>
                <w:rFonts w:eastAsia="Arial" w:cstheme="minorHAnsi"/>
                <w:b/>
                <w:bCs/>
                <w:color w:val="000000"/>
              </w:rPr>
              <w:t>Urgent orders from and below 300,000 RSD - INSTANT and RTGS</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9838CE8" w14:textId="77777777" w:rsidR="004C563B" w:rsidRPr="0042658C" w:rsidRDefault="004C563B">
            <w:pPr>
              <w:rPr>
                <w:rFonts w:cstheme="minorHAnsi"/>
              </w:rPr>
            </w:pPr>
          </w:p>
        </w:tc>
      </w:tr>
      <w:tr w:rsidR="004C563B" w:rsidRPr="0042658C" w14:paraId="657064AE"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45EB21" w14:textId="77777777" w:rsidR="004C563B" w:rsidRPr="0042658C" w:rsidRDefault="00ED1567">
            <w:pPr>
              <w:spacing w:before="70" w:after="0" w:line="236" w:lineRule="auto"/>
              <w:ind w:left="19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r w:rsidRPr="0042658C">
              <w:rPr>
                <w:rFonts w:eastAsia="Arial" w:cstheme="minorHAnsi"/>
                <w:color w:val="000000"/>
                <w:spacing w:val="-1"/>
              </w:rPr>
              <w:t>1</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5A4A14" w14:textId="2B69CD92" w:rsidR="004C563B" w:rsidRPr="0042658C" w:rsidRDefault="00E84EB9">
            <w:pPr>
              <w:spacing w:before="70" w:after="0" w:line="236" w:lineRule="auto"/>
              <w:ind w:left="70" w:right="-20"/>
              <w:rPr>
                <w:rFonts w:eastAsia="Arial" w:cstheme="minorHAnsi"/>
                <w:color w:val="000000"/>
              </w:rPr>
            </w:pPr>
            <w:r w:rsidRPr="0042658C">
              <w:rPr>
                <w:rFonts w:eastAsia="Arial" w:cstheme="minorHAnsi"/>
                <w:color w:val="000000"/>
              </w:rPr>
              <w:t>At Bank’s counter</w:t>
            </w:r>
          </w:p>
        </w:tc>
        <w:tc>
          <w:tcPr>
            <w:tcW w:w="240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D882C3" w14:textId="77777777" w:rsidR="004C563B" w:rsidRPr="0042658C" w:rsidRDefault="00ED1567">
            <w:pPr>
              <w:spacing w:before="70" w:after="0" w:line="236" w:lineRule="auto"/>
              <w:ind w:left="1711"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08</w:t>
            </w:r>
            <w:r w:rsidRPr="0042658C">
              <w:rPr>
                <w:rFonts w:eastAsia="Arial" w:cstheme="minorHAnsi"/>
                <w:color w:val="000000"/>
              </w:rPr>
              <w:t>%</w:t>
            </w: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1D2DBC" w14:textId="2BC1A10F" w:rsidR="004C563B" w:rsidRPr="0042658C" w:rsidRDefault="002442A0">
            <w:pPr>
              <w:spacing w:before="70" w:after="0" w:line="236" w:lineRule="auto"/>
              <w:ind w:left="1697" w:right="-20"/>
              <w:rPr>
                <w:rFonts w:eastAsia="Arial" w:cstheme="minorHAnsi"/>
                <w:color w:val="000000"/>
              </w:rPr>
            </w:pPr>
            <w:r w:rsidRPr="002442A0">
              <w:rPr>
                <w:rFonts w:eastAsia="Arial" w:cstheme="minorHAnsi"/>
                <w:color w:val="000000"/>
              </w:rPr>
              <w:t xml:space="preserve">min. RSD </w:t>
            </w:r>
            <w:r>
              <w:rPr>
                <w:rFonts w:eastAsia="Arial" w:cstheme="minorHAnsi"/>
                <w:color w:val="000000"/>
              </w:rPr>
              <w:t>80</w:t>
            </w:r>
            <w:r w:rsidRPr="002442A0">
              <w:rPr>
                <w:rFonts w:eastAsia="Arial" w:cstheme="minorHAnsi"/>
                <w:color w:val="000000"/>
              </w:rPr>
              <w:t>.00</w:t>
            </w:r>
          </w:p>
        </w:tc>
      </w:tr>
      <w:tr w:rsidR="004C563B" w:rsidRPr="0042658C" w14:paraId="46A0D33A" w14:textId="77777777">
        <w:trPr>
          <w:cantSplit/>
          <w:trHeight w:hRule="exact" w:val="328"/>
        </w:trPr>
        <w:tc>
          <w:tcPr>
            <w:tcW w:w="1110"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23D349D2" w14:textId="77777777" w:rsidR="004C563B" w:rsidRPr="0042658C" w:rsidRDefault="00ED1567">
            <w:pPr>
              <w:spacing w:before="70" w:after="0" w:line="234" w:lineRule="auto"/>
              <w:ind w:left="19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r w:rsidRPr="0042658C">
              <w:rPr>
                <w:rFonts w:eastAsia="Arial" w:cstheme="minorHAnsi"/>
                <w:color w:val="000000"/>
                <w:spacing w:val="-1"/>
              </w:rPr>
              <w:t>2</w:t>
            </w:r>
            <w:r w:rsidRPr="0042658C">
              <w:rPr>
                <w:rFonts w:eastAsia="Arial" w:cstheme="minorHAnsi"/>
                <w:color w:val="000000"/>
              </w:rPr>
              <w:t>.</w:t>
            </w:r>
          </w:p>
        </w:tc>
        <w:tc>
          <w:tcPr>
            <w:tcW w:w="8459"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7BC3B243" w14:textId="1A184BF6" w:rsidR="004C563B" w:rsidRPr="0042658C" w:rsidRDefault="00E84EB9">
            <w:pPr>
              <w:spacing w:before="70" w:after="0" w:line="234" w:lineRule="auto"/>
              <w:ind w:left="70" w:right="-20"/>
              <w:rPr>
                <w:rFonts w:eastAsia="Arial" w:cstheme="minorHAnsi"/>
                <w:color w:val="000000"/>
              </w:rPr>
            </w:pPr>
            <w:r w:rsidRPr="0042658C">
              <w:rPr>
                <w:rFonts w:eastAsia="Arial" w:cstheme="minorHAnsi"/>
                <w:color w:val="000000"/>
              </w:rPr>
              <w:t>By e-banking</w:t>
            </w:r>
          </w:p>
        </w:tc>
        <w:tc>
          <w:tcPr>
            <w:tcW w:w="2400"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1D9A9E4A" w14:textId="77777777" w:rsidR="004C563B" w:rsidRPr="0042658C" w:rsidRDefault="00ED1567">
            <w:pPr>
              <w:spacing w:before="70" w:after="0" w:line="234" w:lineRule="auto"/>
              <w:ind w:left="1711"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06</w:t>
            </w:r>
            <w:r w:rsidRPr="0042658C">
              <w:rPr>
                <w:rFonts w:eastAsia="Arial" w:cstheme="minorHAnsi"/>
                <w:color w:val="000000"/>
              </w:rPr>
              <w:t>%</w:t>
            </w:r>
          </w:p>
        </w:tc>
        <w:tc>
          <w:tcPr>
            <w:tcW w:w="3258"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4FB750BA" w14:textId="1E987D66" w:rsidR="004C563B" w:rsidRPr="0042658C" w:rsidRDefault="002442A0">
            <w:pPr>
              <w:spacing w:before="70" w:after="0" w:line="234" w:lineRule="auto"/>
              <w:ind w:left="1697" w:right="-20"/>
              <w:rPr>
                <w:rFonts w:eastAsia="Arial" w:cstheme="minorHAnsi"/>
                <w:color w:val="000000"/>
              </w:rPr>
            </w:pPr>
            <w:r w:rsidRPr="002442A0">
              <w:rPr>
                <w:rFonts w:eastAsia="Arial" w:cstheme="minorHAnsi"/>
                <w:color w:val="000000"/>
              </w:rPr>
              <w:t xml:space="preserve">min. RSD </w:t>
            </w:r>
            <w:r>
              <w:rPr>
                <w:rFonts w:eastAsia="Arial" w:cstheme="minorHAnsi"/>
                <w:color w:val="000000"/>
              </w:rPr>
              <w:t>60</w:t>
            </w:r>
            <w:r w:rsidRPr="002442A0">
              <w:rPr>
                <w:rFonts w:eastAsia="Arial" w:cstheme="minorHAnsi"/>
                <w:color w:val="000000"/>
              </w:rPr>
              <w:t>.00</w:t>
            </w:r>
          </w:p>
        </w:tc>
      </w:tr>
      <w:tr w:rsidR="004C563B" w:rsidRPr="0042658C" w14:paraId="72433D36" w14:textId="77777777">
        <w:trPr>
          <w:cantSplit/>
          <w:trHeight w:hRule="exact" w:val="325"/>
        </w:trPr>
        <w:tc>
          <w:tcPr>
            <w:tcW w:w="1110"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2D421E0" w14:textId="77777777" w:rsidR="004C563B" w:rsidRPr="0042658C" w:rsidRDefault="00ED1567">
            <w:pPr>
              <w:spacing w:before="70" w:after="0" w:line="231" w:lineRule="auto"/>
              <w:ind w:left="513" w:right="-20"/>
              <w:rPr>
                <w:rFonts w:eastAsia="Arial" w:cstheme="minorHAnsi"/>
                <w:b/>
                <w:bCs/>
                <w:color w:val="000000"/>
              </w:rPr>
            </w:pPr>
            <w:r w:rsidRPr="0042658C">
              <w:rPr>
                <w:rFonts w:eastAsia="Arial" w:cstheme="minorHAnsi"/>
                <w:b/>
                <w:bCs/>
                <w:color w:val="000000"/>
              </w:rPr>
              <w:t>2</w:t>
            </w:r>
          </w:p>
        </w:tc>
        <w:tc>
          <w:tcPr>
            <w:tcW w:w="14118" w:type="dxa"/>
            <w:gridSpan w:val="3"/>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F2464FE" w14:textId="26030655" w:rsidR="004C563B" w:rsidRPr="0042658C" w:rsidRDefault="00E84EB9">
            <w:pPr>
              <w:spacing w:before="70" w:after="0" w:line="231" w:lineRule="auto"/>
              <w:ind w:left="70" w:right="-20"/>
              <w:rPr>
                <w:rFonts w:eastAsia="Arial" w:cstheme="minorHAnsi"/>
                <w:b/>
                <w:bCs/>
                <w:color w:val="000000"/>
              </w:rPr>
            </w:pPr>
            <w:r w:rsidRPr="0042658C">
              <w:rPr>
                <w:rFonts w:eastAsia="Arial" w:cstheme="minorHAnsi"/>
                <w:b/>
                <w:bCs/>
                <w:color w:val="000000"/>
              </w:rPr>
              <w:t>CASH TRANSFER OF ASSETS IN RSD</w:t>
            </w:r>
          </w:p>
        </w:tc>
      </w:tr>
      <w:tr w:rsidR="004C563B" w:rsidRPr="0042658C" w14:paraId="1A213EB7" w14:textId="77777777">
        <w:trPr>
          <w:cantSplit/>
          <w:trHeight w:hRule="exact" w:val="332"/>
        </w:trPr>
        <w:tc>
          <w:tcPr>
            <w:tcW w:w="1110"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89031C3" w14:textId="77777777" w:rsidR="004C563B" w:rsidRPr="0042658C" w:rsidRDefault="004C563B">
            <w:pPr>
              <w:spacing w:after="19" w:line="220" w:lineRule="exact"/>
              <w:rPr>
                <w:rFonts w:eastAsia="Times New Roman" w:cstheme="minorHAnsi"/>
              </w:rPr>
            </w:pPr>
          </w:p>
          <w:p w14:paraId="6ED1C41A" w14:textId="77777777" w:rsidR="004C563B" w:rsidRPr="0042658C" w:rsidRDefault="00ED1567">
            <w:pPr>
              <w:spacing w:after="0" w:line="240" w:lineRule="auto"/>
              <w:ind w:left="38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8459"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005D177B" w14:textId="77777777" w:rsidR="004C563B" w:rsidRPr="0042658C" w:rsidRDefault="004C563B">
            <w:pPr>
              <w:spacing w:after="19" w:line="220" w:lineRule="exact"/>
              <w:rPr>
                <w:rFonts w:eastAsia="Times New Roman" w:cstheme="minorHAnsi"/>
              </w:rPr>
            </w:pPr>
          </w:p>
          <w:p w14:paraId="0E5A6AE1" w14:textId="79D21750" w:rsidR="004C563B" w:rsidRPr="0042658C" w:rsidRDefault="00E84EB9">
            <w:pPr>
              <w:spacing w:after="0" w:line="240" w:lineRule="auto"/>
              <w:ind w:left="70" w:right="-20"/>
              <w:rPr>
                <w:rFonts w:eastAsia="Arial" w:cstheme="minorHAnsi"/>
                <w:color w:val="000000"/>
              </w:rPr>
            </w:pPr>
            <w:r w:rsidRPr="0042658C">
              <w:rPr>
                <w:rFonts w:eastAsia="Arial" w:cstheme="minorHAnsi"/>
                <w:color w:val="000000"/>
              </w:rPr>
              <w:t>Cash payment from the payment account by submitting a payment order</w:t>
            </w:r>
          </w:p>
        </w:tc>
        <w:tc>
          <w:tcPr>
            <w:tcW w:w="2400"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DC2FF20" w14:textId="77777777" w:rsidR="004C563B" w:rsidRPr="0042658C" w:rsidRDefault="004C563B">
            <w:pPr>
              <w:spacing w:after="19" w:line="220" w:lineRule="exact"/>
              <w:rPr>
                <w:rFonts w:eastAsia="Times New Roman" w:cstheme="minorHAnsi"/>
              </w:rPr>
            </w:pPr>
          </w:p>
          <w:p w14:paraId="7CC2381C" w14:textId="77777777" w:rsidR="004C563B" w:rsidRPr="0042658C" w:rsidRDefault="00ED1567">
            <w:pPr>
              <w:spacing w:after="0" w:line="240" w:lineRule="auto"/>
              <w:ind w:left="885"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50</w:t>
            </w:r>
            <w:r w:rsidRPr="0042658C">
              <w:rPr>
                <w:rFonts w:eastAsia="Arial" w:cstheme="minorHAnsi"/>
                <w:color w:val="000000"/>
              </w:rPr>
              <w:t>%</w:t>
            </w: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1EF7326" w14:textId="0A5A352F" w:rsidR="004C563B" w:rsidRPr="0042658C" w:rsidRDefault="002442A0">
            <w:pPr>
              <w:spacing w:before="75" w:after="0" w:line="232" w:lineRule="auto"/>
              <w:ind w:left="1632" w:right="-20"/>
              <w:rPr>
                <w:rFonts w:eastAsia="Arial" w:cstheme="minorHAnsi"/>
                <w:color w:val="000000"/>
              </w:rPr>
            </w:pPr>
            <w:r w:rsidRPr="002442A0">
              <w:rPr>
                <w:rFonts w:eastAsia="Arial" w:cstheme="minorHAnsi"/>
                <w:color w:val="000000"/>
              </w:rPr>
              <w:t xml:space="preserve">min. RSD </w:t>
            </w:r>
            <w:r>
              <w:rPr>
                <w:rFonts w:eastAsia="Arial" w:cstheme="minorHAnsi"/>
                <w:color w:val="000000"/>
              </w:rPr>
              <w:t>20</w:t>
            </w:r>
            <w:r w:rsidRPr="002442A0">
              <w:rPr>
                <w:rFonts w:eastAsia="Arial" w:cstheme="minorHAnsi"/>
                <w:color w:val="000000"/>
              </w:rPr>
              <w:t>.00</w:t>
            </w:r>
          </w:p>
        </w:tc>
      </w:tr>
      <w:tr w:rsidR="004C563B" w:rsidRPr="0042658C" w14:paraId="5DCB1EA5" w14:textId="77777777">
        <w:trPr>
          <w:cantSplit/>
          <w:trHeight w:hRule="exact" w:val="326"/>
        </w:trPr>
        <w:tc>
          <w:tcPr>
            <w:tcW w:w="1110"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86FB805" w14:textId="77777777" w:rsidR="004C563B" w:rsidRPr="0042658C" w:rsidRDefault="004C563B">
            <w:pPr>
              <w:rPr>
                <w:rFonts w:cstheme="minorHAnsi"/>
              </w:rPr>
            </w:pPr>
          </w:p>
        </w:tc>
        <w:tc>
          <w:tcPr>
            <w:tcW w:w="8459"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0F33A82" w14:textId="77777777" w:rsidR="004C563B" w:rsidRPr="0042658C" w:rsidRDefault="004C563B">
            <w:pPr>
              <w:rPr>
                <w:rFonts w:cstheme="minorHAnsi"/>
              </w:rPr>
            </w:pPr>
          </w:p>
        </w:tc>
        <w:tc>
          <w:tcPr>
            <w:tcW w:w="2400"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E186AE3" w14:textId="77777777" w:rsidR="004C563B" w:rsidRPr="0042658C" w:rsidRDefault="004C563B">
            <w:pPr>
              <w:rPr>
                <w:rFonts w:cstheme="minorHAnsi"/>
              </w:rPr>
            </w:pPr>
          </w:p>
        </w:tc>
        <w:tc>
          <w:tcPr>
            <w:tcW w:w="32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9C96241" w14:textId="73EC63C8" w:rsidR="004C563B" w:rsidRPr="0042658C" w:rsidRDefault="002442A0" w:rsidP="002442A0">
            <w:pPr>
              <w:spacing w:before="70" w:after="0" w:line="232" w:lineRule="auto"/>
              <w:ind w:right="-20"/>
              <w:rPr>
                <w:rFonts w:eastAsia="Arial" w:cstheme="minorHAnsi"/>
                <w:color w:val="000000"/>
              </w:rPr>
            </w:pPr>
            <w:r>
              <w:rPr>
                <w:rFonts w:eastAsia="Arial" w:cstheme="minorHAnsi"/>
                <w:color w:val="000000"/>
              </w:rPr>
              <w:t xml:space="preserve">                           </w:t>
            </w:r>
            <w:r w:rsidR="00ED1567" w:rsidRPr="0042658C">
              <w:rPr>
                <w:rFonts w:eastAsia="Arial" w:cstheme="minorHAnsi"/>
                <w:color w:val="000000"/>
              </w:rPr>
              <w:t>max.</w:t>
            </w:r>
            <w:r>
              <w:rPr>
                <w:rFonts w:eastAsia="Arial" w:cstheme="minorHAnsi"/>
                <w:color w:val="000000"/>
              </w:rPr>
              <w:t xml:space="preserve">RSD </w:t>
            </w:r>
            <w:r w:rsidR="00ED1567" w:rsidRPr="0042658C">
              <w:rPr>
                <w:rFonts w:eastAsia="Arial" w:cstheme="minorHAnsi"/>
                <w:color w:val="000000"/>
                <w:spacing w:val="-1"/>
              </w:rPr>
              <w:t>50</w:t>
            </w:r>
            <w:r w:rsidR="00D5614A" w:rsidRPr="0042658C">
              <w:rPr>
                <w:rFonts w:eastAsia="Arial" w:cstheme="minorHAnsi"/>
                <w:color w:val="000000"/>
              </w:rPr>
              <w:t>,</w:t>
            </w:r>
            <w:r w:rsidR="00ED1567" w:rsidRPr="0042658C">
              <w:rPr>
                <w:rFonts w:eastAsia="Arial" w:cstheme="minorHAnsi"/>
                <w:color w:val="000000"/>
              </w:rPr>
              <w:t>0</w:t>
            </w:r>
            <w:r w:rsidR="00ED1567" w:rsidRPr="0042658C">
              <w:rPr>
                <w:rFonts w:eastAsia="Arial" w:cstheme="minorHAnsi"/>
                <w:color w:val="000000"/>
                <w:spacing w:val="-1"/>
              </w:rPr>
              <w:t>00</w:t>
            </w:r>
            <w:r w:rsidR="00D5614A" w:rsidRPr="0042658C">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r w:rsidR="004C563B" w:rsidRPr="0042658C" w14:paraId="3CEA30C9" w14:textId="77777777">
        <w:trPr>
          <w:cantSplit/>
          <w:trHeight w:hRule="exact" w:val="331"/>
        </w:trPr>
        <w:tc>
          <w:tcPr>
            <w:tcW w:w="1110"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54638146" w14:textId="77777777" w:rsidR="004C563B" w:rsidRPr="0042658C" w:rsidRDefault="00ED1567">
            <w:pPr>
              <w:spacing w:before="70" w:after="0" w:line="236" w:lineRule="auto"/>
              <w:ind w:left="38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w:t>
            </w:r>
          </w:p>
        </w:tc>
        <w:tc>
          <w:tcPr>
            <w:tcW w:w="8459"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08633266" w14:textId="69F49CDD" w:rsidR="004C563B" w:rsidRPr="0042658C" w:rsidRDefault="00E84EB9">
            <w:pPr>
              <w:spacing w:before="70" w:after="0" w:line="236" w:lineRule="auto"/>
              <w:ind w:left="70" w:right="-20"/>
              <w:rPr>
                <w:rFonts w:eastAsia="Arial" w:cstheme="minorHAnsi"/>
                <w:color w:val="000000"/>
              </w:rPr>
            </w:pPr>
            <w:r w:rsidRPr="0042658C">
              <w:rPr>
                <w:rFonts w:eastAsia="Arial" w:cstheme="minorHAnsi"/>
                <w:color w:val="000000"/>
              </w:rPr>
              <w:t>Cash payment to the payment account by submitting a payment order</w:t>
            </w:r>
          </w:p>
        </w:tc>
        <w:tc>
          <w:tcPr>
            <w:tcW w:w="5658" w:type="dxa"/>
            <w:gridSpan w:val="2"/>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60912FF8" w14:textId="4C7C1718" w:rsidR="004C563B" w:rsidRPr="0042658C" w:rsidRDefault="002442A0" w:rsidP="002442A0">
            <w:pPr>
              <w:spacing w:before="70" w:after="0" w:line="236" w:lineRule="auto"/>
              <w:ind w:right="-20"/>
              <w:rPr>
                <w:rFonts w:eastAsia="Arial" w:cstheme="minorHAnsi"/>
                <w:color w:val="000000"/>
              </w:rPr>
            </w:pPr>
            <w:r>
              <w:rPr>
                <w:rFonts w:eastAsia="Arial" w:cstheme="minorHAnsi"/>
                <w:color w:val="000000"/>
              </w:rPr>
              <w:t xml:space="preserve">                                                                                          RSD </w:t>
            </w:r>
            <w:r w:rsidR="00ED1567" w:rsidRPr="0042658C">
              <w:rPr>
                <w:rFonts w:eastAsia="Arial" w:cstheme="minorHAnsi"/>
                <w:color w:val="000000"/>
              </w:rPr>
              <w:t>2</w:t>
            </w:r>
            <w:r w:rsidR="00ED1567" w:rsidRPr="0042658C">
              <w:rPr>
                <w:rFonts w:eastAsia="Arial" w:cstheme="minorHAnsi"/>
                <w:color w:val="000000"/>
                <w:spacing w:val="-1"/>
              </w:rPr>
              <w:t>0</w:t>
            </w:r>
            <w:r>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r w:rsidR="004C563B" w:rsidRPr="0042658C" w14:paraId="757F7C5F" w14:textId="77777777">
        <w:trPr>
          <w:cantSplit/>
          <w:trHeight w:hRule="exact" w:val="325"/>
        </w:trPr>
        <w:tc>
          <w:tcPr>
            <w:tcW w:w="1110"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F5E53E0" w14:textId="77777777" w:rsidR="004C563B" w:rsidRPr="0042658C" w:rsidRDefault="00ED1567">
            <w:pPr>
              <w:spacing w:before="70" w:after="0" w:line="231" w:lineRule="auto"/>
              <w:ind w:left="513" w:right="-20"/>
              <w:rPr>
                <w:rFonts w:eastAsia="Arial" w:cstheme="minorHAnsi"/>
                <w:b/>
                <w:bCs/>
                <w:color w:val="000000"/>
              </w:rPr>
            </w:pPr>
            <w:r w:rsidRPr="0042658C">
              <w:rPr>
                <w:rFonts w:eastAsia="Arial" w:cstheme="minorHAnsi"/>
                <w:b/>
                <w:bCs/>
                <w:color w:val="000000"/>
              </w:rPr>
              <w:t>3</w:t>
            </w:r>
          </w:p>
        </w:tc>
        <w:tc>
          <w:tcPr>
            <w:tcW w:w="14118" w:type="dxa"/>
            <w:gridSpan w:val="3"/>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0C4B5CE" w14:textId="3E16D6DA" w:rsidR="004C563B" w:rsidRPr="0042658C" w:rsidRDefault="00E84EB9">
            <w:pPr>
              <w:spacing w:before="70" w:after="0" w:line="231" w:lineRule="auto"/>
              <w:ind w:left="70" w:right="-20"/>
              <w:rPr>
                <w:rFonts w:eastAsia="Arial" w:cstheme="minorHAnsi"/>
                <w:b/>
                <w:bCs/>
                <w:color w:val="000000"/>
              </w:rPr>
            </w:pPr>
            <w:r w:rsidRPr="0042658C">
              <w:rPr>
                <w:rFonts w:eastAsia="Arial" w:cstheme="minorHAnsi"/>
                <w:b/>
                <w:bCs/>
                <w:color w:val="000000"/>
              </w:rPr>
              <w:t>FORCED COLLECTION AND COLLECTION BASED ON SECURITY INSTRUMENTS</w:t>
            </w:r>
          </w:p>
        </w:tc>
      </w:tr>
      <w:tr w:rsidR="004C563B" w:rsidRPr="0042658C" w14:paraId="66A65D00" w14:textId="77777777">
        <w:trPr>
          <w:cantSplit/>
          <w:trHeight w:hRule="exact" w:val="334"/>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6D32EDD" w14:textId="77777777" w:rsidR="004C563B" w:rsidRPr="0042658C" w:rsidRDefault="00ED1567">
            <w:pPr>
              <w:spacing w:before="75" w:after="0" w:line="234" w:lineRule="auto"/>
              <w:ind w:left="38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1</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B9B2EB" w14:textId="5004FA5F" w:rsidR="004C563B" w:rsidRPr="0042658C" w:rsidRDefault="00E84EB9">
            <w:pPr>
              <w:spacing w:before="75" w:after="0" w:line="234" w:lineRule="auto"/>
              <w:ind w:left="70" w:right="-20"/>
              <w:rPr>
                <w:rFonts w:eastAsia="Arial" w:cstheme="minorHAnsi"/>
                <w:color w:val="000000"/>
              </w:rPr>
            </w:pPr>
            <w:r w:rsidRPr="0042658C">
              <w:rPr>
                <w:rFonts w:eastAsia="Arial" w:cstheme="minorHAnsi"/>
                <w:color w:val="000000"/>
              </w:rPr>
              <w:t xml:space="preserve">Initiation of forced collection </w:t>
            </w:r>
            <w:r w:rsidR="00ED1567" w:rsidRPr="0042658C">
              <w:rPr>
                <w:rFonts w:eastAsia="Arial" w:cstheme="minorHAnsi"/>
                <w:color w:val="000000"/>
              </w:rPr>
              <w:t>(SMT 71</w:t>
            </w:r>
            <w:r w:rsidR="00ED1567" w:rsidRPr="0042658C">
              <w:rPr>
                <w:rFonts w:eastAsia="Arial" w:cstheme="minorHAnsi"/>
                <w:color w:val="000000"/>
                <w:spacing w:val="-1"/>
              </w:rPr>
              <w:t>0</w:t>
            </w:r>
            <w:r w:rsidR="00ED1567" w:rsidRPr="0042658C">
              <w:rPr>
                <w:rFonts w:eastAsia="Arial" w:cstheme="minorHAnsi"/>
                <w:color w:val="000000"/>
              </w:rPr>
              <w:t>)</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511CB06" w14:textId="229BD3E0" w:rsidR="004C563B" w:rsidRPr="0042658C" w:rsidRDefault="002442A0" w:rsidP="002442A0">
            <w:pPr>
              <w:spacing w:before="75" w:after="0" w:line="234" w:lineRule="auto"/>
              <w:ind w:right="-20"/>
              <w:rPr>
                <w:rFonts w:eastAsia="Arial" w:cstheme="minorHAnsi"/>
                <w:color w:val="000000"/>
              </w:rPr>
            </w:pPr>
            <w:r>
              <w:rPr>
                <w:rFonts w:eastAsia="Arial" w:cstheme="minorHAnsi"/>
                <w:color w:val="000000"/>
              </w:rPr>
              <w:t xml:space="preserve">                                                                                        RSD </w:t>
            </w:r>
            <w:r w:rsidR="00ED1567" w:rsidRPr="0042658C">
              <w:rPr>
                <w:rFonts w:eastAsia="Arial" w:cstheme="minorHAnsi"/>
                <w:color w:val="000000"/>
              </w:rPr>
              <w:t>5</w:t>
            </w:r>
            <w:r w:rsidR="00ED1567" w:rsidRPr="0042658C">
              <w:rPr>
                <w:rFonts w:eastAsia="Arial" w:cstheme="minorHAnsi"/>
                <w:color w:val="000000"/>
                <w:spacing w:val="-1"/>
              </w:rPr>
              <w:t>00</w:t>
            </w:r>
            <w:r>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r w:rsidR="004C563B" w:rsidRPr="0042658C" w14:paraId="053F1342"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4AAF34" w14:textId="77777777" w:rsidR="004C563B" w:rsidRPr="0042658C" w:rsidRDefault="00ED1567">
            <w:pPr>
              <w:spacing w:before="70" w:after="0" w:line="236" w:lineRule="auto"/>
              <w:ind w:left="38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2</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7302E71" w14:textId="67A59ADB" w:rsidR="004C563B" w:rsidRPr="0042658C" w:rsidRDefault="00E84EB9">
            <w:pPr>
              <w:spacing w:before="70" w:after="0" w:line="236" w:lineRule="auto"/>
              <w:ind w:left="70" w:right="-20"/>
              <w:rPr>
                <w:rFonts w:eastAsia="Arial" w:cstheme="minorHAnsi"/>
                <w:color w:val="000000"/>
              </w:rPr>
            </w:pPr>
            <w:r w:rsidRPr="0042658C">
              <w:rPr>
                <w:rFonts w:eastAsia="Arial" w:cstheme="minorHAnsi"/>
                <w:color w:val="000000"/>
              </w:rPr>
              <w:t>Withdrawal of order from forced collection</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E7262A3" w14:textId="1DD6630E" w:rsidR="004C563B" w:rsidRPr="0042658C" w:rsidRDefault="002442A0">
            <w:pPr>
              <w:spacing w:before="70" w:after="0" w:line="236" w:lineRule="auto"/>
              <w:ind w:left="4395" w:right="-20"/>
              <w:rPr>
                <w:rFonts w:eastAsia="Arial" w:cstheme="minorHAnsi"/>
                <w:color w:val="000000"/>
              </w:rPr>
            </w:pPr>
            <w:r>
              <w:rPr>
                <w:rFonts w:eastAsia="Arial" w:cstheme="minorHAnsi"/>
                <w:color w:val="000000"/>
              </w:rPr>
              <w:t xml:space="preserve">RSD </w:t>
            </w:r>
            <w:r w:rsidR="00ED1567" w:rsidRPr="0042658C">
              <w:rPr>
                <w:rFonts w:eastAsia="Arial" w:cstheme="minorHAnsi"/>
                <w:color w:val="000000"/>
              </w:rPr>
              <w:t>4</w:t>
            </w:r>
            <w:r w:rsidR="00ED1567" w:rsidRPr="0042658C">
              <w:rPr>
                <w:rFonts w:eastAsia="Arial" w:cstheme="minorHAnsi"/>
                <w:color w:val="000000"/>
                <w:spacing w:val="-1"/>
              </w:rPr>
              <w:t>00</w:t>
            </w:r>
            <w:r>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r w:rsidR="004C563B" w:rsidRPr="0042658C" w14:paraId="0A36A690"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FD2912F" w14:textId="77777777" w:rsidR="004C563B" w:rsidRPr="0042658C" w:rsidRDefault="00ED1567">
            <w:pPr>
              <w:spacing w:before="70" w:after="0" w:line="236" w:lineRule="auto"/>
              <w:ind w:left="38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3</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C18997C" w14:textId="016063CF" w:rsidR="004C563B" w:rsidRPr="0042658C" w:rsidRDefault="00E84EB9">
            <w:pPr>
              <w:spacing w:before="70" w:after="0" w:line="236" w:lineRule="auto"/>
              <w:ind w:left="70" w:right="-20"/>
              <w:rPr>
                <w:rFonts w:eastAsia="Arial" w:cstheme="minorHAnsi"/>
                <w:color w:val="000000"/>
              </w:rPr>
            </w:pPr>
            <w:r w:rsidRPr="0042658C">
              <w:rPr>
                <w:rFonts w:eastAsia="Arial" w:cstheme="minorHAnsi"/>
                <w:color w:val="000000"/>
              </w:rPr>
              <w:t>Forced collection from the client's foreign currency account (RSD equivalent)</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C4E29E" w14:textId="67CBDBEE" w:rsidR="004C563B" w:rsidRPr="0042658C" w:rsidRDefault="00ED1567">
            <w:pPr>
              <w:spacing w:before="70" w:after="0" w:line="236" w:lineRule="auto"/>
              <w:ind w:left="2976" w:right="-20"/>
              <w:rPr>
                <w:rFonts w:eastAsia="Arial" w:cstheme="minorHAnsi"/>
                <w:color w:val="000000"/>
              </w:rPr>
            </w:pPr>
            <w:r w:rsidRPr="0042658C">
              <w:rPr>
                <w:rFonts w:eastAsia="Arial" w:cstheme="minorHAnsi"/>
                <w:color w:val="000000"/>
              </w:rPr>
              <w:t>Tar.</w:t>
            </w:r>
            <w:r w:rsidRPr="0042658C">
              <w:rPr>
                <w:rFonts w:eastAsia="Arial" w:cstheme="minorHAnsi"/>
                <w:color w:val="000000"/>
                <w:spacing w:val="1"/>
              </w:rPr>
              <w:t xml:space="preserve"> </w:t>
            </w:r>
            <w:r w:rsidR="002442A0">
              <w:rPr>
                <w:rFonts w:eastAsia="Arial" w:cstheme="minorHAnsi"/>
                <w:color w:val="000000"/>
              </w:rPr>
              <w:t>par</w:t>
            </w:r>
            <w:r w:rsidRPr="0042658C">
              <w:rPr>
                <w:rFonts w:eastAsia="Arial" w:cstheme="minorHAnsi"/>
                <w:color w:val="000000"/>
                <w:spacing w:val="-2"/>
              </w:rPr>
              <w:t xml:space="preserve"> </w:t>
            </w:r>
            <w:r w:rsidRPr="0042658C">
              <w:rPr>
                <w:rFonts w:eastAsia="Arial" w:cstheme="minorHAnsi"/>
                <w:color w:val="000000"/>
                <w:spacing w:val="-1"/>
              </w:rPr>
              <w:t>1</w:t>
            </w:r>
            <w:r w:rsidRPr="0042658C">
              <w:rPr>
                <w:rFonts w:eastAsia="Arial" w:cstheme="minorHAnsi"/>
                <w:color w:val="000000"/>
              </w:rPr>
              <w:t>.2.1.1</w:t>
            </w:r>
            <w:r w:rsidRPr="0042658C">
              <w:rPr>
                <w:rFonts w:eastAsia="Arial" w:cstheme="minorHAnsi"/>
                <w:color w:val="000000"/>
                <w:spacing w:val="63"/>
              </w:rPr>
              <w:t xml:space="preserve"> </w:t>
            </w:r>
            <w:r w:rsidR="002442A0">
              <w:rPr>
                <w:rFonts w:eastAsia="Arial" w:cstheme="minorHAnsi"/>
                <w:color w:val="000000"/>
              </w:rPr>
              <w:t>and</w:t>
            </w:r>
            <w:r w:rsidRPr="0042658C">
              <w:rPr>
                <w:rFonts w:eastAsia="Arial" w:cstheme="minorHAnsi"/>
                <w:color w:val="000000"/>
                <w:spacing w:val="63"/>
              </w:rPr>
              <w:t xml:space="preserve"> </w:t>
            </w:r>
            <w:r w:rsidRPr="0042658C">
              <w:rPr>
                <w:rFonts w:eastAsia="Arial" w:cstheme="minorHAnsi"/>
                <w:color w:val="000000"/>
              </w:rPr>
              <w:t>1.</w:t>
            </w:r>
            <w:r w:rsidRPr="0042658C">
              <w:rPr>
                <w:rFonts w:eastAsia="Arial" w:cstheme="minorHAnsi"/>
                <w:color w:val="000000"/>
                <w:spacing w:val="-1"/>
              </w:rPr>
              <w:t>2.2</w:t>
            </w:r>
            <w:r w:rsidRPr="0042658C">
              <w:rPr>
                <w:rFonts w:eastAsia="Arial" w:cstheme="minorHAnsi"/>
                <w:color w:val="000000"/>
              </w:rPr>
              <w:t>.1</w:t>
            </w:r>
          </w:p>
        </w:tc>
      </w:tr>
      <w:tr w:rsidR="004C563B" w:rsidRPr="0042658C" w14:paraId="468937B2" w14:textId="77777777">
        <w:trPr>
          <w:cantSplit/>
          <w:trHeight w:hRule="exact" w:val="33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A089A6" w14:textId="77777777" w:rsidR="004C563B" w:rsidRPr="0042658C" w:rsidRDefault="00ED1567">
            <w:pPr>
              <w:spacing w:before="70" w:after="0" w:line="236" w:lineRule="auto"/>
              <w:ind w:left="38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4</w:t>
            </w:r>
            <w:r w:rsidRPr="0042658C">
              <w:rPr>
                <w:rFonts w:eastAsia="Arial" w:cstheme="minorHAnsi"/>
                <w:color w:val="000000"/>
              </w:rPr>
              <w:t>.</w:t>
            </w:r>
          </w:p>
        </w:tc>
        <w:tc>
          <w:tcPr>
            <w:tcW w:w="84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CD8D01" w14:textId="49604A33" w:rsidR="004C563B" w:rsidRPr="0042658C" w:rsidRDefault="0042658C">
            <w:pPr>
              <w:spacing w:before="70" w:after="0" w:line="236" w:lineRule="auto"/>
              <w:ind w:left="70" w:right="-20"/>
              <w:rPr>
                <w:rFonts w:eastAsia="Arial" w:cstheme="minorHAnsi"/>
                <w:color w:val="000000"/>
              </w:rPr>
            </w:pPr>
            <w:r w:rsidRPr="0042658C">
              <w:rPr>
                <w:rFonts w:eastAsia="Arial" w:cstheme="minorHAnsi"/>
                <w:color w:val="000000"/>
              </w:rPr>
              <w:t>Realization of collection by security instruments, exchange bills, authorization etetcetetc.)</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A74830" w14:textId="079E512F" w:rsidR="004C563B" w:rsidRPr="0042658C" w:rsidRDefault="002442A0">
            <w:pPr>
              <w:spacing w:before="70" w:after="0" w:line="236" w:lineRule="auto"/>
              <w:ind w:left="4395" w:right="-20"/>
              <w:rPr>
                <w:rFonts w:eastAsia="Arial" w:cstheme="minorHAnsi"/>
                <w:color w:val="000000"/>
              </w:rPr>
            </w:pPr>
            <w:r>
              <w:rPr>
                <w:rFonts w:eastAsia="Arial" w:cstheme="minorHAnsi"/>
                <w:color w:val="000000"/>
              </w:rPr>
              <w:t xml:space="preserve">RSD </w:t>
            </w:r>
            <w:r w:rsidR="00ED1567" w:rsidRPr="0042658C">
              <w:rPr>
                <w:rFonts w:eastAsia="Arial" w:cstheme="minorHAnsi"/>
                <w:color w:val="000000"/>
              </w:rPr>
              <w:t>5</w:t>
            </w:r>
            <w:r w:rsidR="00ED1567" w:rsidRPr="0042658C">
              <w:rPr>
                <w:rFonts w:eastAsia="Arial" w:cstheme="minorHAnsi"/>
                <w:color w:val="000000"/>
                <w:spacing w:val="-1"/>
              </w:rPr>
              <w:t>00</w:t>
            </w:r>
            <w:r>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bl>
    <w:p w14:paraId="192A94D6" w14:textId="77777777" w:rsidR="004C563B" w:rsidRPr="0042658C" w:rsidRDefault="004C563B">
      <w:pPr>
        <w:rPr>
          <w:rFonts w:cstheme="minorHAnsi"/>
        </w:rPr>
        <w:sectPr w:rsidR="004C563B" w:rsidRPr="0042658C">
          <w:pgSz w:w="16838" w:h="11904" w:orient="landscape"/>
          <w:pgMar w:top="304" w:right="401" w:bottom="883" w:left="998" w:header="720" w:footer="720" w:gutter="0"/>
          <w:cols w:space="708"/>
        </w:sectPr>
      </w:pPr>
    </w:p>
    <w:p w14:paraId="119CA22C" w14:textId="3F831F47"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0560" behindDoc="1" locked="0" layoutInCell="0" allowOverlap="1" wp14:anchorId="21EDBFE9" wp14:editId="38E80731">
                <wp:simplePos x="0" y="0"/>
                <wp:positionH relativeFrom="page">
                  <wp:posOffset>10297414</wp:posOffset>
                </wp:positionH>
                <wp:positionV relativeFrom="paragraph">
                  <wp:posOffset>121870</wp:posOffset>
                </wp:positionV>
                <wp:extent cx="33796" cy="162780"/>
                <wp:effectExtent l="0" t="0" r="0" b="0"/>
                <wp:wrapNone/>
                <wp:docPr id="4" name="drawingObject4"/>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2C3178BD"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21EDBFE9" id="drawingObject4" o:spid="_x0000_s1028" type="#_x0000_t202" style="position:absolute;left:0;text-align:left;margin-left:810.8pt;margin-top:9.6pt;width:2.65pt;height:12.8pt;z-index:-2516659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Dsaq&#10;/6ABAABAAwAADgAAAAAAAAAAAAAAAAAuAgAAZHJzL2Uyb0RvYy54bWxQSwECLQAUAAYACAAAACEA&#10;9V/m7N0AAAALAQAADwAAAAAAAAAAAAAAAAD6AwAAZHJzL2Rvd25yZXYueG1sUEsFBgAAAAAEAAQA&#10;8wAAAAQFAAAAAA==&#10;" o:allowincell="f" filled="f" stroked="f">
                <v:textbox style="mso-fit-shape-to-text:t" inset="0,0,0,0">
                  <w:txbxContent>
                    <w:p w14:paraId="2C3178BD"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41062FF3" w14:textId="77777777" w:rsidR="004C563B" w:rsidRPr="0042658C" w:rsidRDefault="004C563B">
      <w:pPr>
        <w:spacing w:after="0" w:line="240" w:lineRule="exact"/>
        <w:rPr>
          <w:rFonts w:eastAsia="Calibri" w:cstheme="minorHAnsi"/>
          <w:w w:val="96"/>
        </w:rPr>
      </w:pPr>
    </w:p>
    <w:p w14:paraId="256A5F6F" w14:textId="77777777" w:rsidR="004C563B" w:rsidRPr="0042658C" w:rsidRDefault="004C563B">
      <w:pPr>
        <w:spacing w:after="14" w:line="1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01"/>
        <w:gridCol w:w="8469"/>
        <w:gridCol w:w="5658"/>
      </w:tblGrid>
      <w:tr w:rsidR="004C563B" w:rsidRPr="0042658C" w14:paraId="492125B1" w14:textId="77777777">
        <w:trPr>
          <w:cantSplit/>
          <w:trHeight w:hRule="exact" w:val="325"/>
        </w:trPr>
        <w:tc>
          <w:tcPr>
            <w:tcW w:w="1101"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CDBFD36" w14:textId="77777777" w:rsidR="004C563B" w:rsidRPr="0042658C" w:rsidRDefault="00ED1567">
            <w:pPr>
              <w:spacing w:before="70" w:after="0" w:line="231" w:lineRule="auto"/>
              <w:ind w:left="513" w:right="-20"/>
              <w:rPr>
                <w:rFonts w:eastAsia="Arial" w:cstheme="minorHAnsi"/>
                <w:b/>
                <w:bCs/>
                <w:color w:val="000000"/>
              </w:rPr>
            </w:pPr>
            <w:r w:rsidRPr="0042658C">
              <w:rPr>
                <w:rFonts w:eastAsia="Arial" w:cstheme="minorHAnsi"/>
                <w:b/>
                <w:bCs/>
                <w:color w:val="000000"/>
              </w:rPr>
              <w:t>4</w:t>
            </w:r>
          </w:p>
        </w:tc>
        <w:tc>
          <w:tcPr>
            <w:tcW w:w="14127" w:type="dxa"/>
            <w:gridSpan w:val="2"/>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E8E034B" w14:textId="5CC28321" w:rsidR="004C563B" w:rsidRPr="0042658C" w:rsidRDefault="0042658C">
            <w:pPr>
              <w:spacing w:before="70" w:after="0" w:line="231" w:lineRule="auto"/>
              <w:ind w:left="80" w:right="-20"/>
              <w:rPr>
                <w:rFonts w:eastAsia="Arial" w:cstheme="minorHAnsi"/>
                <w:b/>
                <w:bCs/>
                <w:color w:val="000000"/>
              </w:rPr>
            </w:pPr>
            <w:r w:rsidRPr="0042658C">
              <w:rPr>
                <w:rFonts w:eastAsia="Arial" w:cstheme="minorHAnsi"/>
                <w:b/>
                <w:bCs/>
                <w:color w:val="000000"/>
              </w:rPr>
              <w:t>OTHER SERVICES</w:t>
            </w:r>
          </w:p>
        </w:tc>
      </w:tr>
      <w:tr w:rsidR="0042658C" w:rsidRPr="0042658C" w14:paraId="25578F55" w14:textId="77777777">
        <w:trPr>
          <w:cantSplit/>
          <w:trHeight w:hRule="exact" w:val="33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AFE227" w14:textId="77777777" w:rsidR="0042658C" w:rsidRPr="0042658C" w:rsidRDefault="0042658C" w:rsidP="0042658C">
            <w:pPr>
              <w:spacing w:before="75" w:after="0" w:line="236" w:lineRule="auto"/>
              <w:ind w:left="415" w:right="-20"/>
              <w:rPr>
                <w:rFonts w:eastAsia="Arial" w:cstheme="minorHAnsi"/>
                <w:color w:val="000000"/>
              </w:rPr>
            </w:pPr>
            <w:r w:rsidRPr="0042658C">
              <w:rPr>
                <w:rFonts w:eastAsia="Arial" w:cstheme="minorHAnsi"/>
                <w:color w:val="000000"/>
              </w:rPr>
              <w:t>4.1</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183A664" w14:textId="5D6338F2" w:rsidR="0042658C" w:rsidRPr="0042658C" w:rsidRDefault="0042658C" w:rsidP="0042658C">
            <w:pPr>
              <w:spacing w:before="75" w:after="0" w:line="236" w:lineRule="auto"/>
              <w:ind w:left="80" w:right="-20"/>
              <w:rPr>
                <w:rFonts w:eastAsia="Arial" w:cstheme="minorHAnsi"/>
                <w:color w:val="000000"/>
              </w:rPr>
            </w:pPr>
            <w:r w:rsidRPr="0042658C">
              <w:rPr>
                <w:rFonts w:cstheme="minorHAnsi"/>
              </w:rPr>
              <w:t>Opening a payment account</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933B52" w14:textId="05FACDC6" w:rsidR="0042658C" w:rsidRPr="0042658C" w:rsidRDefault="00BD7B1E" w:rsidP="009D68CD">
            <w:pPr>
              <w:spacing w:before="75" w:after="0" w:line="236" w:lineRule="auto"/>
              <w:ind w:right="-20"/>
              <w:rPr>
                <w:rFonts w:eastAsia="Arial" w:cstheme="minorHAnsi"/>
                <w:color w:val="000000"/>
              </w:rPr>
            </w:pPr>
            <w:r>
              <w:rPr>
                <w:rFonts w:eastAsia="Arial" w:cstheme="minorHAnsi"/>
                <w:color w:val="000000"/>
              </w:rPr>
              <w:t>Free of charge</w:t>
            </w:r>
          </w:p>
        </w:tc>
      </w:tr>
      <w:tr w:rsidR="0042658C" w:rsidRPr="0042658C" w14:paraId="71CCC6E7" w14:textId="77777777">
        <w:trPr>
          <w:cantSplit/>
          <w:trHeight w:hRule="exact" w:val="328"/>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2281DA" w14:textId="77777777" w:rsidR="0042658C" w:rsidRPr="0042658C" w:rsidRDefault="0042658C" w:rsidP="0042658C">
            <w:pPr>
              <w:spacing w:before="67" w:after="0" w:line="236" w:lineRule="auto"/>
              <w:ind w:left="38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2</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5DC5718" w14:textId="217A1FB1" w:rsidR="0042658C" w:rsidRPr="0042658C" w:rsidRDefault="0042658C" w:rsidP="0042658C">
            <w:pPr>
              <w:spacing w:before="67" w:after="0" w:line="236" w:lineRule="auto"/>
              <w:ind w:left="80" w:right="-20"/>
              <w:rPr>
                <w:rFonts w:eastAsia="Arial" w:cstheme="minorHAnsi"/>
                <w:color w:val="000000"/>
              </w:rPr>
            </w:pPr>
            <w:r w:rsidRPr="0042658C">
              <w:rPr>
                <w:rFonts w:cstheme="minorHAnsi"/>
              </w:rPr>
              <w:t>Paying account management</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10617D2" w14:textId="627DFF38" w:rsidR="0042658C" w:rsidRPr="0042658C" w:rsidRDefault="009D68CD" w:rsidP="009D68CD">
            <w:pPr>
              <w:spacing w:before="67" w:after="0" w:line="236"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5</w:t>
            </w:r>
            <w:r w:rsidR="0042658C" w:rsidRPr="0042658C">
              <w:rPr>
                <w:rFonts w:eastAsia="Arial" w:cstheme="minorHAnsi"/>
                <w:color w:val="000000"/>
                <w:spacing w:val="-1"/>
              </w:rPr>
              <w:t>00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2658C" w:rsidRPr="0042658C" w14:paraId="7364285A" w14:textId="77777777">
        <w:trPr>
          <w:cantSplit/>
          <w:trHeight w:hRule="exact" w:val="33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7F7702C" w14:textId="77777777" w:rsidR="0042658C" w:rsidRPr="0042658C" w:rsidRDefault="0042658C" w:rsidP="0042658C">
            <w:pPr>
              <w:spacing w:before="70" w:after="0" w:line="236" w:lineRule="auto"/>
              <w:ind w:left="38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3</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A972352" w14:textId="1CC50046" w:rsidR="0042658C" w:rsidRPr="0042658C" w:rsidRDefault="0042658C" w:rsidP="0042658C">
            <w:pPr>
              <w:spacing w:before="70" w:after="0" w:line="236" w:lineRule="auto"/>
              <w:ind w:left="80" w:right="-20"/>
              <w:rPr>
                <w:rFonts w:eastAsia="Arial" w:cstheme="minorHAnsi"/>
                <w:color w:val="000000"/>
              </w:rPr>
            </w:pPr>
            <w:r w:rsidRPr="0042658C">
              <w:rPr>
                <w:rFonts w:cstheme="minorHAnsi"/>
              </w:rPr>
              <w:t xml:space="preserve">Opening and maintaining dedicated </w:t>
            </w:r>
            <w:r w:rsidR="00084CEB">
              <w:rPr>
                <w:rFonts w:cstheme="minorHAnsi"/>
              </w:rPr>
              <w:t>RSD</w:t>
            </w:r>
            <w:r w:rsidRPr="0042658C">
              <w:rPr>
                <w:rFonts w:cstheme="minorHAnsi"/>
              </w:rPr>
              <w:t xml:space="preserve"> accounts (sick leave accounts, etc.)</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32EABD" w14:textId="41AB0877" w:rsidR="0042658C" w:rsidRPr="0042658C" w:rsidRDefault="00BD7B1E" w:rsidP="009D68CD">
            <w:pPr>
              <w:spacing w:before="70" w:after="0" w:line="236" w:lineRule="auto"/>
              <w:ind w:right="-20"/>
              <w:rPr>
                <w:rFonts w:eastAsia="Arial" w:cstheme="minorHAnsi"/>
                <w:color w:val="000000"/>
              </w:rPr>
            </w:pPr>
            <w:r>
              <w:rPr>
                <w:rFonts w:eastAsia="Arial" w:cstheme="minorHAnsi"/>
                <w:color w:val="000000"/>
              </w:rPr>
              <w:t>Free of charge</w:t>
            </w:r>
          </w:p>
        </w:tc>
      </w:tr>
      <w:tr w:rsidR="0042658C" w:rsidRPr="0042658C" w14:paraId="144EC8F1" w14:textId="77777777">
        <w:trPr>
          <w:cantSplit/>
          <w:trHeight w:hRule="exact" w:val="33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6D00C6" w14:textId="77777777" w:rsidR="0042658C" w:rsidRPr="0042658C" w:rsidRDefault="0042658C" w:rsidP="0042658C">
            <w:pPr>
              <w:spacing w:before="70" w:after="0" w:line="236" w:lineRule="auto"/>
              <w:ind w:left="38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4</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4C3A457" w14:textId="641CBDD3" w:rsidR="0042658C" w:rsidRPr="0042658C" w:rsidRDefault="0042658C" w:rsidP="0042658C">
            <w:pPr>
              <w:spacing w:before="70" w:after="0" w:line="236" w:lineRule="auto"/>
              <w:ind w:left="80" w:right="-20"/>
              <w:rPr>
                <w:rFonts w:eastAsia="Arial" w:cstheme="minorHAnsi"/>
                <w:color w:val="000000"/>
              </w:rPr>
            </w:pPr>
            <w:r w:rsidRPr="0042658C">
              <w:rPr>
                <w:rFonts w:cstheme="minorHAnsi"/>
              </w:rPr>
              <w:t xml:space="preserve">Opening and maintaining dedicated </w:t>
            </w:r>
            <w:r w:rsidR="00084CEB">
              <w:rPr>
                <w:rFonts w:cstheme="minorHAnsi"/>
              </w:rPr>
              <w:t>RSD</w:t>
            </w:r>
            <w:r w:rsidRPr="0042658C">
              <w:rPr>
                <w:rFonts w:cstheme="minorHAnsi"/>
              </w:rPr>
              <w:t xml:space="preserve"> accounts at the client's request</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084737A" w14:textId="4D546143" w:rsidR="0042658C" w:rsidRPr="0042658C" w:rsidRDefault="00BD7B1E" w:rsidP="00BD7B1E">
            <w:pPr>
              <w:spacing w:before="70" w:after="0" w:line="236" w:lineRule="auto"/>
              <w:ind w:right="-20"/>
              <w:rPr>
                <w:rFonts w:eastAsia="Arial" w:cstheme="minorHAnsi"/>
                <w:color w:val="000000"/>
              </w:rPr>
            </w:pPr>
            <w:r w:rsidRPr="00BD7B1E">
              <w:rPr>
                <w:rFonts w:eastAsia="Arial" w:cstheme="minorHAnsi"/>
                <w:color w:val="000000"/>
              </w:rPr>
              <w:t>According to the agreement / arrangement</w:t>
            </w:r>
          </w:p>
        </w:tc>
      </w:tr>
      <w:tr w:rsidR="0042658C" w:rsidRPr="0042658C" w14:paraId="64066780" w14:textId="77777777">
        <w:trPr>
          <w:cantSplit/>
          <w:trHeight w:hRule="exact" w:val="328"/>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7F932E" w14:textId="77777777" w:rsidR="0042658C" w:rsidRPr="0042658C" w:rsidRDefault="0042658C" w:rsidP="0042658C">
            <w:pPr>
              <w:spacing w:before="70" w:after="0" w:line="234" w:lineRule="auto"/>
              <w:ind w:left="415" w:right="-20"/>
              <w:rPr>
                <w:rFonts w:eastAsia="Arial" w:cstheme="minorHAnsi"/>
                <w:color w:val="000000"/>
              </w:rPr>
            </w:pPr>
            <w:r w:rsidRPr="0042658C">
              <w:rPr>
                <w:rFonts w:eastAsia="Arial" w:cstheme="minorHAnsi"/>
                <w:color w:val="000000"/>
              </w:rPr>
              <w:t>4.5</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3E0615" w14:textId="63E18AA5" w:rsidR="0042658C" w:rsidRPr="0042658C" w:rsidRDefault="0042658C" w:rsidP="0042658C">
            <w:pPr>
              <w:spacing w:before="70" w:after="0" w:line="234" w:lineRule="auto"/>
              <w:ind w:left="80" w:right="-20"/>
              <w:rPr>
                <w:rFonts w:eastAsia="Arial" w:cstheme="minorHAnsi"/>
                <w:color w:val="000000"/>
              </w:rPr>
            </w:pPr>
            <w:r w:rsidRPr="0042658C">
              <w:rPr>
                <w:rFonts w:cstheme="minorHAnsi"/>
              </w:rPr>
              <w:t>Closing payment accounts of legal entities</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07C1A35" w14:textId="61641F84" w:rsidR="0042658C" w:rsidRPr="0042658C" w:rsidRDefault="009D68CD" w:rsidP="009D68CD">
            <w:pPr>
              <w:spacing w:before="70" w:after="0" w:line="234"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5</w:t>
            </w:r>
            <w:r w:rsidR="0042658C" w:rsidRPr="0042658C">
              <w:rPr>
                <w:rFonts w:eastAsia="Arial" w:cstheme="minorHAnsi"/>
                <w:color w:val="000000"/>
                <w:spacing w:val="-1"/>
              </w:rPr>
              <w:t>00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C563B" w:rsidRPr="0042658C" w14:paraId="65E95258" w14:textId="77777777">
        <w:trPr>
          <w:cantSplit/>
          <w:trHeight w:hRule="exact" w:val="33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BD8A44" w14:textId="77777777" w:rsidR="004C563B" w:rsidRPr="0042658C" w:rsidRDefault="004C563B">
            <w:pPr>
              <w:rPr>
                <w:rFonts w:cstheme="minorHAnsi"/>
              </w:rPr>
            </w:pP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6E3AB4" w14:textId="77777777" w:rsidR="004C563B" w:rsidRPr="0042658C" w:rsidRDefault="004C563B">
            <w:pPr>
              <w:rPr>
                <w:rFonts w:cstheme="minorHAnsi"/>
              </w:rPr>
            </w:pP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CEE9B9" w14:textId="77777777" w:rsidR="004C563B" w:rsidRPr="0042658C" w:rsidRDefault="004C563B">
            <w:pPr>
              <w:rPr>
                <w:rFonts w:cstheme="minorHAnsi"/>
              </w:rPr>
            </w:pPr>
          </w:p>
        </w:tc>
      </w:tr>
      <w:tr w:rsidR="0042658C" w:rsidRPr="0042658C" w14:paraId="674F2F03" w14:textId="77777777">
        <w:trPr>
          <w:cantSplit/>
          <w:trHeight w:hRule="exact" w:val="33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308E8A3" w14:textId="77777777" w:rsidR="0042658C" w:rsidRPr="0042658C" w:rsidRDefault="0042658C" w:rsidP="0042658C">
            <w:pPr>
              <w:spacing w:before="70" w:after="0" w:line="236" w:lineRule="auto"/>
              <w:ind w:left="38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6</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D199EB" w14:textId="6896DB00" w:rsidR="0042658C" w:rsidRPr="0042658C" w:rsidRDefault="0042658C" w:rsidP="0042658C">
            <w:pPr>
              <w:spacing w:before="70" w:after="0" w:line="236" w:lineRule="auto"/>
              <w:ind w:left="80" w:right="-20"/>
              <w:rPr>
                <w:rFonts w:eastAsia="Arial" w:cstheme="minorHAnsi"/>
                <w:color w:val="000000"/>
              </w:rPr>
            </w:pPr>
            <w:r w:rsidRPr="0042658C">
              <w:rPr>
                <w:rFonts w:cstheme="minorHAnsi"/>
              </w:rPr>
              <w:t>Issuance of certificates at the request of the client</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F0AAB01" w14:textId="32572066" w:rsidR="0042658C" w:rsidRPr="0042658C" w:rsidRDefault="009D68CD" w:rsidP="009D68CD">
            <w:pPr>
              <w:spacing w:before="70" w:after="0" w:line="236"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5</w:t>
            </w:r>
            <w:r w:rsidR="0042658C" w:rsidRPr="0042658C">
              <w:rPr>
                <w:rFonts w:eastAsia="Arial" w:cstheme="minorHAnsi"/>
                <w:color w:val="000000"/>
                <w:spacing w:val="-1"/>
              </w:rPr>
              <w:t>00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2658C" w:rsidRPr="0042658C" w14:paraId="248C3703" w14:textId="77777777">
        <w:trPr>
          <w:cantSplit/>
          <w:trHeight w:hRule="exact" w:val="33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3CB6446" w14:textId="77777777" w:rsidR="0042658C" w:rsidRPr="0042658C" w:rsidRDefault="0042658C" w:rsidP="0042658C">
            <w:pPr>
              <w:spacing w:before="70" w:after="0" w:line="236" w:lineRule="auto"/>
              <w:ind w:left="38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7</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CD2B7A3" w14:textId="3B0C27D2" w:rsidR="0042658C" w:rsidRPr="0042658C" w:rsidRDefault="0042658C" w:rsidP="0042658C">
            <w:pPr>
              <w:spacing w:before="70" w:after="0" w:line="236" w:lineRule="auto"/>
              <w:ind w:left="80" w:right="-20"/>
              <w:rPr>
                <w:rFonts w:eastAsia="Arial" w:cstheme="minorHAnsi"/>
                <w:color w:val="000000"/>
              </w:rPr>
            </w:pPr>
            <w:r w:rsidRPr="0042658C">
              <w:rPr>
                <w:rFonts w:cstheme="minorHAnsi"/>
              </w:rPr>
              <w:t>Issuance of extraordinary statement (statements older than 30 days)</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DB9267" w14:textId="5ADFDE6F" w:rsidR="0042658C" w:rsidRPr="0042658C" w:rsidRDefault="009D68CD" w:rsidP="009D68CD">
            <w:pPr>
              <w:spacing w:before="70" w:after="0" w:line="236"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5</w:t>
            </w:r>
            <w:r w:rsidR="0042658C" w:rsidRPr="0042658C">
              <w:rPr>
                <w:rFonts w:eastAsia="Arial" w:cstheme="minorHAnsi"/>
                <w:color w:val="000000"/>
                <w:spacing w:val="-1"/>
              </w:rPr>
              <w:t>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2658C" w:rsidRPr="0042658C" w14:paraId="62C6AB78"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2272D68" w14:textId="77777777" w:rsidR="0042658C" w:rsidRPr="0042658C" w:rsidRDefault="0042658C" w:rsidP="0042658C">
            <w:pPr>
              <w:spacing w:before="70" w:after="0" w:line="232"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8</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405B4EB" w14:textId="7B0F3F48" w:rsidR="0042658C" w:rsidRPr="0042658C" w:rsidRDefault="0042658C" w:rsidP="0042658C">
            <w:pPr>
              <w:spacing w:before="70" w:after="0" w:line="232" w:lineRule="auto"/>
              <w:ind w:left="70" w:right="-20"/>
              <w:rPr>
                <w:rFonts w:eastAsia="Arial" w:cstheme="minorHAnsi"/>
                <w:color w:val="000000"/>
              </w:rPr>
            </w:pPr>
            <w:r w:rsidRPr="0042658C">
              <w:rPr>
                <w:rFonts w:cstheme="minorHAnsi"/>
              </w:rPr>
              <w:t>Registration and deletion of bills of exchange / authorizations based on issuance</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FA4F73" w14:textId="77047B6D" w:rsidR="0042658C" w:rsidRPr="0042658C" w:rsidRDefault="009D68CD" w:rsidP="009D68CD">
            <w:pPr>
              <w:spacing w:before="70" w:after="0" w:line="232"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1</w:t>
            </w:r>
            <w:r w:rsidR="0042658C" w:rsidRPr="0042658C">
              <w:rPr>
                <w:rFonts w:eastAsia="Arial" w:cstheme="minorHAnsi"/>
                <w:color w:val="000000"/>
                <w:spacing w:val="-1"/>
              </w:rPr>
              <w:t>00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2658C" w:rsidRPr="0042658C" w14:paraId="5FAE6726"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ACF960" w14:textId="77777777" w:rsidR="0042658C" w:rsidRPr="0042658C" w:rsidRDefault="0042658C" w:rsidP="0042658C">
            <w:pPr>
              <w:spacing w:before="70" w:after="0" w:line="232"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9</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8E7CF76" w14:textId="5917581F" w:rsidR="0042658C" w:rsidRPr="0042658C" w:rsidRDefault="0042658C" w:rsidP="0042658C">
            <w:pPr>
              <w:spacing w:before="70" w:after="0" w:line="232" w:lineRule="auto"/>
              <w:ind w:left="70" w:right="-20"/>
              <w:rPr>
                <w:rFonts w:eastAsia="Arial" w:cstheme="minorHAnsi"/>
                <w:color w:val="000000"/>
              </w:rPr>
            </w:pPr>
            <w:r w:rsidRPr="0042658C">
              <w:rPr>
                <w:rFonts w:cstheme="minorHAnsi"/>
              </w:rPr>
              <w:t>Issuance of a certificate of registration and deletion of bills of exchange / authorizations</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00EB7CF" w14:textId="522A6119" w:rsidR="0042658C" w:rsidRPr="0042658C" w:rsidRDefault="009D68CD" w:rsidP="009D68CD">
            <w:pPr>
              <w:spacing w:before="70" w:after="0" w:line="232"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1</w:t>
            </w:r>
            <w:r w:rsidR="0042658C" w:rsidRPr="0042658C">
              <w:rPr>
                <w:rFonts w:eastAsia="Arial" w:cstheme="minorHAnsi"/>
                <w:color w:val="000000"/>
                <w:spacing w:val="-1"/>
              </w:rPr>
              <w:t>00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2658C" w:rsidRPr="0042658C" w14:paraId="22191083"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0B80CAC" w14:textId="77777777" w:rsidR="0042658C" w:rsidRPr="0042658C" w:rsidRDefault="0042658C" w:rsidP="0042658C">
            <w:pPr>
              <w:spacing w:before="70" w:after="0" w:line="232" w:lineRule="auto"/>
              <w:ind w:left="309"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1</w:t>
            </w:r>
            <w:r w:rsidRPr="0042658C">
              <w:rPr>
                <w:rFonts w:eastAsia="Arial" w:cstheme="minorHAnsi"/>
                <w:color w:val="000000"/>
              </w:rPr>
              <w:t>0.</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FCB0397" w14:textId="60C2CFEB" w:rsidR="0042658C" w:rsidRPr="0042658C" w:rsidRDefault="0042658C" w:rsidP="0042658C">
            <w:pPr>
              <w:spacing w:before="70" w:after="0" w:line="232" w:lineRule="auto"/>
              <w:ind w:left="70" w:right="-20"/>
              <w:rPr>
                <w:rFonts w:eastAsia="Arial" w:cstheme="minorHAnsi"/>
                <w:color w:val="000000"/>
              </w:rPr>
            </w:pPr>
            <w:r w:rsidRPr="0042658C">
              <w:rPr>
                <w:rFonts w:cstheme="minorHAnsi"/>
              </w:rPr>
              <w:t>Issuance of a certificate of executed order</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A55A147" w14:textId="42D3F156" w:rsidR="0042658C" w:rsidRPr="0042658C" w:rsidRDefault="009D68CD" w:rsidP="009D68CD">
            <w:pPr>
              <w:spacing w:before="70" w:after="0" w:line="232" w:lineRule="auto"/>
              <w:ind w:right="-20"/>
              <w:rPr>
                <w:rFonts w:eastAsia="Arial" w:cstheme="minorHAnsi"/>
                <w:color w:val="000000"/>
              </w:rPr>
            </w:pPr>
            <w:r>
              <w:rPr>
                <w:rFonts w:eastAsia="Arial" w:cstheme="minorHAnsi"/>
                <w:color w:val="000000"/>
              </w:rPr>
              <w:t xml:space="preserve">RSD </w:t>
            </w:r>
            <w:r w:rsidR="0042658C" w:rsidRPr="0042658C">
              <w:rPr>
                <w:rFonts w:eastAsia="Arial" w:cstheme="minorHAnsi"/>
                <w:color w:val="000000"/>
              </w:rPr>
              <w:t>1</w:t>
            </w:r>
            <w:r w:rsidR="0042658C" w:rsidRPr="0042658C">
              <w:rPr>
                <w:rFonts w:eastAsia="Arial" w:cstheme="minorHAnsi"/>
                <w:color w:val="000000"/>
                <w:spacing w:val="-1"/>
              </w:rPr>
              <w:t>00</w:t>
            </w:r>
            <w:r w:rsidR="00BD7B1E">
              <w:rPr>
                <w:rFonts w:eastAsia="Arial" w:cstheme="minorHAnsi"/>
                <w:color w:val="000000"/>
              </w:rPr>
              <w:t>.</w:t>
            </w:r>
            <w:r w:rsidR="0042658C" w:rsidRPr="0042658C">
              <w:rPr>
                <w:rFonts w:eastAsia="Arial" w:cstheme="minorHAnsi"/>
                <w:color w:val="000000"/>
                <w:spacing w:val="-1"/>
              </w:rPr>
              <w:t>0</w:t>
            </w:r>
            <w:r w:rsidR="0042658C" w:rsidRPr="0042658C">
              <w:rPr>
                <w:rFonts w:eastAsia="Arial" w:cstheme="minorHAnsi"/>
                <w:color w:val="000000"/>
              </w:rPr>
              <w:t xml:space="preserve">0 </w:t>
            </w:r>
          </w:p>
        </w:tc>
      </w:tr>
      <w:tr w:rsidR="004C563B" w:rsidRPr="0042658C" w14:paraId="730A2BF8"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69B44C3" w14:textId="77777777" w:rsidR="004C563B" w:rsidRPr="0042658C" w:rsidRDefault="00ED1567">
            <w:pPr>
              <w:spacing w:before="70" w:after="0" w:line="232" w:lineRule="auto"/>
              <w:ind w:left="309"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1</w:t>
            </w:r>
            <w:r w:rsidRPr="0042658C">
              <w:rPr>
                <w:rFonts w:eastAsia="Arial" w:cstheme="minorHAnsi"/>
                <w:color w:val="000000"/>
              </w:rPr>
              <w:t>1.</w:t>
            </w:r>
          </w:p>
        </w:tc>
        <w:tc>
          <w:tcPr>
            <w:tcW w:w="1412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A9B824" w14:textId="2C27393E" w:rsidR="004C563B" w:rsidRPr="0042658C" w:rsidRDefault="00BD7B1E">
            <w:pPr>
              <w:tabs>
                <w:tab w:val="left" w:pos="12864"/>
              </w:tabs>
              <w:spacing w:before="70" w:after="0" w:line="232" w:lineRule="auto"/>
              <w:ind w:left="70" w:right="-20"/>
              <w:rPr>
                <w:rFonts w:eastAsia="Arial" w:cstheme="minorHAnsi"/>
                <w:color w:val="000000"/>
              </w:rPr>
            </w:pPr>
            <w:r w:rsidRPr="00BD7B1E">
              <w:rPr>
                <w:rFonts w:eastAsia="Arial" w:cstheme="minorHAnsi"/>
                <w:color w:val="000000"/>
              </w:rPr>
              <w:t>Issuance of a certificate of paid fees and charges for vehicle registration</w:t>
            </w:r>
            <w:r w:rsidR="009D68CD">
              <w:rPr>
                <w:rFonts w:eastAsia="Arial" w:cstheme="minorHAnsi"/>
                <w:color w:val="000000"/>
              </w:rPr>
              <w:t xml:space="preserve">                                        RSD </w:t>
            </w:r>
            <w:r w:rsidR="00ED1567" w:rsidRPr="0042658C">
              <w:rPr>
                <w:rFonts w:eastAsia="Arial" w:cstheme="minorHAnsi"/>
                <w:color w:val="000000"/>
              </w:rPr>
              <w:t>3</w:t>
            </w:r>
            <w:r w:rsidR="00ED1567" w:rsidRPr="0042658C">
              <w:rPr>
                <w:rFonts w:eastAsia="Arial" w:cstheme="minorHAnsi"/>
                <w:color w:val="000000"/>
                <w:spacing w:val="-1"/>
              </w:rPr>
              <w:t>00</w:t>
            </w:r>
            <w:r>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r w:rsidR="004C563B" w:rsidRPr="0042658C" w14:paraId="574B45BC" w14:textId="77777777">
        <w:trPr>
          <w:cantSplit/>
          <w:trHeight w:hRule="exact" w:val="326"/>
        </w:trPr>
        <w:tc>
          <w:tcPr>
            <w:tcW w:w="1522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45C2B3" w14:textId="58041B45" w:rsidR="004C563B" w:rsidRPr="0042658C" w:rsidRDefault="00BD7B1E">
            <w:pPr>
              <w:spacing w:before="70" w:after="0" w:line="232" w:lineRule="auto"/>
              <w:ind w:left="43" w:right="-20"/>
              <w:rPr>
                <w:rFonts w:eastAsia="Arial" w:cstheme="minorHAnsi"/>
                <w:b/>
                <w:bCs/>
                <w:color w:val="000000"/>
              </w:rPr>
            </w:pPr>
            <w:r w:rsidRPr="00BD7B1E">
              <w:rPr>
                <w:rFonts w:eastAsia="Arial" w:cstheme="minorHAnsi"/>
                <w:b/>
                <w:bCs/>
                <w:color w:val="000000"/>
              </w:rPr>
              <w:t xml:space="preserve">NOTES ON TARIFF </w:t>
            </w:r>
            <w:r w:rsidR="00C650FA">
              <w:rPr>
                <w:rFonts w:eastAsia="Arial" w:cstheme="minorHAnsi"/>
                <w:b/>
                <w:bCs/>
                <w:color w:val="000000"/>
              </w:rPr>
              <w:t>PARAGRAPH</w:t>
            </w:r>
            <w:r w:rsidRPr="00BD7B1E">
              <w:rPr>
                <w:rFonts w:eastAsia="Arial" w:cstheme="minorHAnsi"/>
                <w:b/>
                <w:bCs/>
                <w:color w:val="000000"/>
              </w:rPr>
              <w:t xml:space="preserve"> (1st - 4th)</w:t>
            </w:r>
          </w:p>
        </w:tc>
      </w:tr>
      <w:tr w:rsidR="004C563B" w:rsidRPr="0042658C" w14:paraId="66EFD7D6" w14:textId="77777777" w:rsidTr="00BD7B1E">
        <w:trPr>
          <w:cantSplit/>
          <w:trHeight w:hRule="exact" w:val="1234"/>
        </w:trPr>
        <w:tc>
          <w:tcPr>
            <w:tcW w:w="15228" w:type="dxa"/>
            <w:gridSpan w:val="3"/>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13B40FD9" w14:textId="77777777" w:rsidR="00BD7B1E" w:rsidRDefault="00BD7B1E" w:rsidP="00BD7B1E">
            <w:pPr>
              <w:spacing w:before="70" w:after="0" w:line="242" w:lineRule="auto"/>
              <w:ind w:right="3775"/>
              <w:rPr>
                <w:rFonts w:eastAsia="Arial" w:cstheme="minorHAnsi"/>
                <w:color w:val="000000"/>
              </w:rPr>
            </w:pPr>
            <w:r w:rsidRPr="00BD7B1E">
              <w:rPr>
                <w:rFonts w:eastAsia="Arial" w:cstheme="minorHAnsi"/>
                <w:color w:val="000000"/>
              </w:rPr>
              <w:t>The fee for maintaining the payment account is charged monthly, on the first day of the following month for the previous month. The fee for maintaining the payment account is not charged for humanitarian associations and foundations.</w:t>
            </w:r>
          </w:p>
          <w:p w14:paraId="51F5165C" w14:textId="3067A866" w:rsidR="00BD7B1E" w:rsidRPr="00BD7B1E" w:rsidRDefault="00BD7B1E" w:rsidP="00BD7B1E">
            <w:pPr>
              <w:spacing w:before="70" w:after="0" w:line="242" w:lineRule="auto"/>
              <w:ind w:right="3775"/>
              <w:rPr>
                <w:rFonts w:eastAsia="Arial" w:cstheme="minorHAnsi"/>
                <w:color w:val="000000"/>
              </w:rPr>
            </w:pPr>
            <w:r w:rsidRPr="00BD7B1E">
              <w:rPr>
                <w:rFonts w:eastAsia="Arial" w:cstheme="minorHAnsi"/>
                <w:color w:val="000000"/>
              </w:rPr>
              <w:t>Fees by tariff rates 1.2. they are calculated and charged daily from the client's account.</w:t>
            </w:r>
          </w:p>
          <w:p w14:paraId="00CD818E" w14:textId="4267B531" w:rsidR="004C563B" w:rsidRPr="0042658C" w:rsidRDefault="00BD7B1E" w:rsidP="00BD7B1E">
            <w:pPr>
              <w:spacing w:before="1" w:after="0" w:line="240" w:lineRule="auto"/>
              <w:ind w:right="-20"/>
              <w:rPr>
                <w:rFonts w:eastAsia="Arial" w:cstheme="minorHAnsi"/>
                <w:color w:val="000000"/>
              </w:rPr>
            </w:pPr>
            <w:r w:rsidRPr="00BD7B1E">
              <w:rPr>
                <w:rFonts w:eastAsia="Arial" w:cstheme="minorHAnsi"/>
                <w:color w:val="000000"/>
              </w:rPr>
              <w:t>Fees under tariff items 2 and 3 are calculated and charged from the client's account after the realization of the transaction or service.</w:t>
            </w:r>
          </w:p>
        </w:tc>
      </w:tr>
      <w:tr w:rsidR="004C563B" w:rsidRPr="0042658C" w14:paraId="06ABCF85" w14:textId="77777777">
        <w:trPr>
          <w:cantSplit/>
          <w:trHeight w:hRule="exact" w:val="325"/>
        </w:trPr>
        <w:tc>
          <w:tcPr>
            <w:tcW w:w="1101"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A380FE0" w14:textId="77777777" w:rsidR="004C563B" w:rsidRPr="0042658C" w:rsidRDefault="00ED1567">
            <w:pPr>
              <w:spacing w:before="70" w:after="0" w:line="231" w:lineRule="auto"/>
              <w:ind w:left="504" w:right="-20"/>
              <w:rPr>
                <w:rFonts w:eastAsia="Arial" w:cstheme="minorHAnsi"/>
                <w:b/>
                <w:bCs/>
                <w:color w:val="000000"/>
              </w:rPr>
            </w:pPr>
            <w:r w:rsidRPr="0042658C">
              <w:rPr>
                <w:rFonts w:eastAsia="Arial" w:cstheme="minorHAnsi"/>
                <w:b/>
                <w:bCs/>
                <w:color w:val="000000"/>
              </w:rPr>
              <w:t>5</w:t>
            </w:r>
          </w:p>
        </w:tc>
        <w:tc>
          <w:tcPr>
            <w:tcW w:w="14127" w:type="dxa"/>
            <w:gridSpan w:val="2"/>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3C5CF3A" w14:textId="1EC7F3AC" w:rsidR="004C563B" w:rsidRPr="0042658C" w:rsidRDefault="00BD7B1E">
            <w:pPr>
              <w:spacing w:before="70" w:after="0" w:line="231" w:lineRule="auto"/>
              <w:ind w:left="70" w:right="-20"/>
              <w:rPr>
                <w:rFonts w:eastAsia="Arial" w:cstheme="minorHAnsi"/>
                <w:b/>
                <w:bCs/>
                <w:color w:val="000000"/>
              </w:rPr>
            </w:pPr>
            <w:r>
              <w:rPr>
                <w:rFonts w:eastAsia="Arial" w:cstheme="minorHAnsi"/>
                <w:b/>
                <w:bCs/>
                <w:color w:val="000000"/>
              </w:rPr>
              <w:t>E-BANKING</w:t>
            </w:r>
          </w:p>
        </w:tc>
      </w:tr>
      <w:tr w:rsidR="00BD7B1E" w:rsidRPr="0042658C" w14:paraId="51D16D0A" w14:textId="77777777">
        <w:trPr>
          <w:cantSplit/>
          <w:trHeight w:hRule="exact" w:val="328"/>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44E714" w14:textId="77777777" w:rsidR="00BD7B1E" w:rsidRPr="0042658C" w:rsidRDefault="00BD7B1E" w:rsidP="00BD7B1E">
            <w:pPr>
              <w:spacing w:before="71"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1</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61A1DD" w14:textId="3D036A3E" w:rsidR="00BD7B1E" w:rsidRPr="0042658C" w:rsidRDefault="00BD7B1E" w:rsidP="00BD7B1E">
            <w:pPr>
              <w:spacing w:before="71" w:after="0" w:line="232" w:lineRule="auto"/>
              <w:ind w:left="70" w:right="-20"/>
              <w:rPr>
                <w:rFonts w:eastAsia="Arial" w:cstheme="minorHAnsi"/>
                <w:color w:val="000000"/>
              </w:rPr>
            </w:pPr>
            <w:r>
              <w:t>Starting</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8B6C94" w14:textId="33A2E188" w:rsidR="00BD7B1E" w:rsidRPr="0042658C" w:rsidRDefault="00BD7B1E" w:rsidP="009D68CD">
            <w:pPr>
              <w:spacing w:before="71" w:after="0" w:line="232" w:lineRule="auto"/>
              <w:ind w:right="-20"/>
              <w:rPr>
                <w:rFonts w:eastAsia="Arial" w:cstheme="minorHAnsi"/>
                <w:color w:val="000000"/>
              </w:rPr>
            </w:pPr>
            <w:r>
              <w:rPr>
                <w:rFonts w:eastAsia="Arial" w:cstheme="minorHAnsi"/>
                <w:color w:val="000000"/>
              </w:rPr>
              <w:t>Free of charge</w:t>
            </w:r>
          </w:p>
        </w:tc>
      </w:tr>
      <w:tr w:rsidR="00BD7B1E" w:rsidRPr="0042658C" w14:paraId="38B1184C"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50FB76" w14:textId="77777777" w:rsidR="00BD7B1E" w:rsidRPr="0042658C" w:rsidRDefault="00BD7B1E" w:rsidP="00BD7B1E">
            <w:pPr>
              <w:spacing w:before="70"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2</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FCBCE1C" w14:textId="00A494D2" w:rsidR="00BD7B1E" w:rsidRPr="0042658C" w:rsidRDefault="00BD7B1E" w:rsidP="00BD7B1E">
            <w:pPr>
              <w:spacing w:before="70" w:after="0" w:line="232" w:lineRule="auto"/>
              <w:ind w:left="70" w:right="-20"/>
              <w:rPr>
                <w:rFonts w:eastAsia="Arial" w:cstheme="minorHAnsi"/>
                <w:color w:val="000000"/>
              </w:rPr>
            </w:pPr>
            <w:r w:rsidRPr="00FF023F">
              <w:t>Us</w:t>
            </w:r>
            <w:r>
              <w:t>age</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AEE5C3" w14:textId="1EB6BE85" w:rsidR="00BD7B1E" w:rsidRPr="0042658C" w:rsidRDefault="00BD7B1E" w:rsidP="009D68CD">
            <w:pPr>
              <w:spacing w:before="70" w:after="0" w:line="232" w:lineRule="auto"/>
              <w:ind w:right="-20"/>
              <w:rPr>
                <w:rFonts w:eastAsia="Arial" w:cstheme="minorHAnsi"/>
                <w:color w:val="000000"/>
              </w:rPr>
            </w:pPr>
            <w:r w:rsidRPr="00BD7B1E">
              <w:rPr>
                <w:rFonts w:eastAsia="Arial" w:cstheme="minorHAnsi"/>
                <w:color w:val="000000"/>
              </w:rPr>
              <w:t>Free of charge</w:t>
            </w:r>
          </w:p>
        </w:tc>
      </w:tr>
      <w:tr w:rsidR="00BD7B1E" w:rsidRPr="0042658C" w14:paraId="5A4636D8"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FDE6C2" w14:textId="77777777" w:rsidR="00BD7B1E" w:rsidRPr="0042658C" w:rsidRDefault="00BD7B1E" w:rsidP="00BD7B1E">
            <w:pPr>
              <w:spacing w:before="70"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3</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8AA7CC" w14:textId="6610C6CF" w:rsidR="00BD7B1E" w:rsidRPr="0042658C" w:rsidRDefault="00BD7B1E" w:rsidP="00BD7B1E">
            <w:pPr>
              <w:spacing w:before="70" w:after="0" w:line="232" w:lineRule="auto"/>
              <w:ind w:left="70" w:right="-20"/>
              <w:rPr>
                <w:rFonts w:eastAsia="Arial" w:cstheme="minorHAnsi"/>
                <w:color w:val="000000"/>
              </w:rPr>
            </w:pPr>
            <w:r w:rsidRPr="00FF023F">
              <w:t>Equipment (1 reader and 1 card)</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5418BF" w14:textId="6DC0C5BC" w:rsidR="00BD7B1E" w:rsidRPr="0042658C" w:rsidRDefault="009D68CD" w:rsidP="009D68CD">
            <w:pPr>
              <w:spacing w:before="70" w:after="0" w:line="232" w:lineRule="auto"/>
              <w:ind w:right="-20"/>
              <w:rPr>
                <w:rFonts w:eastAsia="Arial" w:cstheme="minorHAnsi"/>
                <w:color w:val="000000"/>
              </w:rPr>
            </w:pPr>
            <w:r>
              <w:rPr>
                <w:rFonts w:eastAsia="Arial" w:cstheme="minorHAnsi"/>
                <w:color w:val="000000"/>
              </w:rPr>
              <w:t xml:space="preserve">RSD </w:t>
            </w:r>
            <w:r w:rsidR="00BD7B1E" w:rsidRPr="0042658C">
              <w:rPr>
                <w:rFonts w:eastAsia="Arial" w:cstheme="minorHAnsi"/>
                <w:color w:val="000000"/>
              </w:rPr>
              <w:t>3</w:t>
            </w:r>
            <w:r w:rsidR="00B84CE6">
              <w:rPr>
                <w:rFonts w:eastAsia="Arial" w:cstheme="minorHAnsi"/>
                <w:color w:val="000000"/>
              </w:rPr>
              <w:t>,</w:t>
            </w:r>
            <w:r w:rsidR="00BD7B1E" w:rsidRPr="0042658C">
              <w:rPr>
                <w:rFonts w:eastAsia="Arial" w:cstheme="minorHAnsi"/>
                <w:color w:val="000000"/>
                <w:spacing w:val="-1"/>
              </w:rPr>
              <w:t>000</w:t>
            </w:r>
            <w:r w:rsidR="00B84CE6">
              <w:rPr>
                <w:rFonts w:eastAsia="Arial" w:cstheme="minorHAnsi"/>
                <w:color w:val="000000"/>
              </w:rPr>
              <w:t>.</w:t>
            </w:r>
            <w:r w:rsidR="00BD7B1E" w:rsidRPr="0042658C">
              <w:rPr>
                <w:rFonts w:eastAsia="Arial" w:cstheme="minorHAnsi"/>
                <w:color w:val="000000"/>
              </w:rPr>
              <w:t xml:space="preserve">00 </w:t>
            </w:r>
          </w:p>
        </w:tc>
      </w:tr>
      <w:tr w:rsidR="00BD7B1E" w:rsidRPr="0042658C" w14:paraId="36CFEDBA"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2B2E60B" w14:textId="77777777" w:rsidR="00BD7B1E" w:rsidRPr="0042658C" w:rsidRDefault="00BD7B1E" w:rsidP="00BD7B1E">
            <w:pPr>
              <w:spacing w:before="70"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4</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4300B37" w14:textId="3E323621" w:rsidR="00BD7B1E" w:rsidRPr="0042658C" w:rsidRDefault="00BD7B1E" w:rsidP="00BD7B1E">
            <w:pPr>
              <w:spacing w:before="70" w:after="0" w:line="232" w:lineRule="auto"/>
              <w:ind w:left="70" w:right="-20"/>
              <w:rPr>
                <w:rFonts w:eastAsia="Arial" w:cstheme="minorHAnsi"/>
                <w:color w:val="000000"/>
              </w:rPr>
            </w:pPr>
            <w:r w:rsidRPr="00FF023F">
              <w:t>Additional card reader (per piece)</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22B00F1" w14:textId="36E7E0D6" w:rsidR="00BD7B1E" w:rsidRPr="0042658C" w:rsidRDefault="009D68CD" w:rsidP="009D68CD">
            <w:pPr>
              <w:spacing w:before="70" w:after="0" w:line="232" w:lineRule="auto"/>
              <w:ind w:right="-20"/>
              <w:rPr>
                <w:rFonts w:eastAsia="Arial" w:cstheme="minorHAnsi"/>
                <w:color w:val="000000"/>
              </w:rPr>
            </w:pPr>
            <w:r>
              <w:rPr>
                <w:rFonts w:eastAsia="Arial" w:cstheme="minorHAnsi"/>
                <w:color w:val="000000"/>
              </w:rPr>
              <w:t xml:space="preserve">RSD </w:t>
            </w:r>
            <w:r w:rsidR="00BD7B1E" w:rsidRPr="0042658C">
              <w:rPr>
                <w:rFonts w:eastAsia="Arial" w:cstheme="minorHAnsi"/>
                <w:color w:val="000000"/>
              </w:rPr>
              <w:t>2</w:t>
            </w:r>
            <w:r w:rsidR="00B84CE6">
              <w:rPr>
                <w:rFonts w:eastAsia="Arial" w:cstheme="minorHAnsi"/>
                <w:color w:val="000000"/>
              </w:rPr>
              <w:t>,</w:t>
            </w:r>
            <w:r w:rsidR="00BD7B1E" w:rsidRPr="0042658C">
              <w:rPr>
                <w:rFonts w:eastAsia="Arial" w:cstheme="minorHAnsi"/>
                <w:color w:val="000000"/>
                <w:spacing w:val="-1"/>
              </w:rPr>
              <w:t>000</w:t>
            </w:r>
            <w:r w:rsidR="00B84CE6">
              <w:rPr>
                <w:rFonts w:eastAsia="Arial" w:cstheme="minorHAnsi"/>
                <w:color w:val="000000"/>
              </w:rPr>
              <w:t>.</w:t>
            </w:r>
            <w:r w:rsidR="00BD7B1E" w:rsidRPr="0042658C">
              <w:rPr>
                <w:rFonts w:eastAsia="Arial" w:cstheme="minorHAnsi"/>
                <w:color w:val="000000"/>
              </w:rPr>
              <w:t xml:space="preserve">00 </w:t>
            </w:r>
          </w:p>
        </w:tc>
      </w:tr>
      <w:tr w:rsidR="00BD7B1E" w:rsidRPr="0042658C" w14:paraId="3419FCBD"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DFB9AE" w14:textId="77777777" w:rsidR="00BD7B1E" w:rsidRPr="0042658C" w:rsidRDefault="00BD7B1E" w:rsidP="00BD7B1E">
            <w:pPr>
              <w:spacing w:before="70"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5</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E3427E" w14:textId="4762EC6D" w:rsidR="00BD7B1E" w:rsidRPr="0042658C" w:rsidRDefault="00BD7B1E" w:rsidP="00BD7B1E">
            <w:pPr>
              <w:spacing w:before="70" w:after="0" w:line="232" w:lineRule="auto"/>
              <w:ind w:left="70" w:right="-20"/>
              <w:rPr>
                <w:rFonts w:eastAsia="Arial" w:cstheme="minorHAnsi"/>
                <w:color w:val="000000"/>
              </w:rPr>
            </w:pPr>
            <w:r w:rsidRPr="00FF023F">
              <w:t>Additional card (per piece) or card out of the package</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F7AC665" w14:textId="10397AEF" w:rsidR="00BD7B1E" w:rsidRPr="0042658C" w:rsidRDefault="009D68CD" w:rsidP="009D68CD">
            <w:pPr>
              <w:spacing w:before="70" w:after="0" w:line="232" w:lineRule="auto"/>
              <w:ind w:right="-20"/>
              <w:rPr>
                <w:rFonts w:eastAsia="Arial" w:cstheme="minorHAnsi"/>
                <w:color w:val="000000"/>
              </w:rPr>
            </w:pPr>
            <w:r>
              <w:rPr>
                <w:rFonts w:eastAsia="Arial" w:cstheme="minorHAnsi"/>
                <w:color w:val="000000"/>
              </w:rPr>
              <w:t xml:space="preserve">RSD </w:t>
            </w:r>
            <w:r w:rsidR="00BD7B1E" w:rsidRPr="0042658C">
              <w:rPr>
                <w:rFonts w:eastAsia="Arial" w:cstheme="minorHAnsi"/>
                <w:color w:val="000000"/>
              </w:rPr>
              <w:t>1</w:t>
            </w:r>
            <w:r w:rsidR="00B84CE6">
              <w:rPr>
                <w:rFonts w:eastAsia="Arial" w:cstheme="minorHAnsi"/>
                <w:color w:val="000000"/>
              </w:rPr>
              <w:t>,</w:t>
            </w:r>
            <w:r w:rsidR="00BD7B1E" w:rsidRPr="0042658C">
              <w:rPr>
                <w:rFonts w:eastAsia="Arial" w:cstheme="minorHAnsi"/>
                <w:color w:val="000000"/>
                <w:spacing w:val="-1"/>
              </w:rPr>
              <w:t>000</w:t>
            </w:r>
            <w:r w:rsidR="00B84CE6">
              <w:rPr>
                <w:rFonts w:eastAsia="Arial" w:cstheme="minorHAnsi"/>
                <w:color w:val="000000"/>
              </w:rPr>
              <w:t>.</w:t>
            </w:r>
            <w:r w:rsidR="00BD7B1E" w:rsidRPr="0042658C">
              <w:rPr>
                <w:rFonts w:eastAsia="Arial" w:cstheme="minorHAnsi"/>
                <w:color w:val="000000"/>
              </w:rPr>
              <w:t xml:space="preserve">00 </w:t>
            </w:r>
          </w:p>
        </w:tc>
      </w:tr>
      <w:tr w:rsidR="00BD7B1E" w:rsidRPr="0042658C" w14:paraId="3685EE65" w14:textId="77777777">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01B5A6" w14:textId="77777777" w:rsidR="00BD7B1E" w:rsidRPr="0042658C" w:rsidRDefault="00BD7B1E" w:rsidP="00BD7B1E">
            <w:pPr>
              <w:spacing w:before="70"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6</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A29D16" w14:textId="7464E4AA" w:rsidR="00BD7B1E" w:rsidRPr="0042658C" w:rsidRDefault="00BD7B1E" w:rsidP="00BD7B1E">
            <w:pPr>
              <w:spacing w:before="70" w:after="0" w:line="232" w:lineRule="auto"/>
              <w:ind w:left="70" w:right="-20"/>
              <w:rPr>
                <w:rFonts w:eastAsia="Arial" w:cstheme="minorHAnsi"/>
                <w:color w:val="000000"/>
              </w:rPr>
            </w:pPr>
            <w:r w:rsidRPr="00FF023F">
              <w:t>Issuance / Renewal of certificates</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713187" w14:textId="6259ABFA" w:rsidR="00BD7B1E" w:rsidRPr="0042658C" w:rsidRDefault="00BD7B1E" w:rsidP="009D68CD">
            <w:pPr>
              <w:spacing w:before="70" w:after="0" w:line="232" w:lineRule="auto"/>
              <w:ind w:right="-20"/>
              <w:rPr>
                <w:rFonts w:eastAsia="Arial" w:cstheme="minorHAnsi"/>
                <w:color w:val="000000"/>
              </w:rPr>
            </w:pPr>
            <w:r w:rsidRPr="00BD7B1E">
              <w:rPr>
                <w:rFonts w:eastAsia="Arial" w:cstheme="minorHAnsi"/>
                <w:color w:val="000000"/>
              </w:rPr>
              <w:t>Free of charge</w:t>
            </w:r>
          </w:p>
        </w:tc>
      </w:tr>
      <w:tr w:rsidR="00BD7B1E" w:rsidRPr="0042658C" w14:paraId="31B024D4" w14:textId="77777777">
        <w:trPr>
          <w:cantSplit/>
          <w:trHeight w:hRule="exact" w:val="326"/>
        </w:trPr>
        <w:tc>
          <w:tcPr>
            <w:tcW w:w="1101"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4B17772D" w14:textId="77777777" w:rsidR="00BD7B1E" w:rsidRPr="0042658C" w:rsidRDefault="00BD7B1E" w:rsidP="00BD7B1E">
            <w:pPr>
              <w:spacing w:before="70"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7</w:t>
            </w:r>
            <w:r w:rsidRPr="0042658C">
              <w:rPr>
                <w:rFonts w:eastAsia="Arial" w:cstheme="minorHAnsi"/>
                <w:color w:val="000000"/>
              </w:rPr>
              <w:t>.</w:t>
            </w:r>
          </w:p>
        </w:tc>
        <w:tc>
          <w:tcPr>
            <w:tcW w:w="8469"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5E43D50F" w14:textId="2887754F" w:rsidR="00BD7B1E" w:rsidRPr="0042658C" w:rsidRDefault="00BD7B1E" w:rsidP="00BD7B1E">
            <w:pPr>
              <w:spacing w:before="70" w:after="0" w:line="232" w:lineRule="auto"/>
              <w:ind w:left="70" w:right="-20"/>
              <w:rPr>
                <w:rFonts w:eastAsia="Arial" w:cstheme="minorHAnsi"/>
                <w:color w:val="000000"/>
              </w:rPr>
            </w:pPr>
            <w:r w:rsidRPr="00FF023F">
              <w:t>Adding electronic banking to another bank's existing card</w:t>
            </w:r>
          </w:p>
        </w:tc>
        <w:tc>
          <w:tcPr>
            <w:tcW w:w="5658"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6B5186E0" w14:textId="3AD13A5A" w:rsidR="00BD7B1E" w:rsidRPr="0042658C" w:rsidRDefault="00BD7B1E" w:rsidP="009D68CD">
            <w:pPr>
              <w:spacing w:before="70" w:after="0" w:line="232" w:lineRule="auto"/>
              <w:ind w:right="-20"/>
              <w:rPr>
                <w:rFonts w:eastAsia="Arial" w:cstheme="minorHAnsi"/>
                <w:color w:val="000000"/>
              </w:rPr>
            </w:pPr>
            <w:r w:rsidRPr="00BD7B1E">
              <w:rPr>
                <w:rFonts w:eastAsia="Arial" w:cstheme="minorHAnsi"/>
                <w:color w:val="000000"/>
              </w:rPr>
              <w:t>Free of charge</w:t>
            </w:r>
          </w:p>
        </w:tc>
      </w:tr>
      <w:tr w:rsidR="00BD7B1E" w:rsidRPr="0042658C" w14:paraId="1A6714E3" w14:textId="77777777">
        <w:trPr>
          <w:cantSplit/>
          <w:trHeight w:hRule="exact" w:val="325"/>
        </w:trPr>
        <w:tc>
          <w:tcPr>
            <w:tcW w:w="1101"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4D81B0C2" w14:textId="77777777" w:rsidR="00BD7B1E" w:rsidRPr="0042658C" w:rsidRDefault="00BD7B1E" w:rsidP="00BD7B1E">
            <w:pPr>
              <w:spacing w:before="70" w:after="0" w:line="231" w:lineRule="auto"/>
              <w:ind w:left="504" w:right="-20"/>
              <w:rPr>
                <w:rFonts w:eastAsia="Arial" w:cstheme="minorHAnsi"/>
                <w:b/>
                <w:bCs/>
                <w:color w:val="000000"/>
              </w:rPr>
            </w:pPr>
            <w:r w:rsidRPr="0042658C">
              <w:rPr>
                <w:rFonts w:eastAsia="Arial" w:cstheme="minorHAnsi"/>
                <w:b/>
                <w:bCs/>
                <w:color w:val="000000"/>
              </w:rPr>
              <w:t>6</w:t>
            </w:r>
          </w:p>
        </w:tc>
        <w:tc>
          <w:tcPr>
            <w:tcW w:w="14127" w:type="dxa"/>
            <w:gridSpan w:val="2"/>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366D0DB" w14:textId="36F0669D" w:rsidR="00BD7B1E" w:rsidRPr="0042658C" w:rsidRDefault="00BD7B1E" w:rsidP="00BD7B1E">
            <w:pPr>
              <w:spacing w:before="70" w:after="0" w:line="231" w:lineRule="auto"/>
              <w:ind w:left="70" w:right="-20"/>
              <w:rPr>
                <w:rFonts w:eastAsia="Arial" w:cstheme="minorHAnsi"/>
                <w:b/>
                <w:bCs/>
                <w:color w:val="000000"/>
              </w:rPr>
            </w:pPr>
            <w:r w:rsidRPr="00FF023F">
              <w:t>POS terminals</w:t>
            </w:r>
          </w:p>
        </w:tc>
      </w:tr>
      <w:tr w:rsidR="00BD7B1E" w:rsidRPr="0042658C" w14:paraId="18544B2E" w14:textId="77777777">
        <w:trPr>
          <w:cantSplit/>
          <w:trHeight w:hRule="exact" w:val="32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990C32" w14:textId="77777777" w:rsidR="00BD7B1E" w:rsidRPr="0042658C" w:rsidRDefault="00BD7B1E" w:rsidP="00BD7B1E">
            <w:pPr>
              <w:spacing w:before="71" w:after="0" w:line="232" w:lineRule="auto"/>
              <w:ind w:left="374"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1</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75E229" w14:textId="15BED888" w:rsidR="00BD7B1E" w:rsidRPr="0042658C" w:rsidRDefault="00BD7B1E" w:rsidP="00BD7B1E">
            <w:pPr>
              <w:spacing w:before="71" w:after="0" w:line="232" w:lineRule="auto"/>
              <w:ind w:left="70" w:right="-20"/>
              <w:rPr>
                <w:rFonts w:eastAsia="Arial" w:cstheme="minorHAnsi"/>
                <w:color w:val="000000"/>
              </w:rPr>
            </w:pPr>
            <w:r w:rsidRPr="00FF023F">
              <w:t>Installation of POS terminals</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E720C73" w14:textId="4053CF05" w:rsidR="00BD7B1E" w:rsidRPr="0042658C" w:rsidRDefault="00BD7B1E" w:rsidP="009D68CD">
            <w:pPr>
              <w:spacing w:before="71" w:after="0" w:line="232" w:lineRule="auto"/>
              <w:ind w:right="-20"/>
              <w:rPr>
                <w:rFonts w:eastAsia="Arial" w:cstheme="minorHAnsi"/>
                <w:color w:val="000000"/>
              </w:rPr>
            </w:pPr>
            <w:r w:rsidRPr="00BD7B1E">
              <w:rPr>
                <w:rFonts w:eastAsia="Arial" w:cstheme="minorHAnsi"/>
                <w:color w:val="000000"/>
              </w:rPr>
              <w:t>Free of charge</w:t>
            </w:r>
          </w:p>
        </w:tc>
      </w:tr>
      <w:tr w:rsidR="004C563B" w:rsidRPr="0042658C" w14:paraId="1A83C752" w14:textId="77777777">
        <w:trPr>
          <w:cantSplit/>
          <w:trHeight w:hRule="exact" w:val="67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D4EE69" w14:textId="77777777" w:rsidR="004C563B" w:rsidRPr="0042658C" w:rsidRDefault="004C563B">
            <w:pPr>
              <w:spacing w:after="2" w:line="240" w:lineRule="exact"/>
              <w:rPr>
                <w:rFonts w:eastAsia="Times New Roman" w:cstheme="minorHAnsi"/>
              </w:rPr>
            </w:pPr>
          </w:p>
          <w:p w14:paraId="27CB3605" w14:textId="77777777" w:rsidR="004C563B" w:rsidRPr="0042658C" w:rsidRDefault="00ED1567">
            <w:pPr>
              <w:spacing w:after="0" w:line="240" w:lineRule="auto"/>
              <w:ind w:left="374"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2</w:t>
            </w:r>
            <w:r w:rsidRPr="0042658C">
              <w:rPr>
                <w:rFonts w:eastAsia="Arial" w:cstheme="minorHAnsi"/>
                <w:color w:val="000000"/>
              </w:rPr>
              <w:t>.</w:t>
            </w:r>
          </w:p>
        </w:tc>
        <w:tc>
          <w:tcPr>
            <w:tcW w:w="846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9E42BAB" w14:textId="77777777" w:rsidR="004C563B" w:rsidRPr="0042658C" w:rsidRDefault="004C563B">
            <w:pPr>
              <w:spacing w:after="2" w:line="240" w:lineRule="exact"/>
              <w:rPr>
                <w:rFonts w:eastAsia="Times New Roman" w:cstheme="minorHAnsi"/>
              </w:rPr>
            </w:pPr>
          </w:p>
          <w:p w14:paraId="016C0E66" w14:textId="2F22D917" w:rsidR="004C563B" w:rsidRPr="0042658C" w:rsidRDefault="00BD7B1E">
            <w:pPr>
              <w:spacing w:after="0" w:line="240" w:lineRule="auto"/>
              <w:ind w:left="70" w:right="-20"/>
              <w:rPr>
                <w:rFonts w:eastAsia="Arial" w:cstheme="minorHAnsi"/>
                <w:color w:val="000000"/>
              </w:rPr>
            </w:pPr>
            <w:r w:rsidRPr="00BD7B1E">
              <w:rPr>
                <w:rFonts w:eastAsia="Arial" w:cstheme="minorHAnsi"/>
                <w:color w:val="000000"/>
              </w:rPr>
              <w:t>Non-portable POS terminals - Dial Up (monthly turnover per POS terminal)</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9711947" w14:textId="77777777" w:rsidR="004C563B" w:rsidRPr="0042658C" w:rsidRDefault="004C563B">
            <w:pPr>
              <w:spacing w:after="2" w:line="240" w:lineRule="exact"/>
              <w:rPr>
                <w:rFonts w:eastAsia="Times New Roman" w:cstheme="minorHAnsi"/>
              </w:rPr>
            </w:pPr>
          </w:p>
          <w:p w14:paraId="72E37170" w14:textId="1B1743FC" w:rsidR="004C563B" w:rsidRPr="0042658C" w:rsidRDefault="00BD7B1E" w:rsidP="00FE65DE">
            <w:pPr>
              <w:spacing w:after="0" w:line="240" w:lineRule="auto"/>
              <w:ind w:right="-20"/>
              <w:rPr>
                <w:rFonts w:eastAsia="Arial" w:cstheme="minorHAnsi"/>
                <w:color w:val="000000"/>
              </w:rPr>
            </w:pPr>
            <w:r w:rsidRPr="00BD7B1E">
              <w:rPr>
                <w:rFonts w:eastAsia="Arial" w:cstheme="minorHAnsi"/>
                <w:color w:val="000000"/>
              </w:rPr>
              <w:t>Monthly fee per POS terminal</w:t>
            </w:r>
          </w:p>
        </w:tc>
      </w:tr>
    </w:tbl>
    <w:p w14:paraId="07B3D6D6" w14:textId="77777777" w:rsidR="004C563B" w:rsidRPr="0042658C" w:rsidRDefault="004C563B">
      <w:pPr>
        <w:rPr>
          <w:rFonts w:cstheme="minorHAnsi"/>
        </w:rPr>
        <w:sectPr w:rsidR="004C563B" w:rsidRPr="0042658C">
          <w:pgSz w:w="16838" w:h="11904" w:orient="landscape"/>
          <w:pgMar w:top="304" w:right="401" w:bottom="744" w:left="998" w:header="720" w:footer="720" w:gutter="0"/>
          <w:cols w:space="708"/>
        </w:sectPr>
      </w:pPr>
    </w:p>
    <w:p w14:paraId="194591D5" w14:textId="3A9D99C7"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1584" behindDoc="1" locked="0" layoutInCell="0" allowOverlap="1" wp14:anchorId="3868A975" wp14:editId="2239D25C">
                <wp:simplePos x="0" y="0"/>
                <wp:positionH relativeFrom="page">
                  <wp:posOffset>10297414</wp:posOffset>
                </wp:positionH>
                <wp:positionV relativeFrom="paragraph">
                  <wp:posOffset>121870</wp:posOffset>
                </wp:positionV>
                <wp:extent cx="33796" cy="162780"/>
                <wp:effectExtent l="0" t="0" r="0" b="0"/>
                <wp:wrapNone/>
                <wp:docPr id="5" name="drawingObject5"/>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52859CC8"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3868A975" id="drawingObject5" o:spid="_x0000_s1029" type="#_x0000_t202" style="position:absolute;left:0;text-align:left;margin-left:810.8pt;margin-top:9.6pt;width:2.65pt;height:12.8pt;z-index:-2516648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" o:allowincell="f" filled="f" stroked="f">
                <v:textbox style="mso-fit-shape-to-text:t" inset="0,0,0,0">
                  <w:txbxContent>
                    <w:p w14:paraId="52859CC8"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1CF853CD"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5676"/>
      </w:tblGrid>
      <w:tr w:rsidR="00765809" w:rsidRPr="0042658C" w14:paraId="2D7C2CE5" w14:textId="77777777" w:rsidTr="00765809">
        <w:trPr>
          <w:cantSplit/>
          <w:trHeight w:hRule="exact" w:val="32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066FB42" w14:textId="77777777" w:rsidR="00765809" w:rsidRPr="0042658C" w:rsidRDefault="00765809" w:rsidP="00765809">
            <w:pPr>
              <w:spacing w:before="70" w:after="0" w:line="232" w:lineRule="auto"/>
              <w:ind w:left="276" w:right="-20"/>
              <w:rPr>
                <w:rFonts w:eastAsia="Arial" w:cstheme="minorHAnsi"/>
                <w:color w:val="000000"/>
              </w:rPr>
            </w:pPr>
            <w:r w:rsidRPr="0042658C">
              <w:rPr>
                <w:rFonts w:eastAsia="Arial" w:cstheme="minorHAnsi"/>
                <w:color w:val="000000"/>
              </w:rPr>
              <w:t>6.</w:t>
            </w:r>
            <w:r w:rsidRPr="00765809">
              <w:rPr>
                <w:rFonts w:eastAsia="Arial" w:cstheme="minorHAnsi"/>
                <w:color w:val="000000"/>
              </w:rPr>
              <w:t>2</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9C1E972" w14:textId="77777777" w:rsidR="00765809" w:rsidRPr="00765809" w:rsidRDefault="00765809" w:rsidP="00765809">
            <w:pPr>
              <w:spacing w:before="70" w:after="0" w:line="232" w:lineRule="auto"/>
              <w:ind w:left="43" w:right="-20"/>
            </w:pPr>
            <w:r w:rsidRPr="00D87F8A">
              <w:t xml:space="preserve">up to </w:t>
            </w:r>
            <w:r>
              <w:t xml:space="preserve">RSD </w:t>
            </w:r>
            <w:r w:rsidRPr="00D87F8A">
              <w:t>150</w:t>
            </w:r>
            <w:r>
              <w:t>.</w:t>
            </w:r>
            <w:r w:rsidRPr="00D87F8A">
              <w:t>000</w:t>
            </w:r>
            <w:r>
              <w:t>,</w:t>
            </w:r>
            <w:r w:rsidRPr="00D87F8A">
              <w:t xml:space="preserve">00  </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25856C" w14:textId="77777777" w:rsidR="00765809" w:rsidRPr="00765809" w:rsidRDefault="00765809" w:rsidP="00765809">
            <w:pPr>
              <w:spacing w:before="70" w:after="0" w:line="232" w:lineRule="auto"/>
              <w:ind w:right="-20"/>
            </w:pPr>
            <w:r w:rsidRPr="00D87F8A">
              <w:t xml:space="preserve">up to </w:t>
            </w:r>
            <w:r>
              <w:t xml:space="preserve">RSD </w:t>
            </w:r>
            <w:r w:rsidRPr="00D87F8A">
              <w:t>2</w:t>
            </w:r>
            <w:r>
              <w:t>,</w:t>
            </w:r>
            <w:r w:rsidRPr="00D87F8A">
              <w:t>000</w:t>
            </w:r>
            <w:r>
              <w:t>.</w:t>
            </w:r>
            <w:r w:rsidRPr="00D87F8A">
              <w:t xml:space="preserve">00 </w:t>
            </w:r>
          </w:p>
        </w:tc>
      </w:tr>
      <w:tr w:rsidR="00536F3D" w:rsidRPr="0042658C" w14:paraId="196A0099" w14:textId="77777777">
        <w:trPr>
          <w:cantSplit/>
          <w:trHeight w:hRule="exact" w:val="32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55A33B" w14:textId="77777777" w:rsidR="00536F3D" w:rsidRPr="0042658C" w:rsidRDefault="00536F3D" w:rsidP="00536F3D">
            <w:pPr>
              <w:spacing w:before="70" w:after="0" w:line="232" w:lineRule="auto"/>
              <w:ind w:left="276"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2</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640473" w14:textId="0CB0A7B9" w:rsidR="00536F3D" w:rsidRPr="0042658C" w:rsidRDefault="00536F3D" w:rsidP="00536F3D">
            <w:pPr>
              <w:spacing w:before="70" w:after="0" w:line="232" w:lineRule="auto"/>
              <w:ind w:left="43" w:right="-20"/>
              <w:rPr>
                <w:rFonts w:eastAsia="Arial" w:cstheme="minorHAnsi"/>
                <w:color w:val="000000"/>
              </w:rPr>
            </w:pPr>
            <w:r w:rsidRPr="00C41DBF">
              <w:t>from RSD 150,001.00</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0B668C" w14:textId="167727CE" w:rsidR="00536F3D" w:rsidRPr="0042658C" w:rsidRDefault="00536F3D" w:rsidP="00C3055B">
            <w:pPr>
              <w:spacing w:before="70" w:after="0" w:line="232" w:lineRule="auto"/>
              <w:ind w:right="-20"/>
              <w:rPr>
                <w:rFonts w:eastAsia="Arial" w:cstheme="minorHAnsi"/>
                <w:color w:val="000000"/>
              </w:rPr>
            </w:pPr>
            <w:r>
              <w:t>Free of charge</w:t>
            </w:r>
          </w:p>
        </w:tc>
      </w:tr>
      <w:tr w:rsidR="00536F3D" w:rsidRPr="0042658C" w14:paraId="10164181" w14:textId="77777777" w:rsidTr="009466E4">
        <w:trPr>
          <w:cantSplit/>
          <w:trHeight w:hRule="exact" w:val="60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A5AB1A" w14:textId="77777777" w:rsidR="00536F3D" w:rsidRPr="0042658C" w:rsidRDefault="00536F3D" w:rsidP="00536F3D">
            <w:pPr>
              <w:spacing w:after="9" w:line="200" w:lineRule="exact"/>
              <w:rPr>
                <w:rFonts w:eastAsia="Times New Roman" w:cstheme="minorHAnsi"/>
              </w:rPr>
            </w:pPr>
          </w:p>
          <w:p w14:paraId="78A1BCCA" w14:textId="77777777" w:rsidR="00536F3D" w:rsidRPr="0042658C" w:rsidRDefault="00536F3D" w:rsidP="00536F3D">
            <w:pPr>
              <w:spacing w:after="0" w:line="240" w:lineRule="auto"/>
              <w:ind w:left="374"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3</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68C1423" w14:textId="67308ADC" w:rsidR="00536F3D" w:rsidRPr="0042658C" w:rsidRDefault="00536F3D" w:rsidP="009466E4">
            <w:pPr>
              <w:spacing w:after="0" w:line="240" w:lineRule="auto"/>
              <w:ind w:left="43" w:right="-20"/>
              <w:rPr>
                <w:rFonts w:eastAsia="Arial" w:cstheme="minorHAnsi"/>
                <w:color w:val="000000"/>
              </w:rPr>
            </w:pPr>
            <w:r w:rsidRPr="00C41DBF">
              <w:t>Portable POS terminals - GPRS (monthly turnover per POS terminal)</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5DFB631D" w14:textId="0B2C5091" w:rsidR="00536F3D" w:rsidRPr="0042658C" w:rsidRDefault="00536F3D" w:rsidP="009466E4">
            <w:pPr>
              <w:spacing w:after="0" w:line="240" w:lineRule="auto"/>
              <w:ind w:right="-20"/>
              <w:rPr>
                <w:rFonts w:eastAsia="Arial" w:cstheme="minorHAnsi"/>
                <w:color w:val="000000"/>
              </w:rPr>
            </w:pPr>
            <w:r w:rsidRPr="00E715C6">
              <w:t>Monthly fee per POS terminal</w:t>
            </w:r>
          </w:p>
        </w:tc>
      </w:tr>
      <w:tr w:rsidR="00536F3D" w:rsidRPr="0042658C" w14:paraId="5F609AE3" w14:textId="77777777">
        <w:trPr>
          <w:cantSplit/>
          <w:trHeight w:hRule="exact" w:val="32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0DBAFE7" w14:textId="77777777" w:rsidR="00536F3D" w:rsidRPr="0042658C" w:rsidRDefault="00536F3D" w:rsidP="00536F3D">
            <w:pPr>
              <w:spacing w:before="70" w:after="0" w:line="232" w:lineRule="auto"/>
              <w:ind w:left="276"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3</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F81A0B" w14:textId="025CA84A" w:rsidR="00536F3D" w:rsidRPr="0042658C" w:rsidRDefault="00536F3D" w:rsidP="00536F3D">
            <w:pPr>
              <w:spacing w:before="70" w:after="0" w:line="232" w:lineRule="auto"/>
              <w:ind w:left="43" w:right="-20"/>
              <w:rPr>
                <w:rFonts w:eastAsia="Arial" w:cstheme="minorHAnsi"/>
                <w:color w:val="000000"/>
              </w:rPr>
            </w:pPr>
            <w:r w:rsidRPr="00C41DBF">
              <w:t>up to RSD 150,000.00</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70BEBC4" w14:textId="7888A37D" w:rsidR="00536F3D" w:rsidRPr="0042658C" w:rsidRDefault="00536F3D" w:rsidP="00C3055B">
            <w:pPr>
              <w:spacing w:before="70" w:after="0" w:line="232" w:lineRule="auto"/>
              <w:ind w:right="-20"/>
              <w:rPr>
                <w:rFonts w:eastAsia="Arial" w:cstheme="minorHAnsi"/>
                <w:color w:val="000000"/>
              </w:rPr>
            </w:pPr>
            <w:r w:rsidRPr="00E715C6">
              <w:t>up to RSD 3</w:t>
            </w:r>
            <w:r w:rsidR="00B84CE6">
              <w:t>,</w:t>
            </w:r>
            <w:r w:rsidRPr="00E715C6">
              <w:t>500</w:t>
            </w:r>
            <w:r w:rsidR="00B84CE6">
              <w:t>.</w:t>
            </w:r>
            <w:r w:rsidRPr="00E715C6">
              <w:t>00</w:t>
            </w:r>
          </w:p>
        </w:tc>
      </w:tr>
      <w:tr w:rsidR="00536F3D" w:rsidRPr="0042658C" w14:paraId="661CD4B3" w14:textId="77777777">
        <w:trPr>
          <w:cantSplit/>
          <w:trHeight w:hRule="exact" w:val="32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822EAC2" w14:textId="77777777" w:rsidR="00536F3D" w:rsidRPr="0042658C" w:rsidRDefault="00536F3D" w:rsidP="00536F3D">
            <w:pPr>
              <w:spacing w:before="70" w:after="0" w:line="232" w:lineRule="auto"/>
              <w:ind w:left="276"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3</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E94C45C" w14:textId="1762EF80" w:rsidR="00536F3D" w:rsidRPr="0042658C" w:rsidRDefault="00536F3D" w:rsidP="00536F3D">
            <w:pPr>
              <w:spacing w:before="70" w:after="0" w:line="232" w:lineRule="auto"/>
              <w:ind w:left="43" w:right="-20"/>
              <w:rPr>
                <w:rFonts w:eastAsia="Arial" w:cstheme="minorHAnsi"/>
                <w:color w:val="000000"/>
              </w:rPr>
            </w:pPr>
            <w:r w:rsidRPr="00C41DBF">
              <w:t>from RSD 150,001.00</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3DB384" w14:textId="136715B0" w:rsidR="00536F3D" w:rsidRPr="0042658C" w:rsidRDefault="00536F3D" w:rsidP="00C3055B">
            <w:pPr>
              <w:spacing w:before="70" w:after="0" w:line="232" w:lineRule="auto"/>
              <w:ind w:right="-20"/>
              <w:rPr>
                <w:rFonts w:eastAsia="Arial" w:cstheme="minorHAnsi"/>
                <w:color w:val="000000"/>
              </w:rPr>
            </w:pPr>
            <w:r>
              <w:t>Free of charge</w:t>
            </w:r>
          </w:p>
        </w:tc>
      </w:tr>
      <w:tr w:rsidR="00536F3D" w:rsidRPr="0042658C" w14:paraId="5767FB61" w14:textId="77777777">
        <w:trPr>
          <w:cantSplit/>
          <w:trHeight w:hRule="exact" w:val="629"/>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B18B9B4" w14:textId="77777777" w:rsidR="00536F3D" w:rsidRPr="0042658C" w:rsidRDefault="00536F3D" w:rsidP="00536F3D">
            <w:pPr>
              <w:spacing w:after="1" w:line="220" w:lineRule="exact"/>
              <w:rPr>
                <w:rFonts w:eastAsia="Times New Roman" w:cstheme="minorHAnsi"/>
              </w:rPr>
            </w:pPr>
          </w:p>
          <w:p w14:paraId="7E99370E" w14:textId="77777777" w:rsidR="00536F3D" w:rsidRPr="0042658C" w:rsidRDefault="00536F3D" w:rsidP="00536F3D">
            <w:pPr>
              <w:spacing w:after="0" w:line="240" w:lineRule="auto"/>
              <w:ind w:left="374"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4</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BFD17F0" w14:textId="6D08018E" w:rsidR="00536F3D" w:rsidRPr="0042658C" w:rsidRDefault="00536F3D" w:rsidP="00536F3D">
            <w:pPr>
              <w:spacing w:after="0" w:line="240" w:lineRule="auto"/>
              <w:ind w:left="43" w:right="-20"/>
              <w:rPr>
                <w:rFonts w:eastAsia="Arial" w:cstheme="minorHAnsi"/>
                <w:color w:val="000000"/>
              </w:rPr>
            </w:pPr>
            <w:r w:rsidRPr="00C41DBF">
              <w:t>Transaction fee</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78C2B59" w14:textId="07B0E2C4" w:rsidR="00536F3D" w:rsidRPr="0042658C" w:rsidRDefault="00536F3D" w:rsidP="00C3055B">
            <w:pPr>
              <w:spacing w:before="70" w:after="0" w:line="253" w:lineRule="auto"/>
              <w:ind w:right="41"/>
              <w:rPr>
                <w:rFonts w:eastAsia="Arial" w:cstheme="minorHAnsi"/>
                <w:color w:val="000000"/>
              </w:rPr>
            </w:pPr>
            <w:r w:rsidRPr="00E715C6">
              <w:t>According to the contract, a maximum of 3.5% of the transaction amount</w:t>
            </w:r>
          </w:p>
        </w:tc>
      </w:tr>
    </w:tbl>
    <w:p w14:paraId="4B23906E" w14:textId="77777777" w:rsidR="004C563B" w:rsidRPr="0042658C" w:rsidRDefault="004C563B">
      <w:pPr>
        <w:spacing w:after="50" w:line="240" w:lineRule="exact"/>
        <w:rPr>
          <w:rFonts w:eastAsia="Times New Roman" w:cstheme="minorHAnsi"/>
        </w:rPr>
      </w:pPr>
    </w:p>
    <w:tbl>
      <w:tblPr>
        <w:tblW w:w="0" w:type="auto"/>
        <w:tblLayout w:type="fixed"/>
        <w:tblCellMar>
          <w:left w:w="10" w:type="dxa"/>
          <w:right w:w="10" w:type="dxa"/>
        </w:tblCellMar>
        <w:tblLook w:val="0000" w:firstRow="0" w:lastRow="0" w:firstColumn="0" w:lastColumn="0" w:noHBand="0" w:noVBand="0"/>
      </w:tblPr>
      <w:tblGrid>
        <w:gridCol w:w="1101"/>
        <w:gridCol w:w="8478"/>
        <w:gridCol w:w="2385"/>
        <w:gridCol w:w="3264"/>
      </w:tblGrid>
      <w:tr w:rsidR="004C563B" w:rsidRPr="0042658C" w14:paraId="25EBD188" w14:textId="77777777">
        <w:trPr>
          <w:cantSplit/>
          <w:trHeight w:hRule="exact" w:val="550"/>
        </w:trPr>
        <w:tc>
          <w:tcPr>
            <w:tcW w:w="15228" w:type="dxa"/>
            <w:gridSpan w:val="4"/>
            <w:tcBorders>
              <w:top w:val="single" w:sz="7" w:space="0" w:color="FF6363"/>
              <w:left w:val="single" w:sz="7" w:space="0" w:color="000000"/>
              <w:bottom w:val="single" w:sz="7" w:space="0" w:color="F5D2D4"/>
              <w:right w:val="single" w:sz="7" w:space="0" w:color="000000"/>
            </w:tcBorders>
            <w:shd w:val="clear" w:color="auto" w:fill="FF6363"/>
            <w:tcMar>
              <w:top w:w="0" w:type="dxa"/>
              <w:left w:w="0" w:type="dxa"/>
              <w:bottom w:w="0" w:type="dxa"/>
              <w:right w:w="0" w:type="dxa"/>
            </w:tcMar>
          </w:tcPr>
          <w:p w14:paraId="2E689DC9" w14:textId="77777777" w:rsidR="004C563B" w:rsidRPr="0042658C" w:rsidRDefault="004C563B">
            <w:pPr>
              <w:spacing w:after="10" w:line="160" w:lineRule="exact"/>
              <w:rPr>
                <w:rFonts w:eastAsia="Times New Roman" w:cstheme="minorHAnsi"/>
              </w:rPr>
            </w:pPr>
          </w:p>
          <w:p w14:paraId="7E79E8FB" w14:textId="5A4C7F6C" w:rsidR="004C563B" w:rsidRPr="0042658C" w:rsidRDefault="00ED1567" w:rsidP="00536F3D">
            <w:pPr>
              <w:spacing w:after="0" w:line="240" w:lineRule="auto"/>
              <w:ind w:left="4594" w:right="-20"/>
              <w:rPr>
                <w:rFonts w:eastAsia="Arial" w:cstheme="minorHAnsi"/>
                <w:b/>
                <w:bCs/>
                <w:color w:val="000000"/>
              </w:rPr>
            </w:pPr>
            <w:r w:rsidRPr="0042658C">
              <w:rPr>
                <w:rFonts w:eastAsia="Arial" w:cstheme="minorHAnsi"/>
                <w:b/>
                <w:bCs/>
                <w:color w:val="000000"/>
              </w:rPr>
              <w:t>II</w:t>
            </w:r>
            <w:r w:rsidRPr="0042658C">
              <w:rPr>
                <w:rFonts w:eastAsia="Arial" w:cstheme="minorHAnsi"/>
                <w:color w:val="000000"/>
                <w:spacing w:val="1"/>
              </w:rPr>
              <w:t xml:space="preserve"> </w:t>
            </w:r>
            <w:r w:rsidR="00536F3D">
              <w:rPr>
                <w:rFonts w:eastAsia="Arial" w:cstheme="minorHAnsi"/>
                <w:b/>
                <w:bCs/>
                <w:color w:val="000000"/>
                <w:spacing w:val="-2"/>
              </w:rPr>
              <w:t>INTERNATIONAL PAYMENT TRANSACTIONS</w:t>
            </w:r>
          </w:p>
        </w:tc>
      </w:tr>
      <w:tr w:rsidR="004C563B" w:rsidRPr="0042658C" w14:paraId="0624DC96" w14:textId="77777777">
        <w:trPr>
          <w:cantSplit/>
          <w:trHeight w:hRule="exact" w:val="302"/>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2D21B0E" w14:textId="77777777" w:rsidR="004C563B" w:rsidRPr="0042658C" w:rsidRDefault="00ED1567">
            <w:pPr>
              <w:spacing w:before="47" w:after="0" w:line="231" w:lineRule="auto"/>
              <w:ind w:left="504" w:right="-20"/>
              <w:rPr>
                <w:rFonts w:eastAsia="Arial" w:cstheme="minorHAnsi"/>
                <w:b/>
                <w:bCs/>
                <w:color w:val="000000"/>
              </w:rPr>
            </w:pPr>
            <w:r w:rsidRPr="0042658C">
              <w:rPr>
                <w:rFonts w:eastAsia="Arial" w:cstheme="minorHAnsi"/>
                <w:b/>
                <w:bCs/>
                <w:color w:val="000000"/>
              </w:rPr>
              <w:t>1</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164E152" w14:textId="67E16F3A" w:rsidR="004C563B" w:rsidRPr="0042658C" w:rsidRDefault="001347F7">
            <w:pPr>
              <w:spacing w:before="47" w:after="0" w:line="231" w:lineRule="auto"/>
              <w:ind w:left="70" w:right="-20"/>
              <w:rPr>
                <w:rFonts w:eastAsia="Arial" w:cstheme="minorHAnsi"/>
                <w:b/>
                <w:bCs/>
                <w:color w:val="000000"/>
              </w:rPr>
            </w:pPr>
            <w:r>
              <w:rPr>
                <w:rFonts w:eastAsia="Arial" w:cstheme="minorHAnsi"/>
                <w:b/>
                <w:bCs/>
                <w:color w:val="000000"/>
              </w:rPr>
              <w:t>CASHLESS TRANSFER OF ASSETS IN EUROS FROM FOREIGN CURRENCY CURRENT ACCOUNT IN EUROS</w:t>
            </w:r>
            <w:r w:rsidR="00ED1567" w:rsidRPr="0042658C">
              <w:rPr>
                <w:rFonts w:eastAsia="Arial" w:cstheme="minorHAnsi"/>
                <w:color w:val="000000"/>
              </w:rPr>
              <w:t xml:space="preserve"> </w:t>
            </w:r>
          </w:p>
        </w:tc>
      </w:tr>
      <w:tr w:rsidR="004C563B" w:rsidRPr="0042658C" w14:paraId="5C274877" w14:textId="77777777" w:rsidTr="00765809">
        <w:trPr>
          <w:cantSplit/>
          <w:trHeight w:hRule="exact" w:val="305"/>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F2F1925" w14:textId="77777777" w:rsidR="004C563B" w:rsidRPr="0042658C" w:rsidRDefault="004C563B">
            <w:pPr>
              <w:spacing w:after="18" w:line="180" w:lineRule="exact"/>
              <w:rPr>
                <w:rFonts w:eastAsia="Times New Roman" w:cstheme="minorHAnsi"/>
              </w:rPr>
            </w:pPr>
          </w:p>
          <w:p w14:paraId="5CE47230" w14:textId="77777777" w:rsidR="004C563B" w:rsidRPr="0042658C" w:rsidRDefault="00ED1567">
            <w:pPr>
              <w:spacing w:after="0" w:line="240"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2FD7BCC" w14:textId="77777777" w:rsidR="004C563B" w:rsidRPr="0042658C" w:rsidRDefault="004C563B">
            <w:pPr>
              <w:spacing w:after="18" w:line="180" w:lineRule="exact"/>
              <w:rPr>
                <w:rFonts w:eastAsia="Times New Roman" w:cstheme="minorHAnsi"/>
              </w:rPr>
            </w:pPr>
          </w:p>
          <w:p w14:paraId="11830B37" w14:textId="4B4E68B0" w:rsidR="004C563B" w:rsidRPr="0042658C" w:rsidRDefault="00915C99">
            <w:pPr>
              <w:spacing w:after="0" w:line="240" w:lineRule="auto"/>
              <w:ind w:left="70" w:right="-20"/>
              <w:rPr>
                <w:rFonts w:eastAsia="Arial" w:cstheme="minorHAnsi"/>
                <w:color w:val="000000"/>
              </w:rPr>
            </w:pPr>
            <w:r w:rsidRPr="00915C99">
              <w:rPr>
                <w:rFonts w:eastAsia="Arial" w:cstheme="minorHAnsi"/>
                <w:color w:val="000000"/>
              </w:rPr>
              <w:t>On a payment account abroad</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6B52091B" w14:textId="77777777" w:rsidR="004C563B" w:rsidRPr="0042658C" w:rsidRDefault="004C563B">
            <w:pPr>
              <w:spacing w:after="18" w:line="180" w:lineRule="exact"/>
              <w:rPr>
                <w:rFonts w:eastAsia="Times New Roman" w:cstheme="minorHAnsi"/>
              </w:rPr>
            </w:pPr>
          </w:p>
          <w:p w14:paraId="45343FA1" w14:textId="72EC9C80" w:rsidR="004C563B" w:rsidRPr="0042658C" w:rsidRDefault="00ED1567">
            <w:pPr>
              <w:spacing w:after="0" w:line="240" w:lineRule="auto"/>
              <w:ind w:left="1694" w:right="-20"/>
              <w:rPr>
                <w:rFonts w:eastAsia="Arial" w:cstheme="minorHAnsi"/>
                <w:color w:val="000000"/>
              </w:rPr>
            </w:pPr>
            <w:r w:rsidRPr="0042658C">
              <w:rPr>
                <w:rFonts w:eastAsia="Arial" w:cstheme="minorHAnsi"/>
                <w:color w:val="000000"/>
              </w:rPr>
              <w:t>0</w:t>
            </w:r>
            <w:r w:rsidR="000A5804">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79CFD8" w14:textId="173B5032" w:rsidR="004C563B" w:rsidRPr="0042658C" w:rsidRDefault="00ED1567">
            <w:pPr>
              <w:spacing w:before="47" w:after="0" w:line="234" w:lineRule="auto"/>
              <w:ind w:left="1246"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C3055B">
              <w:rPr>
                <w:rFonts w:eastAsia="Arial" w:cstheme="minorHAnsi"/>
                <w:color w:val="000000"/>
              </w:rPr>
              <w:t xml:space="preserve">RSD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B84CE6">
              <w:rPr>
                <w:rFonts w:eastAsia="Arial" w:cstheme="minorHAnsi"/>
                <w:color w:val="000000"/>
              </w:rPr>
              <w:t>.</w:t>
            </w:r>
            <w:r w:rsidRPr="0042658C">
              <w:rPr>
                <w:rFonts w:eastAsia="Arial" w:cstheme="minorHAnsi"/>
                <w:color w:val="000000"/>
              </w:rPr>
              <w:t xml:space="preserve">00 </w:t>
            </w:r>
          </w:p>
        </w:tc>
      </w:tr>
      <w:tr w:rsidR="004C563B" w:rsidRPr="0042658C" w14:paraId="1636B8AC" w14:textId="77777777" w:rsidTr="00765809">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6A13E382"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80BD536"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8FF2A13"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FDC9E3" w14:textId="76890921" w:rsidR="004C563B" w:rsidRPr="0042658C" w:rsidRDefault="00ED1567">
            <w:pPr>
              <w:spacing w:before="43" w:after="0" w:line="234" w:lineRule="auto"/>
              <w:ind w:left="1116" w:right="-20"/>
              <w:rPr>
                <w:rFonts w:eastAsia="Arial" w:cstheme="minorHAnsi"/>
                <w:color w:val="000000"/>
              </w:rPr>
            </w:pPr>
            <w:r w:rsidRPr="0042658C">
              <w:rPr>
                <w:rFonts w:eastAsia="Arial" w:cstheme="minorHAnsi"/>
                <w:color w:val="000000"/>
              </w:rPr>
              <w:t xml:space="preserve">max. </w:t>
            </w:r>
            <w:r w:rsidR="00C3055B">
              <w:rPr>
                <w:rFonts w:eastAsia="Arial" w:cstheme="minorHAnsi"/>
                <w:color w:val="000000"/>
              </w:rPr>
              <w:t xml:space="preserve">RSD </w:t>
            </w:r>
            <w:r w:rsidRPr="0042658C">
              <w:rPr>
                <w:rFonts w:eastAsia="Arial" w:cstheme="minorHAnsi"/>
                <w:color w:val="000000"/>
              </w:rPr>
              <w:t>3</w:t>
            </w:r>
            <w:r w:rsidRPr="0042658C">
              <w:rPr>
                <w:rFonts w:eastAsia="Arial" w:cstheme="minorHAnsi"/>
                <w:color w:val="000000"/>
                <w:spacing w:val="-1"/>
              </w:rPr>
              <w:t>5</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538058C0" w14:textId="77777777">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576298" w14:textId="77777777" w:rsidR="004C563B" w:rsidRPr="0042658C" w:rsidRDefault="00ED1567">
            <w:pPr>
              <w:spacing w:before="44" w:after="0" w:line="234" w:lineRule="auto"/>
              <w:ind w:left="37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2</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F6E3F54" w14:textId="13DA3A41" w:rsidR="004C563B" w:rsidRPr="0042658C" w:rsidRDefault="00915C99">
            <w:pPr>
              <w:spacing w:before="44" w:after="0" w:line="234" w:lineRule="auto"/>
              <w:ind w:left="70" w:right="-20"/>
              <w:rPr>
                <w:rFonts w:eastAsia="Arial" w:cstheme="minorHAnsi"/>
                <w:b/>
                <w:bCs/>
                <w:color w:val="000000"/>
              </w:rPr>
            </w:pPr>
            <w:r w:rsidRPr="00915C99">
              <w:rPr>
                <w:rFonts w:eastAsia="Arial" w:cstheme="minorHAnsi"/>
                <w:b/>
                <w:bCs/>
                <w:color w:val="000000"/>
              </w:rPr>
              <w:t xml:space="preserve">On a payment account </w:t>
            </w:r>
            <w:r>
              <w:rPr>
                <w:rFonts w:eastAsia="Arial" w:cstheme="minorHAnsi"/>
                <w:b/>
                <w:bCs/>
                <w:color w:val="000000"/>
              </w:rPr>
              <w:t>in Republic of Serbia</w:t>
            </w:r>
          </w:p>
        </w:tc>
      </w:tr>
      <w:tr w:rsidR="004C563B" w:rsidRPr="0042658C" w14:paraId="488726C4" w14:textId="77777777" w:rsidTr="00765809">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7DD9926A" w14:textId="77777777" w:rsidR="004C563B" w:rsidRPr="0042658C" w:rsidRDefault="004C563B">
            <w:pPr>
              <w:spacing w:after="14" w:line="180" w:lineRule="exact"/>
              <w:rPr>
                <w:rFonts w:eastAsia="Times New Roman" w:cstheme="minorHAnsi"/>
              </w:rPr>
            </w:pPr>
          </w:p>
          <w:p w14:paraId="1ED2F674" w14:textId="77777777" w:rsidR="004C563B" w:rsidRPr="0042658C" w:rsidRDefault="00ED1567">
            <w:pPr>
              <w:spacing w:after="0" w:line="240"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.1.</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E45830E" w14:textId="77777777" w:rsidR="004C563B" w:rsidRPr="0042658C" w:rsidRDefault="004C563B">
            <w:pPr>
              <w:spacing w:after="14" w:line="180" w:lineRule="exact"/>
              <w:rPr>
                <w:rFonts w:eastAsia="Times New Roman" w:cstheme="minorHAnsi"/>
              </w:rPr>
            </w:pPr>
          </w:p>
          <w:p w14:paraId="6BC16B6D" w14:textId="3C0C20D9" w:rsidR="004C563B" w:rsidRPr="0042658C" w:rsidRDefault="00915C99">
            <w:pPr>
              <w:spacing w:after="0" w:line="240" w:lineRule="auto"/>
              <w:ind w:left="70" w:right="-20"/>
              <w:rPr>
                <w:rFonts w:eastAsia="Arial" w:cstheme="minorHAnsi"/>
                <w:color w:val="000000"/>
              </w:rPr>
            </w:pPr>
            <w:r>
              <w:rPr>
                <w:rFonts w:eastAsia="Arial" w:cstheme="minorHAnsi"/>
                <w:color w:val="000000"/>
              </w:rPr>
              <w:t>On</w:t>
            </w:r>
            <w:r w:rsidRPr="00915C99">
              <w:rPr>
                <w:rFonts w:eastAsia="Arial" w:cstheme="minorHAnsi"/>
                <w:color w:val="000000"/>
              </w:rPr>
              <w:t xml:space="preserve"> a payment account within the same legal entity with another domestic bank</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76432F67" w14:textId="77777777" w:rsidR="004C563B" w:rsidRPr="0042658C" w:rsidRDefault="004C563B">
            <w:pPr>
              <w:spacing w:after="14" w:line="180" w:lineRule="exact"/>
              <w:rPr>
                <w:rFonts w:eastAsia="Times New Roman" w:cstheme="minorHAnsi"/>
              </w:rPr>
            </w:pPr>
          </w:p>
          <w:p w14:paraId="0A7E7789" w14:textId="0B9C1D58" w:rsidR="004C563B" w:rsidRPr="0042658C" w:rsidRDefault="00ED1567">
            <w:pPr>
              <w:spacing w:after="0" w:line="240" w:lineRule="auto"/>
              <w:ind w:left="1694" w:right="-20"/>
              <w:rPr>
                <w:rFonts w:eastAsia="Arial" w:cstheme="minorHAnsi"/>
                <w:color w:val="000000"/>
              </w:rPr>
            </w:pPr>
            <w:r w:rsidRPr="0042658C">
              <w:rPr>
                <w:rFonts w:eastAsia="Arial" w:cstheme="minorHAnsi"/>
                <w:color w:val="000000"/>
              </w:rPr>
              <w:t>0</w:t>
            </w:r>
            <w:r w:rsidR="000A5804">
              <w:rPr>
                <w:rFonts w:eastAsia="Arial" w:cstheme="minorHAnsi"/>
                <w:color w:val="000000"/>
              </w:rPr>
              <w:t>.</w:t>
            </w:r>
            <w:r w:rsidRPr="0042658C">
              <w:rPr>
                <w:rFonts w:eastAsia="Arial" w:cstheme="minorHAnsi"/>
                <w:color w:val="000000"/>
                <w:spacing w:val="-1"/>
              </w:rPr>
              <w:t>30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BC72A6" w14:textId="555EBD69" w:rsidR="004C563B" w:rsidRPr="0042658C" w:rsidRDefault="00ED1567">
            <w:pPr>
              <w:spacing w:before="43" w:after="0" w:line="234"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C3055B">
              <w:rPr>
                <w:rFonts w:eastAsia="Arial" w:cstheme="minorHAnsi"/>
                <w:color w:val="000000"/>
              </w:rPr>
              <w:t xml:space="preserve">RSD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rPr>
              <w:t>2</w:t>
            </w:r>
            <w:r w:rsidRPr="0042658C">
              <w:rPr>
                <w:rFonts w:eastAsia="Arial" w:cstheme="minorHAnsi"/>
                <w:color w:val="000000"/>
                <w:spacing w:val="-1"/>
              </w:rPr>
              <w:t>00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1D24BCFD" w14:textId="77777777" w:rsidTr="00765809">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3E70C97"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51DAB919"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EFBCF6B"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5125D2" w14:textId="6A6C9416" w:rsidR="004C563B" w:rsidRPr="0042658C" w:rsidRDefault="00ED1567">
            <w:pPr>
              <w:spacing w:before="43" w:after="0" w:line="234" w:lineRule="auto"/>
              <w:ind w:left="1116" w:right="-20"/>
              <w:rPr>
                <w:rFonts w:eastAsia="Arial" w:cstheme="minorHAnsi"/>
                <w:color w:val="000000"/>
              </w:rPr>
            </w:pPr>
            <w:r w:rsidRPr="0042658C">
              <w:rPr>
                <w:rFonts w:eastAsia="Arial" w:cstheme="minorHAnsi"/>
                <w:color w:val="000000"/>
              </w:rPr>
              <w:t xml:space="preserve">max. </w:t>
            </w:r>
            <w:r w:rsidR="00C3055B">
              <w:rPr>
                <w:rFonts w:eastAsia="Arial" w:cstheme="minorHAnsi"/>
                <w:color w:val="000000"/>
              </w:rPr>
              <w:t xml:space="preserve">RSD </w:t>
            </w:r>
            <w:r w:rsidRPr="0042658C">
              <w:rPr>
                <w:rFonts w:eastAsia="Arial" w:cstheme="minorHAnsi"/>
                <w:color w:val="000000"/>
              </w:rPr>
              <w:t>4</w:t>
            </w:r>
            <w:r w:rsidRPr="0042658C">
              <w:rPr>
                <w:rFonts w:eastAsia="Arial" w:cstheme="minorHAnsi"/>
                <w:color w:val="000000"/>
                <w:spacing w:val="-1"/>
              </w:rPr>
              <w:t>5</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51D108F5" w14:textId="77777777" w:rsidTr="00765809">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572E544" w14:textId="77777777" w:rsidR="004C563B" w:rsidRPr="0042658C" w:rsidRDefault="004C563B">
            <w:pPr>
              <w:spacing w:after="14" w:line="180" w:lineRule="exact"/>
              <w:rPr>
                <w:rFonts w:eastAsia="Times New Roman" w:cstheme="minorHAnsi"/>
              </w:rPr>
            </w:pPr>
          </w:p>
          <w:p w14:paraId="43D233C0" w14:textId="77777777" w:rsidR="004C563B" w:rsidRPr="0042658C" w:rsidRDefault="00ED1567">
            <w:pPr>
              <w:spacing w:after="0" w:line="240"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.2.</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7218229D" w14:textId="77777777" w:rsidR="004C563B" w:rsidRPr="0042658C" w:rsidRDefault="004C563B">
            <w:pPr>
              <w:spacing w:after="14" w:line="180" w:lineRule="exact"/>
              <w:rPr>
                <w:rFonts w:eastAsia="Times New Roman" w:cstheme="minorHAnsi"/>
              </w:rPr>
            </w:pPr>
          </w:p>
          <w:p w14:paraId="22F4E762" w14:textId="27051B39" w:rsidR="004C563B" w:rsidRPr="0042658C" w:rsidRDefault="00915C99">
            <w:pPr>
              <w:spacing w:after="0" w:line="240" w:lineRule="auto"/>
              <w:ind w:left="70" w:right="-20"/>
              <w:rPr>
                <w:rFonts w:eastAsia="Arial" w:cstheme="minorHAnsi"/>
                <w:color w:val="000000"/>
              </w:rPr>
            </w:pPr>
            <w:r>
              <w:rPr>
                <w:rFonts w:eastAsia="Arial" w:cstheme="minorHAnsi"/>
                <w:color w:val="000000"/>
              </w:rPr>
              <w:t>On</w:t>
            </w:r>
            <w:r w:rsidRPr="00915C99">
              <w:rPr>
                <w:rFonts w:eastAsia="Arial" w:cstheme="minorHAnsi"/>
                <w:color w:val="000000"/>
              </w:rPr>
              <w:t xml:space="preserve"> a payment account </w:t>
            </w:r>
            <w:r>
              <w:rPr>
                <w:rFonts w:eastAsia="Arial" w:cstheme="minorHAnsi"/>
                <w:color w:val="000000"/>
              </w:rPr>
              <w:t>at</w:t>
            </w:r>
            <w:r w:rsidRPr="00915C99">
              <w:rPr>
                <w:rFonts w:eastAsia="Arial" w:cstheme="minorHAnsi"/>
                <w:color w:val="000000"/>
              </w:rPr>
              <w:t xml:space="preserve"> another domestic bank</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85D684E" w14:textId="77777777" w:rsidR="004C563B" w:rsidRPr="0042658C" w:rsidRDefault="004C563B">
            <w:pPr>
              <w:spacing w:after="14" w:line="180" w:lineRule="exact"/>
              <w:rPr>
                <w:rFonts w:eastAsia="Times New Roman" w:cstheme="minorHAnsi"/>
              </w:rPr>
            </w:pPr>
          </w:p>
          <w:p w14:paraId="227739AD" w14:textId="4FD98490" w:rsidR="004C563B" w:rsidRPr="0042658C" w:rsidRDefault="00ED1567">
            <w:pPr>
              <w:spacing w:after="0" w:line="240" w:lineRule="auto"/>
              <w:ind w:left="1694" w:right="-20"/>
              <w:rPr>
                <w:rFonts w:eastAsia="Arial" w:cstheme="minorHAnsi"/>
                <w:color w:val="000000"/>
              </w:rPr>
            </w:pPr>
            <w:r w:rsidRPr="0042658C">
              <w:rPr>
                <w:rFonts w:eastAsia="Arial" w:cstheme="minorHAnsi"/>
                <w:color w:val="000000"/>
              </w:rPr>
              <w:t>0</w:t>
            </w:r>
            <w:r w:rsidR="000A5804">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2EC644F" w14:textId="0FE20114" w:rsidR="004C563B" w:rsidRPr="0042658C" w:rsidRDefault="00ED1567">
            <w:pPr>
              <w:spacing w:before="43" w:after="0" w:line="234"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C3055B">
              <w:rPr>
                <w:rFonts w:eastAsia="Arial" w:cstheme="minorHAnsi"/>
                <w:color w:val="000000"/>
              </w:rPr>
              <w:t xml:space="preserve">RSD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6A8FEC3D" w14:textId="77777777" w:rsidTr="00765809">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5B518C2C"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627B66C6"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3229E43"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21E2C22" w14:textId="5A42C934" w:rsidR="004C563B" w:rsidRPr="0042658C" w:rsidRDefault="00ED1567">
            <w:pPr>
              <w:spacing w:before="43" w:after="0" w:line="234" w:lineRule="auto"/>
              <w:ind w:left="1116" w:right="-20"/>
              <w:rPr>
                <w:rFonts w:eastAsia="Arial" w:cstheme="minorHAnsi"/>
                <w:color w:val="000000"/>
              </w:rPr>
            </w:pPr>
            <w:r w:rsidRPr="0042658C">
              <w:rPr>
                <w:rFonts w:eastAsia="Arial" w:cstheme="minorHAnsi"/>
                <w:color w:val="000000"/>
              </w:rPr>
              <w:t xml:space="preserve">max. </w:t>
            </w:r>
            <w:r w:rsidR="00C3055B">
              <w:rPr>
                <w:rFonts w:eastAsia="Arial" w:cstheme="minorHAnsi"/>
                <w:color w:val="000000"/>
              </w:rPr>
              <w:t xml:space="preserve">RSD </w:t>
            </w:r>
            <w:r w:rsidRPr="0042658C">
              <w:rPr>
                <w:rFonts w:eastAsia="Arial" w:cstheme="minorHAnsi"/>
                <w:color w:val="000000"/>
              </w:rPr>
              <w:t>3</w:t>
            </w:r>
            <w:r w:rsidRPr="0042658C">
              <w:rPr>
                <w:rFonts w:eastAsia="Arial" w:cstheme="minorHAnsi"/>
                <w:color w:val="000000"/>
                <w:spacing w:val="-1"/>
              </w:rPr>
              <w:t>5</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52F59C1B" w14:textId="77777777" w:rsidTr="00765809">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66E2D6" w14:textId="77777777" w:rsidR="004C563B" w:rsidRPr="0042658C" w:rsidRDefault="00ED1567">
            <w:pPr>
              <w:spacing w:before="46"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C18FD31" w14:textId="2F67ECF2" w:rsidR="004C563B" w:rsidRPr="0042658C" w:rsidRDefault="00915C99">
            <w:pPr>
              <w:spacing w:before="46" w:after="0" w:line="232" w:lineRule="auto"/>
              <w:ind w:left="70" w:right="-20"/>
              <w:rPr>
                <w:rFonts w:eastAsia="Arial" w:cstheme="minorHAnsi"/>
                <w:color w:val="000000"/>
              </w:rPr>
            </w:pPr>
            <w:r>
              <w:rPr>
                <w:rFonts w:eastAsia="Arial" w:cstheme="minorHAnsi"/>
                <w:color w:val="000000"/>
              </w:rPr>
              <w:t>On a payment account at</w:t>
            </w:r>
            <w:r w:rsidR="00ED1567" w:rsidRPr="0042658C">
              <w:rPr>
                <w:rFonts w:eastAsia="Arial" w:cstheme="minorHAnsi"/>
                <w:color w:val="000000"/>
                <w:spacing w:val="-1"/>
              </w:rPr>
              <w:t xml:space="preserve"> </w:t>
            </w:r>
            <w:r w:rsidR="00ED1567" w:rsidRPr="0042658C">
              <w:rPr>
                <w:rFonts w:eastAsia="Arial" w:cstheme="minorHAnsi"/>
                <w:color w:val="000000"/>
              </w:rPr>
              <w:t>AL</w:t>
            </w:r>
            <w:r w:rsidR="00ED1567" w:rsidRPr="0042658C">
              <w:rPr>
                <w:rFonts w:eastAsia="Arial" w:cstheme="minorHAnsi"/>
                <w:color w:val="000000"/>
                <w:spacing w:val="1"/>
              </w:rPr>
              <w:t>T</w:t>
            </w:r>
            <w:r w:rsidR="00ED1567" w:rsidRPr="0042658C">
              <w:rPr>
                <w:rFonts w:eastAsia="Arial" w:cstheme="minorHAnsi"/>
                <w:color w:val="000000"/>
              </w:rPr>
              <w:t>A ba</w:t>
            </w:r>
            <w:r w:rsidR="00ED1567" w:rsidRPr="0042658C">
              <w:rPr>
                <w:rFonts w:eastAsia="Arial" w:cstheme="minorHAnsi"/>
                <w:color w:val="000000"/>
                <w:spacing w:val="-1"/>
              </w:rPr>
              <w:t>n</w:t>
            </w:r>
            <w:r w:rsidR="00ED1567" w:rsidRPr="0042658C">
              <w:rPr>
                <w:rFonts w:eastAsia="Arial" w:cstheme="minorHAnsi"/>
                <w:color w:val="000000"/>
              </w:rPr>
              <w:t>k</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5B6054A" w14:textId="6321B622" w:rsidR="004C563B" w:rsidRPr="0042658C" w:rsidRDefault="00C3055B">
            <w:pPr>
              <w:spacing w:before="46" w:after="0" w:line="232" w:lineRule="auto"/>
              <w:ind w:left="4193" w:right="-20"/>
              <w:rPr>
                <w:rFonts w:eastAsia="Arial" w:cstheme="minorHAnsi"/>
                <w:color w:val="000000"/>
              </w:rPr>
            </w:pPr>
            <w:r>
              <w:rPr>
                <w:rFonts w:eastAsia="Arial" w:cstheme="minorHAnsi"/>
                <w:color w:val="000000"/>
              </w:rPr>
              <w:t xml:space="preserve">RSD </w:t>
            </w:r>
            <w:r w:rsidR="00ED1567" w:rsidRPr="0042658C">
              <w:rPr>
                <w:rFonts w:eastAsia="Arial" w:cstheme="minorHAnsi"/>
                <w:color w:val="000000"/>
              </w:rPr>
              <w:t>1</w:t>
            </w:r>
            <w:r w:rsidR="00B84CE6">
              <w:rPr>
                <w:rFonts w:eastAsia="Arial" w:cstheme="minorHAnsi"/>
                <w:color w:val="000000"/>
              </w:rPr>
              <w:t>,</w:t>
            </w:r>
            <w:r w:rsidR="00ED1567" w:rsidRPr="0042658C">
              <w:rPr>
                <w:rFonts w:eastAsia="Arial" w:cstheme="minorHAnsi"/>
                <w:color w:val="000000"/>
                <w:spacing w:val="-1"/>
              </w:rPr>
              <w:t>000</w:t>
            </w:r>
            <w:r w:rsidR="00B84CE6">
              <w:rPr>
                <w:rFonts w:eastAsia="Arial" w:cstheme="minorHAnsi"/>
                <w:color w:val="000000"/>
              </w:rPr>
              <w:t>.</w:t>
            </w:r>
            <w:r w:rsidR="00ED1567" w:rsidRPr="0042658C">
              <w:rPr>
                <w:rFonts w:eastAsia="Arial" w:cstheme="minorHAnsi"/>
                <w:color w:val="000000"/>
              </w:rPr>
              <w:t xml:space="preserve">00 </w:t>
            </w:r>
          </w:p>
        </w:tc>
      </w:tr>
      <w:tr w:rsidR="004C563B" w:rsidRPr="0042658C" w14:paraId="28229280" w14:textId="77777777" w:rsidTr="00765809">
        <w:trPr>
          <w:cantSplit/>
          <w:trHeight w:hRule="exact" w:val="302"/>
        </w:trPr>
        <w:tc>
          <w:tcPr>
            <w:tcW w:w="1101"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3372A8CD" w14:textId="77777777" w:rsidR="004C563B" w:rsidRPr="0042658C" w:rsidRDefault="00ED1567">
            <w:pPr>
              <w:spacing w:before="46"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.4.</w:t>
            </w:r>
          </w:p>
        </w:tc>
        <w:tc>
          <w:tcPr>
            <w:tcW w:w="8478"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50C29704" w14:textId="61BB4779" w:rsidR="004C563B" w:rsidRPr="0042658C" w:rsidRDefault="00915C99">
            <w:pPr>
              <w:spacing w:before="46" w:after="0" w:line="232" w:lineRule="auto"/>
              <w:ind w:left="70" w:right="-20"/>
              <w:rPr>
                <w:rFonts w:eastAsia="Arial" w:cstheme="minorHAnsi"/>
                <w:color w:val="000000"/>
              </w:rPr>
            </w:pPr>
            <w:r>
              <w:rPr>
                <w:rFonts w:eastAsia="Arial" w:cstheme="minorHAnsi"/>
                <w:color w:val="000000"/>
              </w:rPr>
              <w:t>On</w:t>
            </w:r>
            <w:r w:rsidRPr="00915C99">
              <w:rPr>
                <w:rFonts w:eastAsia="Arial" w:cstheme="minorHAnsi"/>
                <w:color w:val="000000"/>
              </w:rPr>
              <w:t xml:space="preserve"> the payment account </w:t>
            </w:r>
            <w:r>
              <w:rPr>
                <w:rFonts w:eastAsia="Arial" w:cstheme="minorHAnsi"/>
                <w:color w:val="000000"/>
              </w:rPr>
              <w:t>at</w:t>
            </w:r>
            <w:r w:rsidRPr="00915C99">
              <w:rPr>
                <w:rFonts w:eastAsia="Arial" w:cstheme="minorHAnsi"/>
                <w:color w:val="000000"/>
              </w:rPr>
              <w:t xml:space="preserve"> ALTA bank - business </w:t>
            </w:r>
          </w:p>
        </w:tc>
        <w:tc>
          <w:tcPr>
            <w:tcW w:w="5649"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5428466C" w14:textId="10E6E0A2" w:rsidR="004C563B" w:rsidRPr="0042658C" w:rsidRDefault="00C3055B">
            <w:pPr>
              <w:spacing w:before="46" w:after="0" w:line="232" w:lineRule="auto"/>
              <w:ind w:left="4296" w:right="-20"/>
              <w:rPr>
                <w:rFonts w:eastAsia="Arial" w:cstheme="minorHAnsi"/>
                <w:color w:val="000000"/>
              </w:rPr>
            </w:pPr>
            <w:r>
              <w:rPr>
                <w:rFonts w:eastAsia="Arial" w:cstheme="minorHAnsi"/>
                <w:color w:val="000000"/>
              </w:rPr>
              <w:t>Free of charge</w:t>
            </w:r>
          </w:p>
        </w:tc>
      </w:tr>
      <w:tr w:rsidR="004C563B" w:rsidRPr="0042658C" w14:paraId="4BA4112F" w14:textId="77777777">
        <w:trPr>
          <w:cantSplit/>
          <w:trHeight w:hRule="exact" w:val="302"/>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15AF63D" w14:textId="77777777" w:rsidR="004C563B" w:rsidRPr="0042658C" w:rsidRDefault="00ED1567">
            <w:pPr>
              <w:spacing w:before="46" w:after="0" w:line="231" w:lineRule="auto"/>
              <w:ind w:left="504" w:right="-20"/>
              <w:rPr>
                <w:rFonts w:eastAsia="Arial" w:cstheme="minorHAnsi"/>
                <w:b/>
                <w:bCs/>
                <w:color w:val="000000"/>
              </w:rPr>
            </w:pPr>
            <w:r w:rsidRPr="0042658C">
              <w:rPr>
                <w:rFonts w:eastAsia="Arial" w:cstheme="minorHAnsi"/>
                <w:b/>
                <w:bCs/>
                <w:color w:val="000000"/>
              </w:rPr>
              <w:t>2</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9A575C7" w14:textId="3850ED20" w:rsidR="004C563B" w:rsidRPr="0042658C" w:rsidRDefault="001347F7">
            <w:pPr>
              <w:spacing w:before="46" w:after="0" w:line="231" w:lineRule="auto"/>
              <w:ind w:left="70" w:right="-20"/>
              <w:rPr>
                <w:rFonts w:eastAsia="Arial" w:cstheme="minorHAnsi"/>
                <w:b/>
                <w:bCs/>
                <w:color w:val="000000"/>
              </w:rPr>
            </w:pPr>
            <w:r w:rsidRPr="001347F7">
              <w:rPr>
                <w:rFonts w:eastAsia="Arial" w:cstheme="minorHAnsi"/>
                <w:b/>
                <w:bCs/>
                <w:color w:val="000000"/>
              </w:rPr>
              <w:t xml:space="preserve">CASHLESS TRANSFER OF ASSETS IN EUROS FROM FOREIGN CURRENCY CURRENT ACCOUNT </w:t>
            </w:r>
            <w:r>
              <w:rPr>
                <w:rFonts w:eastAsia="Arial" w:cstheme="minorHAnsi"/>
                <w:b/>
                <w:bCs/>
                <w:color w:val="000000"/>
              </w:rPr>
              <w:t xml:space="preserve">EXCEPT </w:t>
            </w:r>
            <w:r w:rsidRPr="001347F7">
              <w:rPr>
                <w:rFonts w:eastAsia="Arial" w:cstheme="minorHAnsi"/>
                <w:b/>
                <w:bCs/>
                <w:color w:val="000000"/>
              </w:rPr>
              <w:t>IN EUROS</w:t>
            </w:r>
          </w:p>
        </w:tc>
      </w:tr>
      <w:tr w:rsidR="004C563B" w:rsidRPr="0042658C" w14:paraId="55D70437" w14:textId="77777777" w:rsidTr="00765809">
        <w:trPr>
          <w:cantSplit/>
          <w:trHeight w:hRule="exact" w:val="303"/>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70341342" w14:textId="77777777" w:rsidR="004C563B" w:rsidRPr="0042658C" w:rsidRDefault="004C563B">
            <w:pPr>
              <w:spacing w:after="18" w:line="180" w:lineRule="exact"/>
              <w:rPr>
                <w:rFonts w:eastAsia="Times New Roman" w:cstheme="minorHAnsi"/>
              </w:rPr>
            </w:pPr>
          </w:p>
          <w:p w14:paraId="18D3CD5B" w14:textId="77777777" w:rsidR="004C563B" w:rsidRPr="0042658C" w:rsidRDefault="00ED1567">
            <w:pPr>
              <w:spacing w:after="0" w:line="240" w:lineRule="auto"/>
              <w:ind w:left="37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079D1A3" w14:textId="77777777" w:rsidR="004C563B" w:rsidRPr="0042658C" w:rsidRDefault="004C563B">
            <w:pPr>
              <w:spacing w:after="18" w:line="180" w:lineRule="exact"/>
              <w:rPr>
                <w:rFonts w:eastAsia="Times New Roman" w:cstheme="minorHAnsi"/>
              </w:rPr>
            </w:pPr>
          </w:p>
          <w:p w14:paraId="2C6C08D2" w14:textId="7301564A" w:rsidR="004C563B" w:rsidRPr="0042658C" w:rsidRDefault="001347F7">
            <w:pPr>
              <w:spacing w:after="0" w:line="240" w:lineRule="auto"/>
              <w:ind w:left="70" w:right="-20"/>
              <w:rPr>
                <w:rFonts w:eastAsia="Arial" w:cstheme="minorHAnsi"/>
                <w:color w:val="000000"/>
              </w:rPr>
            </w:pPr>
            <w:r w:rsidRPr="001347F7">
              <w:rPr>
                <w:rFonts w:eastAsia="Arial" w:cstheme="minorHAnsi"/>
                <w:color w:val="000000"/>
              </w:rPr>
              <w:t>On a payment account abroad</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79B3961" w14:textId="77777777" w:rsidR="004C563B" w:rsidRPr="0042658C" w:rsidRDefault="004C563B">
            <w:pPr>
              <w:spacing w:after="18" w:line="180" w:lineRule="exact"/>
              <w:rPr>
                <w:rFonts w:eastAsia="Times New Roman" w:cstheme="minorHAnsi"/>
              </w:rPr>
            </w:pPr>
          </w:p>
          <w:p w14:paraId="28F516F5" w14:textId="5AD4196B" w:rsidR="004C563B" w:rsidRPr="0042658C" w:rsidRDefault="00ED1567">
            <w:pPr>
              <w:spacing w:after="0" w:line="240" w:lineRule="auto"/>
              <w:ind w:left="1694" w:right="-20"/>
              <w:rPr>
                <w:rFonts w:eastAsia="Arial" w:cstheme="minorHAnsi"/>
                <w:color w:val="000000"/>
              </w:rPr>
            </w:pPr>
            <w:r w:rsidRPr="0042658C">
              <w:rPr>
                <w:rFonts w:eastAsia="Arial" w:cstheme="minorHAnsi"/>
                <w:color w:val="000000"/>
              </w:rPr>
              <w:t>0</w:t>
            </w:r>
            <w:r w:rsidR="000A5804">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7E6AE0" w14:textId="5E81CC08" w:rsidR="004C563B" w:rsidRPr="0042658C" w:rsidRDefault="00ED1567">
            <w:pPr>
              <w:spacing w:before="47" w:after="0" w:line="232" w:lineRule="auto"/>
              <w:ind w:left="1246"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C3055B">
              <w:rPr>
                <w:rFonts w:eastAsia="Arial" w:cstheme="minorHAnsi"/>
                <w:color w:val="000000"/>
              </w:rPr>
              <w:t xml:space="preserve">RSD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B84CE6">
              <w:rPr>
                <w:rFonts w:eastAsia="Arial" w:cstheme="minorHAnsi"/>
                <w:color w:val="000000"/>
              </w:rPr>
              <w:t>.</w:t>
            </w:r>
            <w:r w:rsidRPr="0042658C">
              <w:rPr>
                <w:rFonts w:eastAsia="Arial" w:cstheme="minorHAnsi"/>
                <w:color w:val="000000"/>
              </w:rPr>
              <w:t xml:space="preserve">00 </w:t>
            </w:r>
          </w:p>
        </w:tc>
      </w:tr>
      <w:tr w:rsidR="004C563B" w:rsidRPr="0042658C" w14:paraId="308E315A" w14:textId="77777777" w:rsidTr="00765809">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4C9A0F3"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630647E"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98C03EC"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B7F5FE3" w14:textId="22656D95" w:rsidR="004C563B" w:rsidRPr="0042658C" w:rsidRDefault="00ED1567">
            <w:pPr>
              <w:spacing w:before="46" w:after="0" w:line="232" w:lineRule="auto"/>
              <w:ind w:left="1116" w:right="-20"/>
              <w:rPr>
                <w:rFonts w:eastAsia="Arial" w:cstheme="minorHAnsi"/>
                <w:color w:val="000000"/>
              </w:rPr>
            </w:pPr>
            <w:r w:rsidRPr="0042658C">
              <w:rPr>
                <w:rFonts w:eastAsia="Arial" w:cstheme="minorHAnsi"/>
                <w:color w:val="000000"/>
              </w:rPr>
              <w:t xml:space="preserve">max. </w:t>
            </w:r>
            <w:r w:rsidR="00C3055B">
              <w:rPr>
                <w:rFonts w:eastAsia="Arial" w:cstheme="minorHAnsi"/>
                <w:color w:val="000000"/>
              </w:rPr>
              <w:t xml:space="preserve">RSD </w:t>
            </w:r>
            <w:r w:rsidRPr="0042658C">
              <w:rPr>
                <w:rFonts w:eastAsia="Arial" w:cstheme="minorHAnsi"/>
                <w:color w:val="000000"/>
              </w:rPr>
              <w:t>3</w:t>
            </w:r>
            <w:r w:rsidRPr="0042658C">
              <w:rPr>
                <w:rFonts w:eastAsia="Arial" w:cstheme="minorHAnsi"/>
                <w:color w:val="000000"/>
                <w:spacing w:val="-1"/>
              </w:rPr>
              <w:t>5</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217B905B" w14:textId="77777777">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A0811C6" w14:textId="77777777" w:rsidR="004C563B" w:rsidRPr="0042658C" w:rsidRDefault="00ED1567">
            <w:pPr>
              <w:spacing w:before="46" w:after="0" w:line="232" w:lineRule="auto"/>
              <w:ind w:left="374" w:right="-20"/>
              <w:rPr>
                <w:rFonts w:eastAsia="Arial" w:cstheme="minorHAnsi"/>
                <w:b/>
                <w:bCs/>
                <w:color w:val="000000"/>
              </w:rPr>
            </w:pPr>
            <w:r w:rsidRPr="0042658C">
              <w:rPr>
                <w:rFonts w:eastAsia="Arial" w:cstheme="minorHAnsi"/>
                <w:b/>
                <w:bCs/>
                <w:color w:val="000000"/>
              </w:rPr>
              <w:t>2.</w:t>
            </w:r>
            <w:r w:rsidRPr="0042658C">
              <w:rPr>
                <w:rFonts w:eastAsia="Arial" w:cstheme="minorHAnsi"/>
                <w:b/>
                <w:bCs/>
                <w:color w:val="000000"/>
                <w:spacing w:val="-1"/>
              </w:rPr>
              <w:t>2</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9ECF18" w14:textId="65CD0339" w:rsidR="004C563B" w:rsidRPr="0042658C" w:rsidRDefault="001347F7">
            <w:pPr>
              <w:spacing w:before="46" w:after="0" w:line="232" w:lineRule="auto"/>
              <w:ind w:left="70" w:right="-20"/>
              <w:rPr>
                <w:rFonts w:eastAsia="Arial" w:cstheme="minorHAnsi"/>
                <w:b/>
                <w:bCs/>
                <w:color w:val="000000"/>
              </w:rPr>
            </w:pPr>
            <w:r w:rsidRPr="001347F7">
              <w:rPr>
                <w:rFonts w:eastAsia="Arial" w:cstheme="minorHAnsi"/>
                <w:b/>
                <w:bCs/>
                <w:color w:val="000000"/>
              </w:rPr>
              <w:t>On a payment account in Republic of Serbia</w:t>
            </w:r>
          </w:p>
        </w:tc>
      </w:tr>
      <w:tr w:rsidR="004C563B" w:rsidRPr="0042658C" w14:paraId="5ED86A49" w14:textId="77777777" w:rsidTr="00765809">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C5DB53A" w14:textId="77777777" w:rsidR="004C563B" w:rsidRPr="0042658C" w:rsidRDefault="004C563B">
            <w:pPr>
              <w:spacing w:after="17" w:line="180" w:lineRule="exact"/>
              <w:rPr>
                <w:rFonts w:eastAsia="Times New Roman" w:cstheme="minorHAnsi"/>
              </w:rPr>
            </w:pPr>
          </w:p>
          <w:p w14:paraId="51FE2519" w14:textId="77777777" w:rsidR="004C563B" w:rsidRPr="0042658C" w:rsidRDefault="00ED1567">
            <w:pPr>
              <w:spacing w:after="0" w:line="240" w:lineRule="auto"/>
              <w:ind w:left="276"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.1.</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DE1FE4F" w14:textId="77777777" w:rsidR="004C563B" w:rsidRPr="0042658C" w:rsidRDefault="004C563B">
            <w:pPr>
              <w:spacing w:after="17" w:line="180" w:lineRule="exact"/>
              <w:rPr>
                <w:rFonts w:eastAsia="Times New Roman" w:cstheme="minorHAnsi"/>
              </w:rPr>
            </w:pPr>
          </w:p>
          <w:p w14:paraId="01E5E875" w14:textId="125A20AD" w:rsidR="004C563B" w:rsidRPr="0042658C" w:rsidRDefault="001347F7">
            <w:pPr>
              <w:spacing w:after="0" w:line="240" w:lineRule="auto"/>
              <w:ind w:left="70" w:right="-20"/>
              <w:rPr>
                <w:rFonts w:eastAsia="Arial" w:cstheme="minorHAnsi"/>
                <w:color w:val="000000"/>
              </w:rPr>
            </w:pPr>
            <w:r w:rsidRPr="001347F7">
              <w:rPr>
                <w:rFonts w:eastAsia="Arial" w:cstheme="minorHAnsi"/>
                <w:color w:val="000000"/>
              </w:rPr>
              <w:t>On a payment account within the same legal entity with another domestic bank</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6C13761E" w14:textId="77777777" w:rsidR="004C563B" w:rsidRPr="0042658C" w:rsidRDefault="004C563B">
            <w:pPr>
              <w:spacing w:after="17" w:line="180" w:lineRule="exact"/>
              <w:rPr>
                <w:rFonts w:eastAsia="Times New Roman" w:cstheme="minorHAnsi"/>
              </w:rPr>
            </w:pPr>
          </w:p>
          <w:p w14:paraId="41A73DC9" w14:textId="508460DE" w:rsidR="004C563B" w:rsidRPr="0042658C" w:rsidRDefault="00ED1567">
            <w:pPr>
              <w:spacing w:after="0" w:line="240" w:lineRule="auto"/>
              <w:ind w:left="1694" w:right="-20"/>
              <w:rPr>
                <w:rFonts w:eastAsia="Arial" w:cstheme="minorHAnsi"/>
                <w:color w:val="000000"/>
              </w:rPr>
            </w:pPr>
            <w:r w:rsidRPr="0042658C">
              <w:rPr>
                <w:rFonts w:eastAsia="Arial" w:cstheme="minorHAnsi"/>
                <w:color w:val="000000"/>
              </w:rPr>
              <w:t>0</w:t>
            </w:r>
            <w:r w:rsidR="000A5804">
              <w:rPr>
                <w:rFonts w:eastAsia="Arial" w:cstheme="minorHAnsi"/>
                <w:color w:val="000000"/>
              </w:rPr>
              <w:t>.</w:t>
            </w:r>
            <w:r w:rsidRPr="0042658C">
              <w:rPr>
                <w:rFonts w:eastAsia="Arial" w:cstheme="minorHAnsi"/>
                <w:color w:val="000000"/>
                <w:spacing w:val="-1"/>
              </w:rPr>
              <w:t>30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FA0D2E" w14:textId="4213D577" w:rsidR="004C563B" w:rsidRPr="0042658C" w:rsidRDefault="00ED1567">
            <w:pPr>
              <w:spacing w:before="46"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C3055B">
              <w:rPr>
                <w:rFonts w:eastAsia="Arial" w:cstheme="minorHAnsi"/>
                <w:color w:val="000000"/>
              </w:rPr>
              <w:t xml:space="preserve">RSD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rPr>
              <w:t>2</w:t>
            </w:r>
            <w:r w:rsidRPr="0042658C">
              <w:rPr>
                <w:rFonts w:eastAsia="Arial" w:cstheme="minorHAnsi"/>
                <w:color w:val="000000"/>
                <w:spacing w:val="-1"/>
              </w:rPr>
              <w:t>00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23AFEC1A" w14:textId="77777777" w:rsidTr="00765809">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F7264C9"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52914CEF"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B414577"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12BB81" w14:textId="5CDB88A2" w:rsidR="004C563B" w:rsidRPr="0042658C" w:rsidRDefault="00ED1567">
            <w:pPr>
              <w:spacing w:before="46" w:after="0" w:line="232" w:lineRule="auto"/>
              <w:ind w:left="1116" w:right="-20"/>
              <w:rPr>
                <w:rFonts w:eastAsia="Arial" w:cstheme="minorHAnsi"/>
                <w:color w:val="000000"/>
              </w:rPr>
            </w:pPr>
            <w:r w:rsidRPr="0042658C">
              <w:rPr>
                <w:rFonts w:eastAsia="Arial" w:cstheme="minorHAnsi"/>
                <w:color w:val="000000"/>
              </w:rPr>
              <w:t xml:space="preserve">max. </w:t>
            </w:r>
            <w:r w:rsidR="00C3055B">
              <w:rPr>
                <w:rFonts w:eastAsia="Arial" w:cstheme="minorHAnsi"/>
                <w:color w:val="000000"/>
              </w:rPr>
              <w:t xml:space="preserve">RSD </w:t>
            </w:r>
            <w:r w:rsidRPr="0042658C">
              <w:rPr>
                <w:rFonts w:eastAsia="Arial" w:cstheme="minorHAnsi"/>
                <w:color w:val="000000"/>
              </w:rPr>
              <w:t>4</w:t>
            </w:r>
            <w:r w:rsidRPr="0042658C">
              <w:rPr>
                <w:rFonts w:eastAsia="Arial" w:cstheme="minorHAnsi"/>
                <w:color w:val="000000"/>
                <w:spacing w:val="-1"/>
              </w:rPr>
              <w:t>5</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321983E2" w14:textId="77777777" w:rsidTr="00765809">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F0169AE" w14:textId="77777777" w:rsidR="004C563B" w:rsidRPr="0042658C" w:rsidRDefault="004C563B">
            <w:pPr>
              <w:spacing w:after="17" w:line="180" w:lineRule="exact"/>
              <w:rPr>
                <w:rFonts w:eastAsia="Times New Roman" w:cstheme="minorHAnsi"/>
              </w:rPr>
            </w:pPr>
          </w:p>
          <w:p w14:paraId="64400696" w14:textId="77777777" w:rsidR="004C563B" w:rsidRPr="0042658C" w:rsidRDefault="00ED1567">
            <w:pPr>
              <w:spacing w:after="0" w:line="240" w:lineRule="auto"/>
              <w:ind w:left="276"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.2.</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0749822F" w14:textId="77777777" w:rsidR="004C563B" w:rsidRPr="0042658C" w:rsidRDefault="004C563B">
            <w:pPr>
              <w:spacing w:after="17" w:line="180" w:lineRule="exact"/>
              <w:rPr>
                <w:rFonts w:eastAsia="Times New Roman" w:cstheme="minorHAnsi"/>
              </w:rPr>
            </w:pPr>
          </w:p>
          <w:p w14:paraId="2A1408D0" w14:textId="5DDAAF1A" w:rsidR="004C563B" w:rsidRPr="0042658C" w:rsidRDefault="001347F7" w:rsidP="001347F7">
            <w:pPr>
              <w:spacing w:after="0" w:line="240" w:lineRule="auto"/>
              <w:ind w:right="-20"/>
              <w:rPr>
                <w:rFonts w:eastAsia="Arial" w:cstheme="minorHAnsi"/>
                <w:color w:val="000000"/>
              </w:rPr>
            </w:pPr>
            <w:r>
              <w:rPr>
                <w:rFonts w:eastAsia="Arial" w:cstheme="minorHAnsi"/>
                <w:color w:val="000000"/>
              </w:rPr>
              <w:t xml:space="preserve"> </w:t>
            </w:r>
            <w:r w:rsidRPr="001347F7">
              <w:rPr>
                <w:rFonts w:eastAsia="Arial" w:cstheme="minorHAnsi"/>
                <w:color w:val="000000"/>
              </w:rPr>
              <w:t>On a payment account at another domestic bank</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5DA2CED4" w14:textId="77777777" w:rsidR="004C563B" w:rsidRPr="0042658C" w:rsidRDefault="004C563B">
            <w:pPr>
              <w:spacing w:after="17" w:line="180" w:lineRule="exact"/>
              <w:rPr>
                <w:rFonts w:eastAsia="Times New Roman" w:cstheme="minorHAnsi"/>
              </w:rPr>
            </w:pPr>
          </w:p>
          <w:p w14:paraId="49E58EDB" w14:textId="6926306C" w:rsidR="004C563B" w:rsidRPr="0042658C" w:rsidRDefault="00ED1567">
            <w:pPr>
              <w:spacing w:after="0" w:line="240" w:lineRule="auto"/>
              <w:ind w:left="1694" w:right="-20"/>
              <w:rPr>
                <w:rFonts w:eastAsia="Arial" w:cstheme="minorHAnsi"/>
                <w:color w:val="000000"/>
              </w:rPr>
            </w:pPr>
            <w:r w:rsidRPr="0042658C">
              <w:rPr>
                <w:rFonts w:eastAsia="Arial" w:cstheme="minorHAnsi"/>
                <w:color w:val="000000"/>
              </w:rPr>
              <w:t>0</w:t>
            </w:r>
            <w:r w:rsidR="000A5804">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6A63A5C" w14:textId="55C85F47" w:rsidR="004C563B" w:rsidRPr="0042658C" w:rsidRDefault="00ED1567">
            <w:pPr>
              <w:spacing w:before="46"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C3055B">
              <w:rPr>
                <w:rFonts w:eastAsia="Arial" w:cstheme="minorHAnsi"/>
                <w:color w:val="000000"/>
              </w:rPr>
              <w:t xml:space="preserve">RSD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7791BCAF" w14:textId="77777777" w:rsidTr="00765809">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7E5523D"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5390BF88"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310A848"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14D73A" w14:textId="64D354D3" w:rsidR="004C563B" w:rsidRPr="0042658C" w:rsidRDefault="00ED1567">
            <w:pPr>
              <w:spacing w:before="46" w:after="0" w:line="232" w:lineRule="auto"/>
              <w:ind w:left="1116" w:right="-20"/>
              <w:rPr>
                <w:rFonts w:eastAsia="Arial" w:cstheme="minorHAnsi"/>
                <w:color w:val="000000"/>
              </w:rPr>
            </w:pPr>
            <w:r w:rsidRPr="0042658C">
              <w:rPr>
                <w:rFonts w:eastAsia="Arial" w:cstheme="minorHAnsi"/>
                <w:color w:val="000000"/>
              </w:rPr>
              <w:t xml:space="preserve">max. </w:t>
            </w:r>
            <w:r w:rsidR="00C3055B">
              <w:rPr>
                <w:rFonts w:eastAsia="Arial" w:cstheme="minorHAnsi"/>
                <w:color w:val="000000"/>
              </w:rPr>
              <w:t xml:space="preserve">RSD </w:t>
            </w:r>
            <w:r w:rsidRPr="0042658C">
              <w:rPr>
                <w:rFonts w:eastAsia="Arial" w:cstheme="minorHAnsi"/>
                <w:color w:val="000000"/>
              </w:rPr>
              <w:t>3</w:t>
            </w:r>
            <w:r w:rsidRPr="0042658C">
              <w:rPr>
                <w:rFonts w:eastAsia="Arial" w:cstheme="minorHAnsi"/>
                <w:color w:val="000000"/>
                <w:spacing w:val="-1"/>
              </w:rPr>
              <w:t>5</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1D2A14E1" w14:textId="77777777" w:rsidTr="00765809">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008601" w14:textId="77777777" w:rsidR="004C563B" w:rsidRPr="0042658C" w:rsidRDefault="00ED1567">
            <w:pPr>
              <w:spacing w:before="46" w:after="0" w:line="232" w:lineRule="auto"/>
              <w:ind w:left="276"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.3.</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2194BB" w14:textId="6D7FE0A9" w:rsidR="004C563B" w:rsidRPr="0042658C" w:rsidRDefault="001347F7">
            <w:pPr>
              <w:spacing w:before="46" w:after="0" w:line="232" w:lineRule="auto"/>
              <w:ind w:left="70" w:right="-20"/>
              <w:rPr>
                <w:rFonts w:eastAsia="Arial" w:cstheme="minorHAnsi"/>
                <w:color w:val="000000"/>
              </w:rPr>
            </w:pPr>
            <w:r w:rsidRPr="001347F7">
              <w:rPr>
                <w:rFonts w:eastAsia="Arial" w:cstheme="minorHAnsi"/>
                <w:color w:val="000000"/>
              </w:rPr>
              <w:t>On a payment account at ALTA bank</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B537E89" w14:textId="7E363CF9" w:rsidR="004C563B" w:rsidRPr="0042658C" w:rsidRDefault="00C3055B">
            <w:pPr>
              <w:spacing w:before="46" w:after="0" w:line="232" w:lineRule="auto"/>
              <w:ind w:left="4193" w:right="-20"/>
              <w:rPr>
                <w:rFonts w:eastAsia="Arial" w:cstheme="minorHAnsi"/>
                <w:color w:val="000000"/>
              </w:rPr>
            </w:pPr>
            <w:r>
              <w:rPr>
                <w:rFonts w:eastAsia="Arial" w:cstheme="minorHAnsi"/>
                <w:color w:val="000000"/>
              </w:rPr>
              <w:t xml:space="preserve">RSD </w:t>
            </w:r>
            <w:r w:rsidR="00ED1567" w:rsidRPr="0042658C">
              <w:rPr>
                <w:rFonts w:eastAsia="Arial" w:cstheme="minorHAnsi"/>
                <w:color w:val="000000"/>
              </w:rPr>
              <w:t>1</w:t>
            </w:r>
            <w:r w:rsidR="00B84CE6">
              <w:rPr>
                <w:rFonts w:eastAsia="Arial" w:cstheme="minorHAnsi"/>
                <w:color w:val="000000"/>
              </w:rPr>
              <w:t>,</w:t>
            </w:r>
            <w:r w:rsidR="00ED1567" w:rsidRPr="0042658C">
              <w:rPr>
                <w:rFonts w:eastAsia="Arial" w:cstheme="minorHAnsi"/>
                <w:color w:val="000000"/>
                <w:spacing w:val="-1"/>
              </w:rPr>
              <w:t>000</w:t>
            </w:r>
            <w:r w:rsidR="00B84CE6">
              <w:rPr>
                <w:rFonts w:eastAsia="Arial" w:cstheme="minorHAnsi"/>
                <w:color w:val="000000"/>
              </w:rPr>
              <w:t>.</w:t>
            </w:r>
            <w:r w:rsidR="00ED1567" w:rsidRPr="0042658C">
              <w:rPr>
                <w:rFonts w:eastAsia="Arial" w:cstheme="minorHAnsi"/>
                <w:color w:val="000000"/>
              </w:rPr>
              <w:t xml:space="preserve">00 </w:t>
            </w:r>
          </w:p>
        </w:tc>
      </w:tr>
      <w:tr w:rsidR="004C563B" w:rsidRPr="0042658C" w14:paraId="4E1EF6AE" w14:textId="77777777" w:rsidTr="00765809">
        <w:trPr>
          <w:cantSplit/>
          <w:trHeight w:hRule="exact" w:val="302"/>
        </w:trPr>
        <w:tc>
          <w:tcPr>
            <w:tcW w:w="1101"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726FBDAC" w14:textId="77777777" w:rsidR="004C563B" w:rsidRPr="0042658C" w:rsidRDefault="00ED1567">
            <w:pPr>
              <w:spacing w:before="46" w:after="0" w:line="232" w:lineRule="auto"/>
              <w:ind w:left="276"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.4.</w:t>
            </w:r>
          </w:p>
        </w:tc>
        <w:tc>
          <w:tcPr>
            <w:tcW w:w="8478"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43CC69B1" w14:textId="5F380713" w:rsidR="004C563B" w:rsidRPr="0042658C" w:rsidRDefault="001347F7">
            <w:pPr>
              <w:spacing w:before="46" w:after="0" w:line="232" w:lineRule="auto"/>
              <w:ind w:left="70" w:right="-20"/>
              <w:rPr>
                <w:rFonts w:eastAsia="Arial" w:cstheme="minorHAnsi"/>
                <w:color w:val="000000"/>
              </w:rPr>
            </w:pPr>
            <w:r w:rsidRPr="001347F7">
              <w:rPr>
                <w:rFonts w:eastAsia="Arial" w:cstheme="minorHAnsi"/>
                <w:color w:val="000000"/>
              </w:rPr>
              <w:t>On the payment account at ALTA bank - business</w:t>
            </w:r>
          </w:p>
        </w:tc>
        <w:tc>
          <w:tcPr>
            <w:tcW w:w="5649"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13FF8F09" w14:textId="43D84E86" w:rsidR="004C563B" w:rsidRPr="0042658C" w:rsidRDefault="00C3055B">
            <w:pPr>
              <w:spacing w:before="46" w:after="0" w:line="232" w:lineRule="auto"/>
              <w:ind w:left="4296" w:right="-20"/>
              <w:rPr>
                <w:rFonts w:eastAsia="Arial" w:cstheme="minorHAnsi"/>
                <w:color w:val="000000"/>
              </w:rPr>
            </w:pPr>
            <w:r>
              <w:rPr>
                <w:rFonts w:eastAsia="Arial" w:cstheme="minorHAnsi"/>
                <w:color w:val="000000"/>
              </w:rPr>
              <w:t>Free of charge</w:t>
            </w:r>
          </w:p>
        </w:tc>
      </w:tr>
      <w:tr w:rsidR="004C563B" w:rsidRPr="0042658C" w14:paraId="43F089CC" w14:textId="77777777">
        <w:trPr>
          <w:cantSplit/>
          <w:trHeight w:hRule="exact" w:val="565"/>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4EA43B6" w14:textId="77777777" w:rsidR="004C563B" w:rsidRPr="0042658C" w:rsidRDefault="00ED1567">
            <w:pPr>
              <w:spacing w:before="46" w:after="0" w:line="240" w:lineRule="auto"/>
              <w:ind w:left="504" w:right="-20"/>
              <w:rPr>
                <w:rFonts w:eastAsia="Arial" w:cstheme="minorHAnsi"/>
                <w:b/>
                <w:bCs/>
                <w:color w:val="000000"/>
              </w:rPr>
            </w:pPr>
            <w:r w:rsidRPr="0042658C">
              <w:rPr>
                <w:rFonts w:eastAsia="Arial" w:cstheme="minorHAnsi"/>
                <w:b/>
                <w:bCs/>
                <w:color w:val="000000"/>
              </w:rPr>
              <w:t>3</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A345011" w14:textId="1BF30E2E" w:rsidR="004C563B" w:rsidRPr="0042658C" w:rsidRDefault="00543B09">
            <w:pPr>
              <w:spacing w:before="46" w:after="0" w:line="235" w:lineRule="auto"/>
              <w:ind w:left="200" w:right="1275"/>
              <w:rPr>
                <w:rFonts w:eastAsia="Arial" w:cstheme="minorHAnsi"/>
                <w:b/>
                <w:bCs/>
                <w:color w:val="000000"/>
              </w:rPr>
            </w:pPr>
            <w:r w:rsidRPr="00543B09">
              <w:rPr>
                <w:rFonts w:eastAsia="Arial" w:cstheme="minorHAnsi"/>
                <w:b/>
                <w:bCs/>
                <w:color w:val="000000"/>
              </w:rPr>
              <w:t xml:space="preserve">CASHLESS TRANSFER OF FOREIGN CURRENCY </w:t>
            </w:r>
            <w:r>
              <w:rPr>
                <w:rFonts w:eastAsia="Arial" w:cstheme="minorHAnsi"/>
                <w:b/>
                <w:bCs/>
                <w:color w:val="000000"/>
              </w:rPr>
              <w:t>ASSETS</w:t>
            </w:r>
            <w:r w:rsidRPr="00543B09">
              <w:rPr>
                <w:rFonts w:eastAsia="Arial" w:cstheme="minorHAnsi"/>
                <w:b/>
                <w:bCs/>
                <w:color w:val="000000"/>
              </w:rPr>
              <w:t xml:space="preserve"> </w:t>
            </w:r>
            <w:r>
              <w:rPr>
                <w:rFonts w:eastAsia="Arial" w:cstheme="minorHAnsi"/>
                <w:b/>
                <w:bCs/>
                <w:color w:val="000000"/>
              </w:rPr>
              <w:t>–</w:t>
            </w:r>
            <w:r w:rsidRPr="00543B09">
              <w:rPr>
                <w:rFonts w:eastAsia="Arial" w:cstheme="minorHAnsi"/>
                <w:b/>
                <w:bCs/>
                <w:color w:val="000000"/>
              </w:rPr>
              <w:t xml:space="preserve"> </w:t>
            </w:r>
            <w:r>
              <w:rPr>
                <w:rFonts w:eastAsia="Arial" w:cstheme="minorHAnsi"/>
                <w:b/>
                <w:bCs/>
                <w:color w:val="000000"/>
              </w:rPr>
              <w:t>SECURITY PROVISION</w:t>
            </w:r>
            <w:r w:rsidRPr="00543B09">
              <w:rPr>
                <w:rFonts w:eastAsia="Arial" w:cstheme="minorHAnsi"/>
                <w:b/>
                <w:bCs/>
                <w:color w:val="000000"/>
              </w:rPr>
              <w:t xml:space="preserve"> FROM </w:t>
            </w:r>
            <w:r>
              <w:rPr>
                <w:rFonts w:eastAsia="Arial" w:cstheme="minorHAnsi"/>
                <w:b/>
                <w:bCs/>
                <w:color w:val="000000"/>
              </w:rPr>
              <w:t>RSD</w:t>
            </w:r>
            <w:r w:rsidRPr="00543B09">
              <w:rPr>
                <w:rFonts w:eastAsia="Arial" w:cstheme="minorHAnsi"/>
                <w:b/>
                <w:bCs/>
                <w:color w:val="000000"/>
              </w:rPr>
              <w:t xml:space="preserve"> CURRENT ACCOUNT OR CONVERSION OF </w:t>
            </w:r>
            <w:r>
              <w:rPr>
                <w:rFonts w:eastAsia="Arial" w:cstheme="minorHAnsi"/>
                <w:b/>
                <w:bCs/>
                <w:color w:val="000000"/>
              </w:rPr>
              <w:t>ASSETS</w:t>
            </w:r>
            <w:r w:rsidRPr="00543B09">
              <w:rPr>
                <w:rFonts w:eastAsia="Arial" w:cstheme="minorHAnsi"/>
                <w:b/>
                <w:bCs/>
                <w:color w:val="000000"/>
              </w:rPr>
              <w:t xml:space="preserve"> FROM FOREIGN CURRENCY ACCOUNT</w:t>
            </w:r>
          </w:p>
        </w:tc>
      </w:tr>
    </w:tbl>
    <w:p w14:paraId="6AAADAB9" w14:textId="77777777" w:rsidR="004C563B" w:rsidRPr="0042658C" w:rsidRDefault="004C563B">
      <w:pPr>
        <w:rPr>
          <w:rFonts w:cstheme="minorHAnsi"/>
        </w:rPr>
        <w:sectPr w:rsidR="004C563B" w:rsidRPr="0042658C">
          <w:pgSz w:w="16838" w:h="11904" w:orient="landscape"/>
          <w:pgMar w:top="304" w:right="401" w:bottom="801" w:left="998" w:header="720" w:footer="720" w:gutter="0"/>
          <w:cols w:space="708"/>
        </w:sectPr>
      </w:pPr>
    </w:p>
    <w:p w14:paraId="3795DA54" w14:textId="7A8DAC92"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2608" behindDoc="1" locked="0" layoutInCell="0" allowOverlap="1" wp14:anchorId="1F47D9A2" wp14:editId="2274D6E6">
                <wp:simplePos x="0" y="0"/>
                <wp:positionH relativeFrom="page">
                  <wp:posOffset>10297414</wp:posOffset>
                </wp:positionH>
                <wp:positionV relativeFrom="paragraph">
                  <wp:posOffset>121870</wp:posOffset>
                </wp:positionV>
                <wp:extent cx="33796" cy="162780"/>
                <wp:effectExtent l="0" t="0" r="0" b="0"/>
                <wp:wrapNone/>
                <wp:docPr id="6" name="drawingObject6"/>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264FBDE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1F47D9A2" id="drawingObject6" o:spid="_x0000_s1030" type="#_x0000_t202" style="position:absolute;left:0;text-align:left;margin-left:810.8pt;margin-top:9.6pt;width:2.65pt;height:12.8pt;z-index:-2516638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5e8l&#10;2aABAABAAwAADgAAAAAAAAAAAAAAAAAuAgAAZHJzL2Uyb0RvYy54bWxQSwECLQAUAAYACAAAACEA&#10;9V/m7N0AAAALAQAADwAAAAAAAAAAAAAAAAD6AwAAZHJzL2Rvd25yZXYueG1sUEsFBgAAAAAEAAQA&#10;8wAAAAQFAAAAAA==&#10;" o:allowincell="f" filled="f" stroked="f">
                <v:textbox style="mso-fit-shape-to-text:t" inset="0,0,0,0">
                  <w:txbxContent>
                    <w:p w14:paraId="264FBDE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0AE58A4E"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01"/>
        <w:gridCol w:w="8478"/>
        <w:gridCol w:w="2385"/>
        <w:gridCol w:w="3264"/>
      </w:tblGrid>
      <w:tr w:rsidR="00765809" w:rsidRPr="0042658C" w14:paraId="307C4C28" w14:textId="77777777" w:rsidTr="00765809">
        <w:trPr>
          <w:cantSplit/>
          <w:trHeight w:hRule="exact" w:val="305"/>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A7F547" w14:textId="77777777" w:rsidR="00765809" w:rsidRPr="0042658C" w:rsidRDefault="00765809" w:rsidP="00A543E7">
            <w:pPr>
              <w:spacing w:before="47" w:after="0" w:line="234"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1</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8799EED" w14:textId="77777777" w:rsidR="00765809" w:rsidRPr="0042658C" w:rsidRDefault="00765809" w:rsidP="00A543E7">
            <w:pPr>
              <w:spacing w:before="47" w:after="0" w:line="234" w:lineRule="auto"/>
              <w:ind w:left="70" w:right="-20"/>
              <w:rPr>
                <w:rFonts w:eastAsia="Arial" w:cstheme="minorHAnsi"/>
                <w:color w:val="000000"/>
              </w:rPr>
            </w:pPr>
            <w:r w:rsidRPr="00543B09">
              <w:rPr>
                <w:rFonts w:eastAsia="Arial" w:cstheme="minorHAnsi"/>
                <w:color w:val="000000"/>
              </w:rPr>
              <w:t>On a payment account abroad</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D2C6C8" w14:textId="77777777" w:rsidR="00765809" w:rsidRPr="0042658C" w:rsidRDefault="00765809" w:rsidP="00A543E7">
            <w:pPr>
              <w:spacing w:before="47" w:after="0" w:line="234" w:lineRule="auto"/>
              <w:ind w:left="43" w:right="-20"/>
              <w:rPr>
                <w:rFonts w:eastAsia="Arial" w:cstheme="minorHAnsi"/>
                <w:color w:val="000000"/>
              </w:rPr>
            </w:pPr>
            <w:r>
              <w:rPr>
                <w:rFonts w:eastAsia="Arial" w:cstheme="minorHAnsi"/>
                <w:color w:val="000000"/>
              </w:rPr>
              <w:t>up to</w:t>
            </w:r>
            <w:r w:rsidRPr="0042658C">
              <w:rPr>
                <w:rFonts w:eastAsia="Arial" w:cstheme="minorHAnsi"/>
                <w:color w:val="000000"/>
                <w:spacing w:val="-1"/>
              </w:rPr>
              <w:t xml:space="preserve"> </w:t>
            </w:r>
            <w:r>
              <w:rPr>
                <w:rFonts w:eastAsia="Arial" w:cstheme="minorHAnsi"/>
                <w:color w:val="000000"/>
                <w:spacing w:val="-1"/>
              </w:rPr>
              <w:t xml:space="preserve">EUR </w:t>
            </w:r>
            <w:r w:rsidRPr="0042658C">
              <w:rPr>
                <w:rFonts w:eastAsia="Arial" w:cstheme="minorHAnsi"/>
                <w:color w:val="000000"/>
                <w:spacing w:val="-1"/>
              </w:rPr>
              <w:t>50</w:t>
            </w:r>
            <w:r w:rsidRPr="0042658C">
              <w:rPr>
                <w:rFonts w:eastAsia="Arial" w:cstheme="minorHAnsi"/>
                <w:color w:val="000000"/>
              </w:rPr>
              <w:t>.0</w:t>
            </w:r>
            <w:r w:rsidRPr="0042658C">
              <w:rPr>
                <w:rFonts w:eastAsia="Arial" w:cstheme="minorHAnsi"/>
                <w:color w:val="000000"/>
                <w:spacing w:val="-1"/>
              </w:rPr>
              <w:t>00</w:t>
            </w:r>
            <w:r w:rsidRPr="0042658C">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D20DAF2" w14:textId="0CC62C30" w:rsidR="00765809" w:rsidRPr="0042658C" w:rsidRDefault="00BA62A2" w:rsidP="00A543E7">
            <w:pPr>
              <w:spacing w:before="47" w:after="0" w:line="234" w:lineRule="auto"/>
              <w:ind w:left="1807" w:right="-20"/>
              <w:rPr>
                <w:rFonts w:eastAsia="Arial" w:cstheme="minorHAnsi"/>
                <w:color w:val="000000"/>
              </w:rPr>
            </w:pPr>
            <w:r>
              <w:rPr>
                <w:rFonts w:eastAsia="Arial" w:cstheme="minorHAnsi"/>
                <w:color w:val="000000"/>
              </w:rPr>
              <w:t xml:space="preserve">    </w:t>
            </w:r>
            <w:r w:rsidR="00765809">
              <w:rPr>
                <w:rFonts w:eastAsia="Arial" w:cstheme="minorHAnsi"/>
                <w:color w:val="000000"/>
              </w:rPr>
              <w:t xml:space="preserve">RSD </w:t>
            </w:r>
            <w:r w:rsidR="00765809" w:rsidRPr="0042658C">
              <w:rPr>
                <w:rFonts w:eastAsia="Arial" w:cstheme="minorHAnsi"/>
                <w:color w:val="000000"/>
              </w:rPr>
              <w:t>1</w:t>
            </w:r>
            <w:r w:rsidR="00765809">
              <w:rPr>
                <w:rFonts w:eastAsia="Arial" w:cstheme="minorHAnsi"/>
                <w:color w:val="000000"/>
              </w:rPr>
              <w:t>,</w:t>
            </w:r>
            <w:r w:rsidR="00765809" w:rsidRPr="0042658C">
              <w:rPr>
                <w:rFonts w:eastAsia="Arial" w:cstheme="minorHAnsi"/>
                <w:color w:val="000000"/>
                <w:spacing w:val="-1"/>
              </w:rPr>
              <w:t>000</w:t>
            </w:r>
            <w:r w:rsidR="00765809">
              <w:rPr>
                <w:rFonts w:eastAsia="Arial" w:cstheme="minorHAnsi"/>
                <w:color w:val="000000"/>
              </w:rPr>
              <w:t>.</w:t>
            </w:r>
            <w:r w:rsidR="00765809" w:rsidRPr="0042658C">
              <w:rPr>
                <w:rFonts w:eastAsia="Arial" w:cstheme="minorHAnsi"/>
                <w:color w:val="000000"/>
              </w:rPr>
              <w:t xml:space="preserve">00 </w:t>
            </w:r>
          </w:p>
        </w:tc>
      </w:tr>
      <w:tr w:rsidR="004C563B" w:rsidRPr="0042658C" w14:paraId="586BE18D" w14:textId="77777777" w:rsidTr="00862986">
        <w:trPr>
          <w:cantSplit/>
          <w:trHeight w:hRule="exact" w:val="302"/>
        </w:trPr>
        <w:tc>
          <w:tcPr>
            <w:tcW w:w="1101" w:type="dxa"/>
            <w:tcBorders>
              <w:left w:val="single" w:sz="7" w:space="0" w:color="000000"/>
              <w:bottom w:val="single" w:sz="7" w:space="0" w:color="000000"/>
              <w:right w:val="single" w:sz="7" w:space="0" w:color="000000"/>
            </w:tcBorders>
            <w:tcMar>
              <w:top w:w="0" w:type="dxa"/>
              <w:left w:w="0" w:type="dxa"/>
              <w:bottom w:w="0" w:type="dxa"/>
              <w:right w:w="0" w:type="dxa"/>
            </w:tcMar>
          </w:tcPr>
          <w:p w14:paraId="0F986E6C" w14:textId="77777777" w:rsidR="004C563B" w:rsidRPr="0042658C" w:rsidRDefault="004C563B">
            <w:pPr>
              <w:rPr>
                <w:rFonts w:cstheme="minorHAnsi"/>
              </w:rPr>
            </w:pPr>
          </w:p>
        </w:tc>
        <w:tc>
          <w:tcPr>
            <w:tcW w:w="8478" w:type="dxa"/>
            <w:tcBorders>
              <w:left w:val="single" w:sz="7" w:space="0" w:color="000000"/>
              <w:bottom w:val="single" w:sz="7" w:space="0" w:color="000000"/>
              <w:right w:val="single" w:sz="7" w:space="0" w:color="000000"/>
            </w:tcBorders>
            <w:tcMar>
              <w:top w:w="0" w:type="dxa"/>
              <w:left w:w="0" w:type="dxa"/>
              <w:bottom w:w="0" w:type="dxa"/>
              <w:right w:w="0" w:type="dxa"/>
            </w:tcMar>
          </w:tcPr>
          <w:p w14:paraId="65D0EE4A" w14:textId="77777777" w:rsidR="004C563B" w:rsidRPr="0042658C" w:rsidRDefault="004C563B">
            <w:pPr>
              <w:rPr>
                <w:rFonts w:cstheme="minorHAnsi"/>
              </w:rPr>
            </w:pP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526A8C" w14:textId="16F66EB0" w:rsidR="004C563B" w:rsidRPr="0042658C" w:rsidRDefault="006140C1">
            <w:pPr>
              <w:spacing w:before="46" w:after="0" w:line="232" w:lineRule="auto"/>
              <w:ind w:left="43" w:right="-20"/>
              <w:rPr>
                <w:rFonts w:eastAsia="Arial" w:cstheme="minorHAnsi"/>
                <w:color w:val="000000"/>
              </w:rPr>
            </w:pPr>
            <w:r>
              <w:rPr>
                <w:rFonts w:eastAsia="Arial" w:cstheme="minorHAnsi"/>
                <w:color w:val="000000"/>
              </w:rPr>
              <w:t>o</w:t>
            </w:r>
            <w:r w:rsidR="00C3055B">
              <w:rPr>
                <w:rFonts w:eastAsia="Arial" w:cstheme="minorHAnsi"/>
                <w:color w:val="000000"/>
              </w:rPr>
              <w:t>ver EUR</w:t>
            </w:r>
            <w:r w:rsidR="00ED1567" w:rsidRPr="0042658C">
              <w:rPr>
                <w:rFonts w:eastAsia="Arial" w:cstheme="minorHAnsi"/>
                <w:color w:val="000000"/>
                <w:spacing w:val="-1"/>
              </w:rPr>
              <w:t xml:space="preserve"> 5</w:t>
            </w:r>
            <w:r w:rsidR="00ED1567" w:rsidRPr="0042658C">
              <w:rPr>
                <w:rFonts w:eastAsia="Arial" w:cstheme="minorHAnsi"/>
                <w:color w:val="000000"/>
              </w:rPr>
              <w:t>0.</w:t>
            </w:r>
            <w:r w:rsidR="00ED1567" w:rsidRPr="0042658C">
              <w:rPr>
                <w:rFonts w:eastAsia="Arial" w:cstheme="minorHAnsi"/>
                <w:color w:val="000000"/>
                <w:spacing w:val="-1"/>
              </w:rPr>
              <w:t>0</w:t>
            </w:r>
            <w:r w:rsidR="00ED1567" w:rsidRPr="0042658C">
              <w:rPr>
                <w:rFonts w:eastAsia="Arial" w:cstheme="minorHAnsi"/>
                <w:color w:val="000000"/>
              </w:rPr>
              <w:t xml:space="preserve">00,00 </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3CE3249" w14:textId="438A7787" w:rsidR="004C563B" w:rsidRPr="0042658C" w:rsidRDefault="00C3055B">
            <w:pPr>
              <w:spacing w:before="46" w:after="0" w:line="232" w:lineRule="auto"/>
              <w:ind w:left="1911" w:right="-20"/>
              <w:rPr>
                <w:rFonts w:eastAsia="Arial" w:cstheme="minorHAnsi"/>
                <w:color w:val="000000"/>
              </w:rPr>
            </w:pPr>
            <w:r>
              <w:rPr>
                <w:rFonts w:eastAsia="Arial" w:cstheme="minorHAnsi"/>
                <w:color w:val="000000"/>
              </w:rPr>
              <w:t>Free of charge</w:t>
            </w:r>
          </w:p>
        </w:tc>
      </w:tr>
      <w:tr w:rsidR="004C563B" w:rsidRPr="0042658C" w14:paraId="40216188" w14:textId="77777777" w:rsidTr="00862986">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DB8BF8E" w14:textId="77777777" w:rsidR="004C563B" w:rsidRPr="0042658C" w:rsidRDefault="004C563B">
            <w:pPr>
              <w:spacing w:after="17" w:line="180" w:lineRule="exact"/>
              <w:rPr>
                <w:rFonts w:eastAsia="Times New Roman" w:cstheme="minorHAnsi"/>
              </w:rPr>
            </w:pPr>
          </w:p>
          <w:p w14:paraId="7399828D" w14:textId="77777777" w:rsidR="004C563B" w:rsidRPr="0042658C" w:rsidRDefault="00ED1567">
            <w:pPr>
              <w:spacing w:after="0" w:line="240"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2</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63323E80" w14:textId="77777777" w:rsidR="004C563B" w:rsidRPr="0042658C" w:rsidRDefault="004C563B">
            <w:pPr>
              <w:spacing w:after="17" w:line="180" w:lineRule="exact"/>
              <w:rPr>
                <w:rFonts w:eastAsia="Times New Roman" w:cstheme="minorHAnsi"/>
              </w:rPr>
            </w:pPr>
          </w:p>
          <w:p w14:paraId="1994A844" w14:textId="6704989F" w:rsidR="004C563B" w:rsidRPr="0042658C" w:rsidRDefault="00543B09">
            <w:pPr>
              <w:spacing w:after="0" w:line="240" w:lineRule="auto"/>
              <w:ind w:left="70" w:right="-20"/>
              <w:rPr>
                <w:rFonts w:eastAsia="Arial" w:cstheme="minorHAnsi"/>
                <w:color w:val="000000"/>
              </w:rPr>
            </w:pPr>
            <w:r w:rsidRPr="00543B09">
              <w:rPr>
                <w:rFonts w:eastAsia="Arial" w:cstheme="minorHAnsi"/>
                <w:color w:val="000000"/>
              </w:rPr>
              <w:t xml:space="preserve">On a payment account </w:t>
            </w:r>
            <w:r>
              <w:rPr>
                <w:rFonts w:eastAsia="Arial" w:cstheme="minorHAnsi"/>
                <w:color w:val="000000"/>
              </w:rPr>
              <w:t>in the Republic of Serbia</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7080487" w14:textId="4EF82BFD" w:rsidR="004C563B" w:rsidRPr="0042658C" w:rsidRDefault="006140C1">
            <w:pPr>
              <w:spacing w:before="46" w:after="0" w:line="232" w:lineRule="auto"/>
              <w:ind w:left="43" w:right="-20"/>
              <w:rPr>
                <w:rFonts w:eastAsia="Arial" w:cstheme="minorHAnsi"/>
                <w:color w:val="000000"/>
              </w:rPr>
            </w:pPr>
            <w:r>
              <w:rPr>
                <w:rFonts w:eastAsia="Arial" w:cstheme="minorHAnsi"/>
                <w:color w:val="000000"/>
              </w:rPr>
              <w:t>u</w:t>
            </w:r>
            <w:r w:rsidR="00C3055B">
              <w:rPr>
                <w:rFonts w:eastAsia="Arial" w:cstheme="minorHAnsi"/>
                <w:color w:val="000000"/>
              </w:rPr>
              <w:t>p to EUR</w:t>
            </w:r>
            <w:r w:rsidR="00ED1567" w:rsidRPr="0042658C">
              <w:rPr>
                <w:rFonts w:eastAsia="Arial" w:cstheme="minorHAnsi"/>
                <w:color w:val="000000"/>
                <w:spacing w:val="-1"/>
              </w:rPr>
              <w:t xml:space="preserve"> 50</w:t>
            </w:r>
            <w:r w:rsidR="00ED1567" w:rsidRPr="0042658C">
              <w:rPr>
                <w:rFonts w:eastAsia="Arial" w:cstheme="minorHAnsi"/>
                <w:color w:val="000000"/>
              </w:rPr>
              <w:t>.0</w:t>
            </w:r>
            <w:r w:rsidR="00ED1567" w:rsidRPr="0042658C">
              <w:rPr>
                <w:rFonts w:eastAsia="Arial" w:cstheme="minorHAnsi"/>
                <w:color w:val="000000"/>
                <w:spacing w:val="-1"/>
              </w:rPr>
              <w:t>00</w:t>
            </w:r>
            <w:r w:rsidR="00ED1567" w:rsidRPr="0042658C">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A2A85B" w14:textId="56EE6A56" w:rsidR="004C563B" w:rsidRPr="0042658C" w:rsidRDefault="00BA62A2">
            <w:pPr>
              <w:spacing w:before="46" w:after="0" w:line="232" w:lineRule="auto"/>
              <w:ind w:left="1807" w:right="-20"/>
              <w:rPr>
                <w:rFonts w:eastAsia="Arial" w:cstheme="minorHAnsi"/>
                <w:color w:val="000000"/>
              </w:rPr>
            </w:pPr>
            <w:r>
              <w:rPr>
                <w:rFonts w:eastAsia="Arial" w:cstheme="minorHAnsi"/>
                <w:color w:val="000000"/>
              </w:rPr>
              <w:t xml:space="preserve">    </w:t>
            </w:r>
            <w:r w:rsidR="00C3055B">
              <w:rPr>
                <w:rFonts w:eastAsia="Arial" w:cstheme="minorHAnsi"/>
                <w:color w:val="000000"/>
              </w:rPr>
              <w:t xml:space="preserve">RSD </w:t>
            </w:r>
            <w:r w:rsidR="00ED1567" w:rsidRPr="0042658C">
              <w:rPr>
                <w:rFonts w:eastAsia="Arial" w:cstheme="minorHAnsi"/>
                <w:color w:val="000000"/>
              </w:rPr>
              <w:t>1</w:t>
            </w:r>
            <w:r w:rsidR="006140C1">
              <w:rPr>
                <w:rFonts w:eastAsia="Arial" w:cstheme="minorHAnsi"/>
                <w:color w:val="000000"/>
              </w:rPr>
              <w:t>,</w:t>
            </w:r>
            <w:r w:rsidR="00ED1567" w:rsidRPr="0042658C">
              <w:rPr>
                <w:rFonts w:eastAsia="Arial" w:cstheme="minorHAnsi"/>
                <w:color w:val="000000"/>
                <w:spacing w:val="-1"/>
              </w:rPr>
              <w:t>000</w:t>
            </w:r>
            <w:r w:rsidR="006140C1">
              <w:rPr>
                <w:rFonts w:eastAsia="Arial" w:cstheme="minorHAnsi"/>
                <w:color w:val="000000"/>
              </w:rPr>
              <w:t>.</w:t>
            </w:r>
            <w:r w:rsidR="00ED1567" w:rsidRPr="0042658C">
              <w:rPr>
                <w:rFonts w:eastAsia="Arial" w:cstheme="minorHAnsi"/>
                <w:color w:val="000000"/>
              </w:rPr>
              <w:t xml:space="preserve">00 </w:t>
            </w:r>
          </w:p>
        </w:tc>
      </w:tr>
      <w:tr w:rsidR="004C563B" w:rsidRPr="0042658C" w14:paraId="17C58A19" w14:textId="77777777" w:rsidTr="00862986">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5BA77A44"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30A7711" w14:textId="77777777" w:rsidR="004C563B" w:rsidRPr="0042658C" w:rsidRDefault="004C563B">
            <w:pPr>
              <w:rPr>
                <w:rFonts w:cstheme="minorHAnsi"/>
              </w:rPr>
            </w:pP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386A464" w14:textId="53532F5A" w:rsidR="004C563B" w:rsidRPr="0042658C" w:rsidRDefault="006140C1">
            <w:pPr>
              <w:spacing w:before="46" w:after="0" w:line="232" w:lineRule="auto"/>
              <w:ind w:left="43" w:right="-20"/>
              <w:rPr>
                <w:rFonts w:eastAsia="Arial" w:cstheme="minorHAnsi"/>
                <w:color w:val="000000"/>
              </w:rPr>
            </w:pPr>
            <w:r>
              <w:rPr>
                <w:rFonts w:eastAsia="Arial" w:cstheme="minorHAnsi"/>
                <w:color w:val="000000"/>
              </w:rPr>
              <w:t>o</w:t>
            </w:r>
            <w:r w:rsidR="00C3055B">
              <w:rPr>
                <w:rFonts w:eastAsia="Arial" w:cstheme="minorHAnsi"/>
                <w:color w:val="000000"/>
              </w:rPr>
              <w:t>ver EUR</w:t>
            </w:r>
            <w:r w:rsidR="00ED1567" w:rsidRPr="0042658C">
              <w:rPr>
                <w:rFonts w:eastAsia="Arial" w:cstheme="minorHAnsi"/>
                <w:color w:val="000000"/>
                <w:spacing w:val="-1"/>
              </w:rPr>
              <w:t xml:space="preserve"> 5</w:t>
            </w:r>
            <w:r w:rsidR="00ED1567" w:rsidRPr="0042658C">
              <w:rPr>
                <w:rFonts w:eastAsia="Arial" w:cstheme="minorHAnsi"/>
                <w:color w:val="000000"/>
              </w:rPr>
              <w:t>0.</w:t>
            </w:r>
            <w:r w:rsidR="00ED1567" w:rsidRPr="0042658C">
              <w:rPr>
                <w:rFonts w:eastAsia="Arial" w:cstheme="minorHAnsi"/>
                <w:color w:val="000000"/>
                <w:spacing w:val="-1"/>
              </w:rPr>
              <w:t>0</w:t>
            </w:r>
            <w:r w:rsidR="00ED1567" w:rsidRPr="0042658C">
              <w:rPr>
                <w:rFonts w:eastAsia="Arial" w:cstheme="minorHAnsi"/>
                <w:color w:val="000000"/>
              </w:rPr>
              <w:t xml:space="preserve">00,00 </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F5D424E" w14:textId="2EFBAB0E" w:rsidR="004C563B" w:rsidRPr="0042658C" w:rsidRDefault="00C3055B">
            <w:pPr>
              <w:spacing w:before="46" w:after="0" w:line="232" w:lineRule="auto"/>
              <w:ind w:left="1911" w:right="-20"/>
              <w:rPr>
                <w:rFonts w:eastAsia="Arial" w:cstheme="minorHAnsi"/>
                <w:color w:val="000000"/>
              </w:rPr>
            </w:pPr>
            <w:r w:rsidRPr="00C3055B">
              <w:rPr>
                <w:rFonts w:eastAsia="Arial" w:cstheme="minorHAnsi"/>
                <w:color w:val="000000"/>
              </w:rPr>
              <w:t>Free of charge</w:t>
            </w:r>
          </w:p>
        </w:tc>
      </w:tr>
      <w:tr w:rsidR="004C563B" w:rsidRPr="0042658C" w14:paraId="36444506" w14:textId="77777777" w:rsidTr="00862986">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04F99CE" w14:textId="77777777" w:rsidR="004C563B" w:rsidRPr="0042658C" w:rsidRDefault="004C563B">
            <w:pPr>
              <w:spacing w:after="17" w:line="180" w:lineRule="exact"/>
              <w:rPr>
                <w:rFonts w:eastAsia="Times New Roman" w:cstheme="minorHAnsi"/>
              </w:rPr>
            </w:pPr>
          </w:p>
          <w:p w14:paraId="58CC3A91" w14:textId="77777777" w:rsidR="004C563B" w:rsidRPr="0042658C" w:rsidRDefault="00ED1567">
            <w:pPr>
              <w:spacing w:after="0" w:line="240"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3</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DEFB880" w14:textId="77777777" w:rsidR="004C563B" w:rsidRPr="0042658C" w:rsidRDefault="004C563B">
            <w:pPr>
              <w:spacing w:after="17" w:line="180" w:lineRule="exact"/>
              <w:rPr>
                <w:rFonts w:eastAsia="Times New Roman" w:cstheme="minorHAnsi"/>
              </w:rPr>
            </w:pPr>
          </w:p>
          <w:p w14:paraId="6085C896" w14:textId="441AE9F4" w:rsidR="004C563B" w:rsidRPr="0042658C" w:rsidRDefault="00862986">
            <w:pPr>
              <w:spacing w:after="0" w:line="240" w:lineRule="auto"/>
              <w:ind w:left="70" w:right="-20"/>
              <w:rPr>
                <w:rFonts w:eastAsia="Arial" w:cstheme="minorHAnsi"/>
                <w:color w:val="000000"/>
              </w:rPr>
            </w:pPr>
            <w:r>
              <w:rPr>
                <w:rFonts w:eastAsia="Arial" w:cstheme="minorHAnsi"/>
                <w:color w:val="000000"/>
              </w:rPr>
              <w:t xml:space="preserve">On a payment account at ALTA bank </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76D0447" w14:textId="45062C98" w:rsidR="004C563B" w:rsidRPr="0042658C" w:rsidRDefault="006140C1">
            <w:pPr>
              <w:spacing w:before="46" w:after="0" w:line="232" w:lineRule="auto"/>
              <w:ind w:left="43" w:right="-20"/>
              <w:rPr>
                <w:rFonts w:eastAsia="Arial" w:cstheme="minorHAnsi"/>
                <w:color w:val="000000"/>
              </w:rPr>
            </w:pPr>
            <w:r>
              <w:rPr>
                <w:rFonts w:eastAsia="Arial" w:cstheme="minorHAnsi"/>
                <w:color w:val="000000"/>
              </w:rPr>
              <w:t>u</w:t>
            </w:r>
            <w:r w:rsidR="00C3055B">
              <w:rPr>
                <w:rFonts w:eastAsia="Arial" w:cstheme="minorHAnsi"/>
                <w:color w:val="000000"/>
              </w:rPr>
              <w:t>p to EUR</w:t>
            </w:r>
            <w:r w:rsidR="00ED1567" w:rsidRPr="0042658C">
              <w:rPr>
                <w:rFonts w:eastAsia="Arial" w:cstheme="minorHAnsi"/>
                <w:color w:val="000000"/>
                <w:spacing w:val="-1"/>
              </w:rPr>
              <w:t xml:space="preserve"> 50</w:t>
            </w:r>
            <w:r w:rsidR="00ED1567" w:rsidRPr="0042658C">
              <w:rPr>
                <w:rFonts w:eastAsia="Arial" w:cstheme="minorHAnsi"/>
                <w:color w:val="000000"/>
              </w:rPr>
              <w:t>.0</w:t>
            </w:r>
            <w:r w:rsidR="00ED1567" w:rsidRPr="0042658C">
              <w:rPr>
                <w:rFonts w:eastAsia="Arial" w:cstheme="minorHAnsi"/>
                <w:color w:val="000000"/>
                <w:spacing w:val="-1"/>
              </w:rPr>
              <w:t>00</w:t>
            </w:r>
            <w:r w:rsidR="00ED1567" w:rsidRPr="0042658C">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49CCD7" w14:textId="6CDC3DD9" w:rsidR="004C563B" w:rsidRPr="0042658C" w:rsidRDefault="00BA62A2">
            <w:pPr>
              <w:spacing w:before="46" w:after="0" w:line="232" w:lineRule="auto"/>
              <w:ind w:left="1807" w:right="-20"/>
              <w:rPr>
                <w:rFonts w:eastAsia="Arial" w:cstheme="minorHAnsi"/>
                <w:color w:val="000000"/>
              </w:rPr>
            </w:pPr>
            <w:r>
              <w:rPr>
                <w:rFonts w:eastAsia="Arial" w:cstheme="minorHAnsi"/>
                <w:color w:val="000000"/>
              </w:rPr>
              <w:t xml:space="preserve">    </w:t>
            </w:r>
            <w:r w:rsidR="00C3055B">
              <w:rPr>
                <w:rFonts w:eastAsia="Arial" w:cstheme="minorHAnsi"/>
                <w:color w:val="000000"/>
              </w:rPr>
              <w:t xml:space="preserve">RSD </w:t>
            </w:r>
            <w:r w:rsidR="00ED1567" w:rsidRPr="0042658C">
              <w:rPr>
                <w:rFonts w:eastAsia="Arial" w:cstheme="minorHAnsi"/>
                <w:color w:val="000000"/>
              </w:rPr>
              <w:t>1</w:t>
            </w:r>
            <w:r w:rsidR="006140C1">
              <w:rPr>
                <w:rFonts w:eastAsia="Arial" w:cstheme="minorHAnsi"/>
                <w:color w:val="000000"/>
              </w:rPr>
              <w:t>,</w:t>
            </w:r>
            <w:r w:rsidR="00ED1567" w:rsidRPr="0042658C">
              <w:rPr>
                <w:rFonts w:eastAsia="Arial" w:cstheme="minorHAnsi"/>
                <w:color w:val="000000"/>
                <w:spacing w:val="-1"/>
              </w:rPr>
              <w:t>000</w:t>
            </w:r>
            <w:r w:rsidR="006140C1">
              <w:rPr>
                <w:rFonts w:eastAsia="Arial" w:cstheme="minorHAnsi"/>
                <w:color w:val="000000"/>
              </w:rPr>
              <w:t>.</w:t>
            </w:r>
            <w:r w:rsidR="00ED1567" w:rsidRPr="0042658C">
              <w:rPr>
                <w:rFonts w:eastAsia="Arial" w:cstheme="minorHAnsi"/>
                <w:color w:val="000000"/>
              </w:rPr>
              <w:t xml:space="preserve">00 </w:t>
            </w:r>
          </w:p>
        </w:tc>
      </w:tr>
      <w:tr w:rsidR="004C563B" w:rsidRPr="0042658C" w14:paraId="56ED403F" w14:textId="77777777" w:rsidTr="00862986">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418C6D3"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5909013" w14:textId="77777777" w:rsidR="004C563B" w:rsidRPr="0042658C" w:rsidRDefault="004C563B">
            <w:pPr>
              <w:rPr>
                <w:rFonts w:cstheme="minorHAnsi"/>
              </w:rPr>
            </w:pP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5F419D2" w14:textId="562C8F42" w:rsidR="004C563B" w:rsidRPr="0042658C" w:rsidRDefault="006140C1">
            <w:pPr>
              <w:spacing w:before="46" w:after="0" w:line="232" w:lineRule="auto"/>
              <w:ind w:left="43" w:right="-20"/>
              <w:rPr>
                <w:rFonts w:eastAsia="Arial" w:cstheme="minorHAnsi"/>
                <w:color w:val="000000"/>
              </w:rPr>
            </w:pPr>
            <w:r>
              <w:rPr>
                <w:rFonts w:eastAsia="Arial" w:cstheme="minorHAnsi"/>
                <w:color w:val="000000"/>
              </w:rPr>
              <w:t>o</w:t>
            </w:r>
            <w:r w:rsidR="00C3055B">
              <w:rPr>
                <w:rFonts w:eastAsia="Arial" w:cstheme="minorHAnsi"/>
                <w:color w:val="000000"/>
              </w:rPr>
              <w:t>ver EUR</w:t>
            </w:r>
            <w:r w:rsidR="00ED1567" w:rsidRPr="0042658C">
              <w:rPr>
                <w:rFonts w:eastAsia="Arial" w:cstheme="minorHAnsi"/>
                <w:color w:val="000000"/>
                <w:spacing w:val="-1"/>
              </w:rPr>
              <w:t xml:space="preserve"> 5</w:t>
            </w:r>
            <w:r w:rsidR="00ED1567" w:rsidRPr="0042658C">
              <w:rPr>
                <w:rFonts w:eastAsia="Arial" w:cstheme="minorHAnsi"/>
                <w:color w:val="000000"/>
              </w:rPr>
              <w:t>0.</w:t>
            </w:r>
            <w:r w:rsidR="00ED1567" w:rsidRPr="0042658C">
              <w:rPr>
                <w:rFonts w:eastAsia="Arial" w:cstheme="minorHAnsi"/>
                <w:color w:val="000000"/>
                <w:spacing w:val="-1"/>
              </w:rPr>
              <w:t>0</w:t>
            </w:r>
            <w:r w:rsidR="00ED1567" w:rsidRPr="0042658C">
              <w:rPr>
                <w:rFonts w:eastAsia="Arial" w:cstheme="minorHAnsi"/>
                <w:color w:val="000000"/>
              </w:rPr>
              <w:t xml:space="preserve">00,00 </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08F5CF0" w14:textId="23154C18" w:rsidR="004C563B" w:rsidRPr="0042658C" w:rsidRDefault="00C3055B">
            <w:pPr>
              <w:spacing w:before="46" w:after="0" w:line="232" w:lineRule="auto"/>
              <w:ind w:left="1911" w:right="-20"/>
              <w:rPr>
                <w:rFonts w:eastAsia="Arial" w:cstheme="minorHAnsi"/>
                <w:color w:val="000000"/>
              </w:rPr>
            </w:pPr>
            <w:r w:rsidRPr="00C3055B">
              <w:rPr>
                <w:rFonts w:eastAsia="Arial" w:cstheme="minorHAnsi"/>
                <w:color w:val="000000"/>
              </w:rPr>
              <w:t>Free of charge</w:t>
            </w:r>
          </w:p>
        </w:tc>
      </w:tr>
      <w:tr w:rsidR="004C563B" w:rsidRPr="0042658C" w14:paraId="74F51F5A" w14:textId="77777777" w:rsidTr="00862986">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6C6A1A7" w14:textId="77777777" w:rsidR="004C563B" w:rsidRPr="0042658C" w:rsidRDefault="00ED1567">
            <w:pPr>
              <w:spacing w:before="46" w:after="0" w:line="232"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4</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346BAA" w14:textId="37FA486E" w:rsidR="004C563B" w:rsidRPr="0042658C" w:rsidRDefault="00862986">
            <w:pPr>
              <w:spacing w:before="46" w:after="0" w:line="232" w:lineRule="auto"/>
              <w:ind w:left="70" w:right="-20"/>
              <w:rPr>
                <w:rFonts w:eastAsia="Arial" w:cstheme="minorHAnsi"/>
                <w:color w:val="000000"/>
              </w:rPr>
            </w:pPr>
            <w:r w:rsidRPr="00862986">
              <w:rPr>
                <w:rFonts w:eastAsia="Arial" w:cstheme="minorHAnsi"/>
                <w:color w:val="000000"/>
              </w:rPr>
              <w:t>On the payment account at ALTA bank - business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135D76" w14:textId="283A3702" w:rsidR="004C563B" w:rsidRPr="0042658C" w:rsidRDefault="00C3055B">
            <w:pPr>
              <w:spacing w:before="46" w:after="0" w:line="232" w:lineRule="auto"/>
              <w:ind w:left="4296" w:right="-20"/>
              <w:rPr>
                <w:rFonts w:eastAsia="Arial" w:cstheme="minorHAnsi"/>
                <w:color w:val="000000"/>
              </w:rPr>
            </w:pPr>
            <w:r w:rsidRPr="00C3055B">
              <w:rPr>
                <w:rFonts w:eastAsia="Arial" w:cstheme="minorHAnsi"/>
                <w:color w:val="000000"/>
              </w:rPr>
              <w:t>Free of charge</w:t>
            </w:r>
          </w:p>
        </w:tc>
      </w:tr>
      <w:tr w:rsidR="004C563B" w:rsidRPr="0042658C" w14:paraId="4DF95E9C" w14:textId="77777777">
        <w:trPr>
          <w:cantSplit/>
          <w:trHeight w:hRule="exact" w:val="322"/>
        </w:trPr>
        <w:tc>
          <w:tcPr>
            <w:tcW w:w="152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C0B554" w14:textId="74756A01" w:rsidR="004C563B" w:rsidRPr="0042658C" w:rsidRDefault="00862986">
            <w:pPr>
              <w:spacing w:before="46" w:after="0" w:line="240" w:lineRule="auto"/>
              <w:ind w:left="43" w:right="-20"/>
              <w:rPr>
                <w:rFonts w:eastAsia="Arial" w:cstheme="minorHAnsi"/>
                <w:b/>
                <w:bCs/>
                <w:color w:val="000000"/>
              </w:rPr>
            </w:pPr>
            <w:r w:rsidRPr="00862986">
              <w:rPr>
                <w:rFonts w:eastAsia="Arial" w:cstheme="minorHAnsi"/>
                <w:b/>
                <w:bCs/>
                <w:color w:val="000000"/>
              </w:rPr>
              <w:t xml:space="preserve">NOTES </w:t>
            </w:r>
            <w:r>
              <w:rPr>
                <w:rFonts w:eastAsia="Arial" w:cstheme="minorHAnsi"/>
                <w:b/>
                <w:bCs/>
                <w:color w:val="000000"/>
              </w:rPr>
              <w:t xml:space="preserve">RELATED </w:t>
            </w:r>
            <w:r w:rsidRPr="00862986">
              <w:rPr>
                <w:rFonts w:eastAsia="Arial" w:cstheme="minorHAnsi"/>
                <w:b/>
                <w:bCs/>
                <w:color w:val="000000"/>
              </w:rPr>
              <w:t xml:space="preserve">TO TARIFF </w:t>
            </w:r>
            <w:r w:rsidR="00C650FA">
              <w:rPr>
                <w:rFonts w:eastAsia="Arial" w:cstheme="minorHAnsi"/>
                <w:b/>
                <w:bCs/>
                <w:color w:val="000000"/>
              </w:rPr>
              <w:t>PARAGRAPHS</w:t>
            </w:r>
            <w:r w:rsidRPr="00862986">
              <w:rPr>
                <w:rFonts w:eastAsia="Arial" w:cstheme="minorHAnsi"/>
                <w:b/>
                <w:bCs/>
                <w:color w:val="000000"/>
              </w:rPr>
              <w:t xml:space="preserve"> 1, 2 AND 3</w:t>
            </w:r>
          </w:p>
        </w:tc>
      </w:tr>
      <w:tr w:rsidR="004C563B" w:rsidRPr="0042658C" w14:paraId="4FF63227" w14:textId="77777777">
        <w:trPr>
          <w:cantSplit/>
          <w:trHeight w:hRule="exact" w:val="830"/>
        </w:trPr>
        <w:tc>
          <w:tcPr>
            <w:tcW w:w="15228" w:type="dxa"/>
            <w:gridSpan w:val="4"/>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72AF73B1" w14:textId="66133221" w:rsidR="004C563B" w:rsidRPr="0042658C" w:rsidRDefault="00862986">
            <w:pPr>
              <w:spacing w:before="46" w:after="0" w:line="237" w:lineRule="auto"/>
              <w:ind w:left="43" w:right="37"/>
              <w:rPr>
                <w:rFonts w:eastAsia="Arial" w:cstheme="minorHAnsi"/>
                <w:color w:val="000000"/>
              </w:rPr>
            </w:pPr>
            <w:r w:rsidRPr="00862986">
              <w:rPr>
                <w:rFonts w:eastAsia="Arial" w:cstheme="minorHAnsi"/>
                <w:color w:val="000000"/>
              </w:rPr>
              <w:t xml:space="preserve">For non-cash transfers of funds with the OUR option, the Bank will debit the client's </w:t>
            </w:r>
            <w:r>
              <w:rPr>
                <w:rFonts w:eastAsia="Arial" w:cstheme="minorHAnsi"/>
                <w:color w:val="000000"/>
              </w:rPr>
              <w:t>RSD</w:t>
            </w:r>
            <w:r w:rsidRPr="00862986">
              <w:rPr>
                <w:rFonts w:eastAsia="Arial" w:cstheme="minorHAnsi"/>
                <w:color w:val="000000"/>
              </w:rPr>
              <w:t xml:space="preserve"> account for the collection of the actual cost of the foreign bank. The expected amount of OUR costs ranges from 1,000 to 10,000 RSD. The bank reserves the right to collect the amount beyond the expected range depending on the actual cost of the foreign bank.</w:t>
            </w:r>
          </w:p>
        </w:tc>
      </w:tr>
      <w:tr w:rsidR="004C563B" w:rsidRPr="0042658C" w14:paraId="689B00E4" w14:textId="77777777">
        <w:trPr>
          <w:cantSplit/>
          <w:trHeight w:hRule="exact" w:val="301"/>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2EEEEE4" w14:textId="77777777" w:rsidR="004C563B" w:rsidRPr="0042658C" w:rsidRDefault="00ED1567">
            <w:pPr>
              <w:spacing w:before="46" w:after="0" w:line="231" w:lineRule="auto"/>
              <w:ind w:left="504" w:right="-20"/>
              <w:rPr>
                <w:rFonts w:eastAsia="Arial" w:cstheme="minorHAnsi"/>
                <w:b/>
                <w:bCs/>
                <w:color w:val="000000"/>
              </w:rPr>
            </w:pPr>
            <w:r w:rsidRPr="0042658C">
              <w:rPr>
                <w:rFonts w:eastAsia="Arial" w:cstheme="minorHAnsi"/>
                <w:b/>
                <w:bCs/>
                <w:color w:val="000000"/>
              </w:rPr>
              <w:t>4</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34F69D0" w14:textId="0E6E28FD" w:rsidR="004C563B" w:rsidRPr="0042658C" w:rsidRDefault="00862986">
            <w:pPr>
              <w:spacing w:before="46" w:after="0" w:line="231" w:lineRule="auto"/>
              <w:ind w:left="70" w:right="-20"/>
              <w:rPr>
                <w:rFonts w:eastAsia="Arial" w:cstheme="minorHAnsi"/>
                <w:b/>
                <w:bCs/>
                <w:color w:val="000000"/>
              </w:rPr>
            </w:pPr>
            <w:r>
              <w:rPr>
                <w:rFonts w:eastAsia="Arial" w:cstheme="minorHAnsi"/>
                <w:b/>
                <w:bCs/>
                <w:color w:val="000000"/>
              </w:rPr>
              <w:t>SALE AND PURCHASE OF FOREIGN CURRENCY</w:t>
            </w:r>
          </w:p>
        </w:tc>
      </w:tr>
      <w:tr w:rsidR="00862986" w:rsidRPr="0042658C" w14:paraId="455F4B5D" w14:textId="77777777" w:rsidTr="00862986">
        <w:trPr>
          <w:cantSplit/>
          <w:trHeight w:hRule="exact" w:val="305"/>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D7E0ABD" w14:textId="77777777" w:rsidR="00862986" w:rsidRPr="0042658C" w:rsidRDefault="00862986" w:rsidP="00862986">
            <w:pPr>
              <w:spacing w:before="47" w:after="0" w:line="234"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1</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76EBB52" w14:textId="6DDB7BA4" w:rsidR="00862986" w:rsidRPr="0042658C" w:rsidRDefault="00862986" w:rsidP="00862986">
            <w:pPr>
              <w:spacing w:before="47" w:after="0" w:line="234" w:lineRule="auto"/>
              <w:ind w:left="70" w:right="-20"/>
              <w:rPr>
                <w:rFonts w:eastAsia="Arial" w:cstheme="minorHAnsi"/>
                <w:color w:val="000000"/>
              </w:rPr>
            </w:pPr>
            <w:r w:rsidRPr="00583929">
              <w:t>Sale of foreign exchange from the bank's potential for non-cash transfer of funds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E14F748" w14:textId="2B4B2782" w:rsidR="00862986" w:rsidRPr="0042658C" w:rsidRDefault="006140C1" w:rsidP="00862986">
            <w:pPr>
              <w:spacing w:before="47" w:after="0" w:line="234" w:lineRule="auto"/>
              <w:ind w:left="4296" w:right="-20"/>
              <w:rPr>
                <w:rFonts w:eastAsia="Arial" w:cstheme="minorHAnsi"/>
                <w:color w:val="000000"/>
              </w:rPr>
            </w:pPr>
            <w:r w:rsidRPr="006140C1">
              <w:rPr>
                <w:rFonts w:eastAsia="Arial" w:cstheme="minorHAnsi"/>
                <w:color w:val="000000"/>
              </w:rPr>
              <w:t>Free of charge</w:t>
            </w:r>
          </w:p>
        </w:tc>
      </w:tr>
      <w:tr w:rsidR="00862986" w:rsidRPr="0042658C" w14:paraId="212FEB14" w14:textId="77777777" w:rsidTr="00862986">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3DB1030" w14:textId="77777777" w:rsidR="00862986" w:rsidRPr="0042658C" w:rsidRDefault="00862986" w:rsidP="00862986">
            <w:pPr>
              <w:spacing w:before="43" w:after="0" w:line="234"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2</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60906BC" w14:textId="19D19AE9" w:rsidR="00862986" w:rsidRPr="0042658C" w:rsidRDefault="00862986" w:rsidP="00862986">
            <w:pPr>
              <w:spacing w:before="43" w:after="0" w:line="234" w:lineRule="auto"/>
              <w:ind w:left="70" w:right="-20"/>
              <w:rPr>
                <w:rFonts w:eastAsia="Arial" w:cstheme="minorHAnsi"/>
                <w:color w:val="000000"/>
              </w:rPr>
            </w:pPr>
            <w:r w:rsidRPr="00583929">
              <w:t>Purchase of foreign currency</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3543989" w14:textId="19343DF0" w:rsidR="00862986" w:rsidRPr="0042658C" w:rsidRDefault="006140C1" w:rsidP="00862986">
            <w:pPr>
              <w:spacing w:before="43" w:after="0" w:line="234" w:lineRule="auto"/>
              <w:ind w:left="4296" w:right="-20"/>
              <w:rPr>
                <w:rFonts w:eastAsia="Arial" w:cstheme="minorHAnsi"/>
                <w:color w:val="000000"/>
              </w:rPr>
            </w:pPr>
            <w:r w:rsidRPr="006140C1">
              <w:rPr>
                <w:rFonts w:eastAsia="Arial" w:cstheme="minorHAnsi"/>
                <w:color w:val="000000"/>
              </w:rPr>
              <w:t>Free of charge</w:t>
            </w:r>
          </w:p>
        </w:tc>
      </w:tr>
    </w:tbl>
    <w:p w14:paraId="465A1B7B" w14:textId="77777777" w:rsidR="004C563B" w:rsidRPr="0042658C" w:rsidRDefault="004C563B">
      <w:pPr>
        <w:spacing w:after="50" w:line="240" w:lineRule="exact"/>
        <w:rPr>
          <w:rFonts w:eastAsia="Times New Roman" w:cstheme="minorHAnsi"/>
        </w:rPr>
      </w:pPr>
    </w:p>
    <w:tbl>
      <w:tblPr>
        <w:tblW w:w="0" w:type="auto"/>
        <w:tblLayout w:type="fixed"/>
        <w:tblCellMar>
          <w:left w:w="10" w:type="dxa"/>
          <w:right w:w="10" w:type="dxa"/>
        </w:tblCellMar>
        <w:tblLook w:val="0000" w:firstRow="0" w:lastRow="0" w:firstColumn="0" w:lastColumn="0" w:noHBand="0" w:noVBand="0"/>
      </w:tblPr>
      <w:tblGrid>
        <w:gridCol w:w="1101"/>
        <w:gridCol w:w="8478"/>
        <w:gridCol w:w="2385"/>
        <w:gridCol w:w="3264"/>
      </w:tblGrid>
      <w:tr w:rsidR="00552820" w:rsidRPr="0042658C" w14:paraId="4826BEAC" w14:textId="77777777">
        <w:trPr>
          <w:cantSplit/>
          <w:trHeight w:hRule="exact" w:val="301"/>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9DD26E3" w14:textId="77777777" w:rsidR="00552820" w:rsidRPr="0042658C" w:rsidRDefault="00552820" w:rsidP="00552820">
            <w:pPr>
              <w:spacing w:before="43" w:after="0" w:line="233" w:lineRule="auto"/>
              <w:ind w:left="504" w:right="-20"/>
              <w:rPr>
                <w:rFonts w:eastAsia="Arial" w:cstheme="minorHAnsi"/>
                <w:b/>
                <w:bCs/>
                <w:color w:val="000000"/>
              </w:rPr>
            </w:pPr>
            <w:r w:rsidRPr="0042658C">
              <w:rPr>
                <w:rFonts w:eastAsia="Arial" w:cstheme="minorHAnsi"/>
                <w:b/>
                <w:bCs/>
                <w:color w:val="000000"/>
              </w:rPr>
              <w:t>5</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42986D8" w14:textId="07847E02" w:rsidR="00552820" w:rsidRPr="00552820" w:rsidRDefault="00552820" w:rsidP="00552820">
            <w:pPr>
              <w:spacing w:before="43" w:after="0" w:line="233" w:lineRule="auto"/>
              <w:ind w:left="70" w:right="-20"/>
              <w:rPr>
                <w:rFonts w:eastAsia="Arial" w:cstheme="minorHAnsi"/>
                <w:b/>
                <w:bCs/>
                <w:color w:val="000000"/>
              </w:rPr>
            </w:pPr>
            <w:r w:rsidRPr="00552820">
              <w:rPr>
                <w:b/>
                <w:bCs/>
              </w:rPr>
              <w:t>RECEIPT OF CASH</w:t>
            </w:r>
          </w:p>
        </w:tc>
      </w:tr>
      <w:tr w:rsidR="00552820" w:rsidRPr="0042658C" w14:paraId="55C313FF" w14:textId="77777777" w:rsidTr="00552820">
        <w:trPr>
          <w:cantSplit/>
          <w:trHeight w:hRule="exact" w:val="303"/>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16D9ACA" w14:textId="77777777" w:rsidR="00552820" w:rsidRPr="0042658C" w:rsidRDefault="00552820" w:rsidP="00552820">
            <w:pPr>
              <w:spacing w:before="44" w:after="0" w:line="234"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1</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4D7E3BE" w14:textId="0D5AEDD8" w:rsidR="00552820" w:rsidRPr="0042658C" w:rsidRDefault="00552820" w:rsidP="00552820">
            <w:pPr>
              <w:spacing w:before="44" w:after="0" w:line="234" w:lineRule="auto"/>
              <w:ind w:left="70" w:right="-20"/>
              <w:rPr>
                <w:rFonts w:eastAsia="Arial" w:cstheme="minorHAnsi"/>
                <w:color w:val="000000"/>
              </w:rPr>
            </w:pPr>
            <w:r w:rsidRPr="004D02E4">
              <w:t xml:space="preserve">Receipt of </w:t>
            </w:r>
            <w:r>
              <w:t>assets</w:t>
            </w:r>
            <w:r w:rsidRPr="004D02E4">
              <w:t xml:space="preserve"> from abroad on the foreign currency current account in euros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948B7E1" w14:textId="7D5C2AAD" w:rsidR="00552820" w:rsidRPr="0042658C" w:rsidRDefault="006140C1" w:rsidP="00552820">
            <w:pPr>
              <w:spacing w:before="44" w:after="0" w:line="234" w:lineRule="auto"/>
              <w:ind w:left="4296" w:right="-20"/>
              <w:rPr>
                <w:rFonts w:eastAsia="Arial" w:cstheme="minorHAnsi"/>
                <w:color w:val="000000"/>
              </w:rPr>
            </w:pPr>
            <w:r w:rsidRPr="006140C1">
              <w:rPr>
                <w:rFonts w:eastAsia="Arial" w:cstheme="minorHAnsi"/>
                <w:color w:val="000000"/>
              </w:rPr>
              <w:t>Free of charge</w:t>
            </w:r>
          </w:p>
        </w:tc>
      </w:tr>
      <w:tr w:rsidR="00552820" w:rsidRPr="0042658C" w14:paraId="6B54690E" w14:textId="77777777" w:rsidTr="00552820">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7E2EEA3" w14:textId="77777777" w:rsidR="00552820" w:rsidRPr="0042658C" w:rsidRDefault="00552820" w:rsidP="00552820">
            <w:pPr>
              <w:spacing w:before="46" w:after="0" w:line="232"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2</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E9A441" w14:textId="3B5AD99E" w:rsidR="00552820" w:rsidRPr="0042658C" w:rsidRDefault="00552820" w:rsidP="00552820">
            <w:pPr>
              <w:spacing w:before="46" w:after="0" w:line="232" w:lineRule="auto"/>
              <w:ind w:left="70" w:right="-20"/>
              <w:rPr>
                <w:rFonts w:eastAsia="Arial" w:cstheme="minorHAnsi"/>
                <w:color w:val="000000"/>
              </w:rPr>
            </w:pPr>
            <w:r w:rsidRPr="004D02E4">
              <w:t xml:space="preserve">Receipt of </w:t>
            </w:r>
            <w:r>
              <w:t>assets</w:t>
            </w:r>
            <w:r w:rsidRPr="004D02E4">
              <w:t xml:space="preserve"> from abroad on the foreign currency current account except in euros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4F1E90" w14:textId="3CC64FB2" w:rsidR="00552820" w:rsidRPr="0042658C" w:rsidRDefault="006140C1" w:rsidP="00552820">
            <w:pPr>
              <w:spacing w:before="46" w:after="0" w:line="232" w:lineRule="auto"/>
              <w:ind w:left="4296" w:right="-20"/>
              <w:rPr>
                <w:rFonts w:eastAsia="Arial" w:cstheme="minorHAnsi"/>
                <w:color w:val="000000"/>
              </w:rPr>
            </w:pPr>
            <w:r w:rsidRPr="006140C1">
              <w:rPr>
                <w:rFonts w:eastAsia="Arial" w:cstheme="minorHAnsi"/>
                <w:color w:val="000000"/>
              </w:rPr>
              <w:t>Free of charge</w:t>
            </w:r>
          </w:p>
        </w:tc>
      </w:tr>
      <w:tr w:rsidR="00552820" w:rsidRPr="0042658C" w14:paraId="316274C0" w14:textId="77777777" w:rsidTr="00552820">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04F29E9" w14:textId="77777777" w:rsidR="00552820" w:rsidRPr="0042658C" w:rsidRDefault="00552820" w:rsidP="00552820">
            <w:pPr>
              <w:spacing w:after="18" w:line="220" w:lineRule="exact"/>
              <w:rPr>
                <w:rFonts w:eastAsia="Times New Roman" w:cstheme="minorHAnsi"/>
              </w:rPr>
            </w:pPr>
          </w:p>
          <w:p w14:paraId="180791CF" w14:textId="77777777" w:rsidR="00552820" w:rsidRPr="0042658C" w:rsidRDefault="00552820" w:rsidP="00552820">
            <w:pPr>
              <w:spacing w:after="0" w:line="240" w:lineRule="auto"/>
              <w:ind w:left="374"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3</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C9275C9" w14:textId="7B8236E8" w:rsidR="00552820" w:rsidRPr="0042658C" w:rsidRDefault="00552820" w:rsidP="00552820">
            <w:pPr>
              <w:spacing w:after="0" w:line="240" w:lineRule="auto"/>
              <w:ind w:left="70" w:right="-20"/>
              <w:rPr>
                <w:rFonts w:eastAsia="Arial" w:cstheme="minorHAnsi"/>
                <w:color w:val="000000"/>
              </w:rPr>
            </w:pPr>
            <w:r w:rsidRPr="00552820">
              <w:rPr>
                <w:rFonts w:eastAsia="Arial" w:cstheme="minorHAnsi"/>
                <w:color w:val="000000"/>
              </w:rPr>
              <w:t xml:space="preserve">Receipt of </w:t>
            </w:r>
            <w:r>
              <w:rPr>
                <w:rFonts w:eastAsia="Arial" w:cstheme="minorHAnsi"/>
                <w:color w:val="000000"/>
              </w:rPr>
              <w:t xml:space="preserve">assets </w:t>
            </w:r>
            <w:r w:rsidRPr="00552820">
              <w:rPr>
                <w:rFonts w:eastAsia="Arial" w:cstheme="minorHAnsi"/>
                <w:color w:val="000000"/>
              </w:rPr>
              <w:t>from the territory of the Autonomous Province of Kosovo and Metohija **</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9BD6B06" w14:textId="77777777" w:rsidR="00552820" w:rsidRPr="0042658C" w:rsidRDefault="00552820" w:rsidP="00552820">
            <w:pPr>
              <w:spacing w:after="18" w:line="220" w:lineRule="exact"/>
              <w:rPr>
                <w:rFonts w:eastAsia="Times New Roman" w:cstheme="minorHAnsi"/>
              </w:rPr>
            </w:pPr>
          </w:p>
          <w:p w14:paraId="32BF9834" w14:textId="3F873214" w:rsidR="00552820" w:rsidRPr="0042658C" w:rsidRDefault="00552820" w:rsidP="00552820">
            <w:pPr>
              <w:spacing w:after="0" w:line="240"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25</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B3EC041" w14:textId="62B1C7F1" w:rsidR="00552820" w:rsidRPr="0042658C" w:rsidRDefault="00BA62A2" w:rsidP="00552820">
            <w:pPr>
              <w:spacing w:before="46" w:after="0" w:line="232" w:lineRule="auto"/>
              <w:ind w:left="1500" w:right="-20"/>
              <w:rPr>
                <w:rFonts w:eastAsia="Arial" w:cstheme="minorHAnsi"/>
                <w:color w:val="000000"/>
              </w:rPr>
            </w:pPr>
            <w:r>
              <w:rPr>
                <w:rFonts w:eastAsia="Arial" w:cstheme="minorHAnsi"/>
                <w:color w:val="000000"/>
              </w:rPr>
              <w:t xml:space="preserve">    </w:t>
            </w:r>
            <w:r w:rsidR="00552820" w:rsidRPr="0042658C">
              <w:rPr>
                <w:rFonts w:eastAsia="Arial" w:cstheme="minorHAnsi"/>
                <w:color w:val="000000"/>
              </w:rPr>
              <w:t>mi</w:t>
            </w:r>
            <w:r w:rsidR="00552820" w:rsidRPr="0042658C">
              <w:rPr>
                <w:rFonts w:eastAsia="Arial" w:cstheme="minorHAnsi"/>
                <w:color w:val="000000"/>
                <w:spacing w:val="-1"/>
              </w:rPr>
              <w:t>n</w:t>
            </w:r>
            <w:r w:rsidR="00552820" w:rsidRPr="0042658C">
              <w:rPr>
                <w:rFonts w:eastAsia="Arial" w:cstheme="minorHAnsi"/>
                <w:color w:val="000000"/>
              </w:rPr>
              <w:t xml:space="preserve">. </w:t>
            </w:r>
            <w:r w:rsidR="006140C1">
              <w:rPr>
                <w:rFonts w:eastAsia="Arial" w:cstheme="minorHAnsi"/>
                <w:color w:val="000000"/>
              </w:rPr>
              <w:t xml:space="preserve">RSD </w:t>
            </w:r>
            <w:r w:rsidR="00552820" w:rsidRPr="0042658C">
              <w:rPr>
                <w:rFonts w:eastAsia="Arial" w:cstheme="minorHAnsi"/>
                <w:color w:val="000000"/>
              </w:rPr>
              <w:t>8</w:t>
            </w:r>
            <w:r w:rsidR="00552820" w:rsidRPr="0042658C">
              <w:rPr>
                <w:rFonts w:eastAsia="Arial" w:cstheme="minorHAnsi"/>
                <w:color w:val="000000"/>
                <w:spacing w:val="-1"/>
              </w:rPr>
              <w:t>00</w:t>
            </w:r>
            <w:r w:rsidR="006140C1">
              <w:rPr>
                <w:rFonts w:eastAsia="Arial" w:cstheme="minorHAnsi"/>
                <w:color w:val="000000"/>
              </w:rPr>
              <w:t>.</w:t>
            </w:r>
            <w:r w:rsidR="00552820" w:rsidRPr="0042658C">
              <w:rPr>
                <w:rFonts w:eastAsia="Arial" w:cstheme="minorHAnsi"/>
                <w:color w:val="000000"/>
              </w:rPr>
              <w:t>00</w:t>
            </w:r>
            <w:r w:rsidR="00552820" w:rsidRPr="0042658C">
              <w:rPr>
                <w:rFonts w:eastAsia="Arial" w:cstheme="minorHAnsi"/>
                <w:color w:val="000000"/>
                <w:spacing w:val="-1"/>
              </w:rPr>
              <w:t xml:space="preserve"> </w:t>
            </w:r>
          </w:p>
        </w:tc>
      </w:tr>
      <w:tr w:rsidR="004C563B" w:rsidRPr="0042658C" w14:paraId="53E9FA8D" w14:textId="77777777" w:rsidTr="00552820">
        <w:trPr>
          <w:cantSplit/>
          <w:trHeight w:hRule="exact" w:val="386"/>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925BC66" w14:textId="77777777" w:rsidR="004C563B" w:rsidRPr="0042658C" w:rsidRDefault="004C563B">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7B955F2" w14:textId="77777777" w:rsidR="004C563B" w:rsidRPr="0042658C" w:rsidRDefault="004C563B">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C22E3EF" w14:textId="77777777" w:rsidR="004C563B" w:rsidRPr="0042658C" w:rsidRDefault="004C563B">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18EF216" w14:textId="29C0AA65" w:rsidR="004C563B" w:rsidRPr="0042658C" w:rsidRDefault="00BA62A2">
            <w:pPr>
              <w:spacing w:before="46" w:after="0" w:line="240" w:lineRule="auto"/>
              <w:ind w:left="1116" w:right="-20"/>
              <w:rPr>
                <w:rFonts w:eastAsia="Arial" w:cstheme="minorHAnsi"/>
                <w:color w:val="000000"/>
              </w:rPr>
            </w:pPr>
            <w:r>
              <w:rPr>
                <w:rFonts w:eastAsia="Arial" w:cstheme="minorHAnsi"/>
                <w:color w:val="000000"/>
              </w:rPr>
              <w:t xml:space="preserve">     </w:t>
            </w:r>
            <w:r w:rsidR="00ED1567" w:rsidRPr="0042658C">
              <w:rPr>
                <w:rFonts w:eastAsia="Arial" w:cstheme="minorHAnsi"/>
                <w:color w:val="000000"/>
              </w:rPr>
              <w:t xml:space="preserve">max. </w:t>
            </w:r>
            <w:r w:rsidR="006140C1">
              <w:rPr>
                <w:rFonts w:eastAsia="Arial" w:cstheme="minorHAnsi"/>
                <w:color w:val="000000"/>
              </w:rPr>
              <w:t xml:space="preserve">RSD </w:t>
            </w:r>
            <w:r w:rsidR="00ED1567" w:rsidRPr="0042658C">
              <w:rPr>
                <w:rFonts w:eastAsia="Arial" w:cstheme="minorHAnsi"/>
                <w:color w:val="000000"/>
              </w:rPr>
              <w:t>2</w:t>
            </w:r>
            <w:r w:rsidR="00ED1567" w:rsidRPr="0042658C">
              <w:rPr>
                <w:rFonts w:eastAsia="Arial" w:cstheme="minorHAnsi"/>
                <w:color w:val="000000"/>
                <w:spacing w:val="-1"/>
              </w:rPr>
              <w:t>0</w:t>
            </w:r>
            <w:r w:rsidR="006140C1">
              <w:rPr>
                <w:rFonts w:eastAsia="Arial" w:cstheme="minorHAnsi"/>
                <w:color w:val="000000"/>
              </w:rPr>
              <w:t>,</w:t>
            </w:r>
            <w:r w:rsidR="00ED1567" w:rsidRPr="0042658C">
              <w:rPr>
                <w:rFonts w:eastAsia="Arial" w:cstheme="minorHAnsi"/>
                <w:color w:val="000000"/>
                <w:spacing w:val="-1"/>
              </w:rPr>
              <w:t>00</w:t>
            </w:r>
            <w:r w:rsidR="00ED1567" w:rsidRPr="0042658C">
              <w:rPr>
                <w:rFonts w:eastAsia="Arial" w:cstheme="minorHAnsi"/>
                <w:color w:val="000000"/>
              </w:rPr>
              <w:t>0</w:t>
            </w:r>
            <w:r w:rsidR="006140C1">
              <w:rPr>
                <w:rFonts w:eastAsia="Arial" w:cstheme="minorHAnsi"/>
                <w:color w:val="000000"/>
              </w:rPr>
              <w:t>.</w:t>
            </w:r>
            <w:r w:rsidR="00ED1567" w:rsidRPr="0042658C">
              <w:rPr>
                <w:rFonts w:eastAsia="Arial" w:cstheme="minorHAnsi"/>
                <w:color w:val="000000"/>
                <w:spacing w:val="-1"/>
              </w:rPr>
              <w:t>0</w:t>
            </w:r>
            <w:r w:rsidR="00ED1567" w:rsidRPr="0042658C">
              <w:rPr>
                <w:rFonts w:eastAsia="Arial" w:cstheme="minorHAnsi"/>
                <w:color w:val="000000"/>
              </w:rPr>
              <w:t xml:space="preserve">0 </w:t>
            </w:r>
          </w:p>
        </w:tc>
      </w:tr>
      <w:tr w:rsidR="004C563B" w:rsidRPr="0042658C" w14:paraId="2918C32A" w14:textId="77777777">
        <w:trPr>
          <w:cantSplit/>
          <w:trHeight w:hRule="exact" w:val="833"/>
        </w:trPr>
        <w:tc>
          <w:tcPr>
            <w:tcW w:w="15228" w:type="dxa"/>
            <w:gridSpan w:val="4"/>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523DD4C7" w14:textId="34860CDB" w:rsidR="004C563B" w:rsidRPr="0042658C" w:rsidRDefault="00ED1567">
            <w:pPr>
              <w:spacing w:before="46" w:after="0" w:line="238" w:lineRule="auto"/>
              <w:ind w:left="43" w:right="20"/>
              <w:rPr>
                <w:rFonts w:eastAsia="Arial" w:cstheme="minorHAnsi"/>
                <w:color w:val="000000"/>
              </w:rPr>
            </w:pPr>
            <w:r w:rsidRPr="0042658C">
              <w:rPr>
                <w:rFonts w:eastAsia="Arial" w:cstheme="minorHAnsi"/>
                <w:color w:val="000000"/>
              </w:rPr>
              <w:t>*</w:t>
            </w:r>
            <w:r w:rsidRPr="0042658C">
              <w:rPr>
                <w:rFonts w:eastAsia="Arial" w:cstheme="minorHAnsi"/>
                <w:color w:val="000000"/>
                <w:spacing w:val="-1"/>
              </w:rPr>
              <w:t>*</w:t>
            </w:r>
            <w:r w:rsidR="00552820" w:rsidRPr="00552820">
              <w:rPr>
                <w:rFonts w:eastAsia="Arial" w:cstheme="minorHAnsi"/>
                <w:color w:val="000000"/>
                <w:spacing w:val="-1"/>
              </w:rPr>
              <w:t xml:space="preserve"> </w:t>
            </w:r>
            <w:r w:rsidR="00552820">
              <w:rPr>
                <w:rFonts w:eastAsia="Arial" w:cstheme="minorHAnsi"/>
                <w:color w:val="000000"/>
                <w:spacing w:val="-1"/>
              </w:rPr>
              <w:t>Due</w:t>
            </w:r>
            <w:r w:rsidR="00552820" w:rsidRPr="00552820">
              <w:rPr>
                <w:rFonts w:eastAsia="Arial" w:cstheme="minorHAnsi"/>
                <w:color w:val="000000"/>
                <w:spacing w:val="-1"/>
              </w:rPr>
              <w:t xml:space="preserve"> to the Instruction on the manner of temporary performance of certain payment operations on the territory of the Federal Republic of Yugoslavia, The Official Gazette</w:t>
            </w:r>
            <w:r w:rsidR="00552820">
              <w:rPr>
                <w:rFonts w:eastAsia="Arial" w:cstheme="minorHAnsi"/>
                <w:color w:val="000000"/>
                <w:spacing w:val="-1"/>
              </w:rPr>
              <w:t xml:space="preserve">, </w:t>
            </w:r>
            <w:r w:rsidR="00552820" w:rsidRPr="00552820">
              <w:rPr>
                <w:rFonts w:eastAsia="Arial" w:cstheme="minorHAnsi"/>
                <w:color w:val="000000"/>
                <w:spacing w:val="-1"/>
              </w:rPr>
              <w:t xml:space="preserve">SRJ br. 11 dated 12 March 2001 year, payment of the </w:t>
            </w:r>
            <w:r w:rsidR="00552820">
              <w:rPr>
                <w:rFonts w:eastAsia="Arial" w:cstheme="minorHAnsi"/>
                <w:color w:val="000000"/>
                <w:spacing w:val="-1"/>
              </w:rPr>
              <w:t>RSD</w:t>
            </w:r>
            <w:r w:rsidR="00552820" w:rsidRPr="00552820">
              <w:rPr>
                <w:rFonts w:eastAsia="Arial" w:cstheme="minorHAnsi"/>
                <w:color w:val="000000"/>
                <w:spacing w:val="-1"/>
              </w:rPr>
              <w:t xml:space="preserve"> equivalent for sold foreign exchange to the National Bank of Serbia is made at the purchase rate of the NBS for foreign exchange on the day of service</w:t>
            </w:r>
            <w:r w:rsidR="00552820">
              <w:rPr>
                <w:rFonts w:eastAsia="Arial" w:cstheme="minorHAnsi"/>
                <w:color w:val="000000"/>
              </w:rPr>
              <w:t xml:space="preserve">. </w:t>
            </w:r>
            <w:r w:rsidRPr="0042658C">
              <w:rPr>
                <w:rFonts w:eastAsia="Arial" w:cstheme="minorHAnsi"/>
                <w:color w:val="000000"/>
              </w:rPr>
              <w:t xml:space="preserve"> </w:t>
            </w:r>
          </w:p>
        </w:tc>
      </w:tr>
      <w:tr w:rsidR="004C563B" w:rsidRPr="0042658C" w14:paraId="7700CFC4" w14:textId="77777777">
        <w:trPr>
          <w:cantSplit/>
          <w:trHeight w:hRule="exact" w:val="301"/>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603F92D" w14:textId="77777777" w:rsidR="004C563B" w:rsidRPr="0042658C" w:rsidRDefault="00ED1567">
            <w:pPr>
              <w:spacing w:before="46" w:after="0" w:line="231" w:lineRule="auto"/>
              <w:ind w:left="504" w:right="-20"/>
              <w:rPr>
                <w:rFonts w:eastAsia="Arial" w:cstheme="minorHAnsi"/>
                <w:b/>
                <w:bCs/>
                <w:color w:val="000000"/>
              </w:rPr>
            </w:pPr>
            <w:r w:rsidRPr="0042658C">
              <w:rPr>
                <w:rFonts w:eastAsia="Arial" w:cstheme="minorHAnsi"/>
                <w:b/>
                <w:bCs/>
                <w:color w:val="000000"/>
              </w:rPr>
              <w:t>6</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17B01CC" w14:textId="730B2E16" w:rsidR="004C563B" w:rsidRPr="0042658C" w:rsidRDefault="00552820">
            <w:pPr>
              <w:spacing w:before="46" w:after="0" w:line="231" w:lineRule="auto"/>
              <w:ind w:left="70" w:right="-20"/>
              <w:rPr>
                <w:rFonts w:eastAsia="Arial" w:cstheme="minorHAnsi"/>
                <w:b/>
                <w:bCs/>
                <w:color w:val="000000"/>
              </w:rPr>
            </w:pPr>
            <w:r>
              <w:rPr>
                <w:rFonts w:eastAsia="Arial" w:cstheme="minorHAnsi"/>
                <w:b/>
                <w:bCs/>
                <w:color w:val="000000"/>
              </w:rPr>
              <w:t xml:space="preserve">PAYMENT AND DISBURSEMENT OF FOREIGN CURRENCY </w:t>
            </w:r>
            <w:r w:rsidR="00ED1567" w:rsidRPr="0042658C">
              <w:rPr>
                <w:rFonts w:eastAsia="Arial" w:cstheme="minorHAnsi"/>
                <w:color w:val="000000"/>
              </w:rPr>
              <w:t xml:space="preserve"> </w:t>
            </w:r>
          </w:p>
        </w:tc>
      </w:tr>
      <w:tr w:rsidR="00B6627A" w:rsidRPr="0042658C" w14:paraId="769B62BE" w14:textId="77777777">
        <w:trPr>
          <w:cantSplit/>
          <w:trHeight w:hRule="exact" w:val="303"/>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52F782D" w14:textId="77777777" w:rsidR="00B6627A" w:rsidRPr="0042658C" w:rsidRDefault="00B6627A" w:rsidP="00B6627A">
            <w:pPr>
              <w:spacing w:before="47" w:after="0" w:line="232" w:lineRule="auto"/>
              <w:ind w:left="374" w:right="-20"/>
              <w:rPr>
                <w:rFonts w:eastAsia="Arial" w:cstheme="minorHAnsi"/>
                <w:b/>
                <w:bCs/>
                <w:color w:val="000000"/>
              </w:rPr>
            </w:pPr>
            <w:r w:rsidRPr="0042658C">
              <w:rPr>
                <w:rFonts w:eastAsia="Arial" w:cstheme="minorHAnsi"/>
                <w:b/>
                <w:bCs/>
                <w:color w:val="000000"/>
              </w:rPr>
              <w:t>6.</w:t>
            </w:r>
            <w:r w:rsidRPr="0042658C">
              <w:rPr>
                <w:rFonts w:eastAsia="Arial" w:cstheme="minorHAnsi"/>
                <w:b/>
                <w:bCs/>
                <w:color w:val="000000"/>
                <w:spacing w:val="-1"/>
              </w:rPr>
              <w:t>1</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9225ECB" w14:textId="764E8FE2" w:rsidR="00B6627A" w:rsidRPr="00B6627A" w:rsidRDefault="00B6627A" w:rsidP="00B6627A">
            <w:pPr>
              <w:spacing w:before="47" w:after="0" w:line="232" w:lineRule="auto"/>
              <w:ind w:left="70" w:right="-20"/>
              <w:rPr>
                <w:rFonts w:eastAsia="Arial" w:cstheme="minorHAnsi"/>
                <w:b/>
                <w:bCs/>
                <w:color w:val="000000"/>
              </w:rPr>
            </w:pPr>
            <w:r>
              <w:rPr>
                <w:b/>
                <w:bCs/>
              </w:rPr>
              <w:t>Cash payment</w:t>
            </w:r>
            <w:r w:rsidRPr="00B6627A">
              <w:rPr>
                <w:b/>
                <w:bCs/>
              </w:rPr>
              <w:t xml:space="preserve"> from the payment account by submitting a payment order</w:t>
            </w:r>
          </w:p>
        </w:tc>
      </w:tr>
      <w:tr w:rsidR="00B6627A" w:rsidRPr="0042658C" w14:paraId="7EE4119D" w14:textId="77777777" w:rsidTr="00552820">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227FA6D" w14:textId="77777777" w:rsidR="00B6627A" w:rsidRPr="0042658C" w:rsidRDefault="00B6627A" w:rsidP="00B6627A">
            <w:pPr>
              <w:spacing w:after="17" w:line="180" w:lineRule="exact"/>
              <w:rPr>
                <w:rFonts w:eastAsia="Times New Roman" w:cstheme="minorHAnsi"/>
              </w:rPr>
            </w:pPr>
          </w:p>
          <w:p w14:paraId="12BEF48D" w14:textId="77777777" w:rsidR="00B6627A" w:rsidRPr="0042658C" w:rsidRDefault="00B6627A" w:rsidP="00B6627A">
            <w:pPr>
              <w:spacing w:after="0" w:line="240" w:lineRule="auto"/>
              <w:ind w:left="276"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1</w:t>
            </w:r>
            <w:r w:rsidRPr="0042658C">
              <w:rPr>
                <w:rFonts w:eastAsia="Arial" w:cstheme="minorHAnsi"/>
                <w:color w:val="000000"/>
              </w:rPr>
              <w:t>.1.</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EDA8CCB" w14:textId="77777777" w:rsidR="00B6627A" w:rsidRPr="0042658C" w:rsidRDefault="00B6627A" w:rsidP="00B6627A">
            <w:pPr>
              <w:spacing w:after="0" w:line="240" w:lineRule="auto"/>
              <w:ind w:left="70" w:right="-20"/>
              <w:rPr>
                <w:rFonts w:eastAsia="Arial" w:cstheme="minorHAnsi"/>
                <w:color w:val="000000"/>
              </w:rPr>
            </w:pPr>
            <w:r w:rsidRPr="000A1670">
              <w:t>Payment from foreign currency account</w:t>
            </w:r>
          </w:p>
          <w:p w14:paraId="3D1D389E" w14:textId="31582016" w:rsidR="00B6627A" w:rsidRPr="0042658C" w:rsidRDefault="00B6627A" w:rsidP="00B6627A">
            <w:pPr>
              <w:spacing w:after="0" w:line="240" w:lineRule="auto"/>
              <w:ind w:left="70" w:right="-20"/>
              <w:rPr>
                <w:rFonts w:eastAsia="Arial" w:cstheme="minorHAnsi"/>
                <w:color w:val="000000"/>
              </w:rPr>
            </w:pPr>
            <w:r w:rsidRPr="000A1670">
              <w:t>Payment in effective foreign currency by providing foreign exchange from the Bank's potential</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511DFEA" w14:textId="77777777" w:rsidR="00B6627A" w:rsidRPr="0042658C" w:rsidRDefault="00B6627A" w:rsidP="00B6627A">
            <w:pPr>
              <w:spacing w:after="17" w:line="180" w:lineRule="exact"/>
              <w:rPr>
                <w:rFonts w:eastAsia="Times New Roman" w:cstheme="minorHAnsi"/>
              </w:rPr>
            </w:pPr>
          </w:p>
          <w:p w14:paraId="39C7D7AB" w14:textId="4778273C" w:rsidR="00B6627A" w:rsidRPr="0042658C" w:rsidRDefault="00B6627A" w:rsidP="00B6627A">
            <w:pPr>
              <w:spacing w:after="0" w:line="240"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30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A995C9" w14:textId="0BF52C60" w:rsidR="00B6627A" w:rsidRPr="0042658C" w:rsidRDefault="00BA62A2" w:rsidP="00B6627A">
            <w:pPr>
              <w:spacing w:before="46" w:after="0" w:line="232" w:lineRule="auto"/>
              <w:ind w:left="1565" w:right="-20"/>
              <w:rPr>
                <w:rFonts w:eastAsia="Arial" w:cstheme="minorHAnsi"/>
                <w:color w:val="000000"/>
              </w:rPr>
            </w:pPr>
            <w:r>
              <w:rPr>
                <w:rFonts w:eastAsia="Arial" w:cstheme="minorHAnsi"/>
                <w:color w:val="000000"/>
              </w:rPr>
              <w:t xml:space="preserve"> </w:t>
            </w:r>
            <w:r w:rsidR="00B6627A" w:rsidRPr="0042658C">
              <w:rPr>
                <w:rFonts w:eastAsia="Arial" w:cstheme="minorHAnsi"/>
                <w:color w:val="000000"/>
              </w:rPr>
              <w:t>mi</w:t>
            </w:r>
            <w:r w:rsidR="00B6627A" w:rsidRPr="0042658C">
              <w:rPr>
                <w:rFonts w:eastAsia="Arial" w:cstheme="minorHAnsi"/>
                <w:color w:val="000000"/>
                <w:spacing w:val="-1"/>
              </w:rPr>
              <w:t>n</w:t>
            </w:r>
            <w:r w:rsidR="00B6627A" w:rsidRPr="0042658C">
              <w:rPr>
                <w:rFonts w:eastAsia="Arial" w:cstheme="minorHAnsi"/>
                <w:color w:val="000000"/>
              </w:rPr>
              <w:t>.</w:t>
            </w:r>
            <w:r w:rsidR="006140C1">
              <w:rPr>
                <w:rFonts w:eastAsia="Arial" w:cstheme="minorHAnsi"/>
                <w:color w:val="000000"/>
              </w:rPr>
              <w:t xml:space="preserve"> RSD </w:t>
            </w:r>
            <w:r w:rsidR="00B6627A" w:rsidRPr="0042658C">
              <w:rPr>
                <w:rFonts w:eastAsia="Arial" w:cstheme="minorHAnsi"/>
                <w:color w:val="000000"/>
                <w:spacing w:val="-1"/>
              </w:rPr>
              <w:t>6</w:t>
            </w:r>
            <w:r w:rsidR="00B6627A" w:rsidRPr="0042658C">
              <w:rPr>
                <w:rFonts w:eastAsia="Arial" w:cstheme="minorHAnsi"/>
                <w:color w:val="000000"/>
              </w:rPr>
              <w:t>0</w:t>
            </w:r>
            <w:r w:rsidR="00B6627A" w:rsidRPr="0042658C">
              <w:rPr>
                <w:rFonts w:eastAsia="Arial" w:cstheme="minorHAnsi"/>
                <w:color w:val="000000"/>
                <w:spacing w:val="-1"/>
              </w:rPr>
              <w:t>0</w:t>
            </w:r>
            <w:r w:rsidR="006140C1">
              <w:rPr>
                <w:rFonts w:eastAsia="Arial" w:cstheme="minorHAnsi"/>
                <w:color w:val="000000"/>
              </w:rPr>
              <w:t>.</w:t>
            </w:r>
            <w:r w:rsidR="00B6627A" w:rsidRPr="0042658C">
              <w:rPr>
                <w:rFonts w:eastAsia="Arial" w:cstheme="minorHAnsi"/>
                <w:color w:val="000000"/>
                <w:spacing w:val="-1"/>
              </w:rPr>
              <w:t>0</w:t>
            </w:r>
            <w:r w:rsidR="00B6627A" w:rsidRPr="0042658C">
              <w:rPr>
                <w:rFonts w:eastAsia="Arial" w:cstheme="minorHAnsi"/>
                <w:color w:val="000000"/>
              </w:rPr>
              <w:t xml:space="preserve">0 </w:t>
            </w:r>
          </w:p>
        </w:tc>
      </w:tr>
      <w:tr w:rsidR="00B6627A" w:rsidRPr="0042658C" w14:paraId="2D1CB5F8" w14:textId="77777777" w:rsidTr="00552820">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E84ACD3" w14:textId="77777777" w:rsidR="00B6627A" w:rsidRPr="0042658C" w:rsidRDefault="00B6627A" w:rsidP="00B6627A">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2E6C6A3" w14:textId="77777777" w:rsidR="00B6627A" w:rsidRPr="0042658C" w:rsidRDefault="00B6627A" w:rsidP="00B6627A">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A5F2698" w14:textId="77777777" w:rsidR="00B6627A" w:rsidRPr="0042658C" w:rsidRDefault="00B6627A" w:rsidP="00B6627A">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F5864B7" w14:textId="51E0E8C5" w:rsidR="00B6627A" w:rsidRPr="0042658C" w:rsidRDefault="00BA62A2" w:rsidP="00B6627A">
            <w:pPr>
              <w:spacing w:before="46" w:after="0" w:line="232" w:lineRule="auto"/>
              <w:ind w:left="1181" w:right="-20"/>
              <w:rPr>
                <w:rFonts w:eastAsia="Arial" w:cstheme="minorHAnsi"/>
                <w:color w:val="000000"/>
              </w:rPr>
            </w:pPr>
            <w:r>
              <w:rPr>
                <w:rFonts w:eastAsia="Arial" w:cstheme="minorHAnsi"/>
                <w:color w:val="000000"/>
              </w:rPr>
              <w:t xml:space="preserve">  </w:t>
            </w:r>
            <w:r w:rsidR="00B6627A" w:rsidRPr="0042658C">
              <w:rPr>
                <w:rFonts w:eastAsia="Arial" w:cstheme="minorHAnsi"/>
                <w:color w:val="000000"/>
              </w:rPr>
              <w:t>max.</w:t>
            </w:r>
            <w:r w:rsidR="006140C1">
              <w:rPr>
                <w:rFonts w:eastAsia="Arial" w:cstheme="minorHAnsi"/>
                <w:color w:val="000000"/>
              </w:rPr>
              <w:t xml:space="preserve"> RSD </w:t>
            </w:r>
            <w:r w:rsidR="00B6627A" w:rsidRPr="0042658C">
              <w:rPr>
                <w:rFonts w:eastAsia="Arial" w:cstheme="minorHAnsi"/>
                <w:color w:val="000000"/>
                <w:spacing w:val="-1"/>
              </w:rPr>
              <w:t>20</w:t>
            </w:r>
            <w:r w:rsidR="006140C1">
              <w:rPr>
                <w:rFonts w:eastAsia="Arial" w:cstheme="minorHAnsi"/>
                <w:color w:val="000000"/>
              </w:rPr>
              <w:t>,</w:t>
            </w:r>
            <w:r w:rsidR="00B6627A" w:rsidRPr="0042658C">
              <w:rPr>
                <w:rFonts w:eastAsia="Arial" w:cstheme="minorHAnsi"/>
                <w:color w:val="000000"/>
              </w:rPr>
              <w:t>0</w:t>
            </w:r>
            <w:r w:rsidR="00B6627A" w:rsidRPr="0042658C">
              <w:rPr>
                <w:rFonts w:eastAsia="Arial" w:cstheme="minorHAnsi"/>
                <w:color w:val="000000"/>
                <w:spacing w:val="-1"/>
              </w:rPr>
              <w:t>00</w:t>
            </w:r>
            <w:r w:rsidR="006140C1">
              <w:rPr>
                <w:rFonts w:eastAsia="Arial" w:cstheme="minorHAnsi"/>
                <w:color w:val="000000"/>
              </w:rPr>
              <w:t>.</w:t>
            </w:r>
            <w:r w:rsidR="00B6627A" w:rsidRPr="0042658C">
              <w:rPr>
                <w:rFonts w:eastAsia="Arial" w:cstheme="minorHAnsi"/>
                <w:color w:val="000000"/>
                <w:spacing w:val="-1"/>
              </w:rPr>
              <w:t>0</w:t>
            </w:r>
            <w:r w:rsidR="00B6627A" w:rsidRPr="0042658C">
              <w:rPr>
                <w:rFonts w:eastAsia="Arial" w:cstheme="minorHAnsi"/>
                <w:color w:val="000000"/>
              </w:rPr>
              <w:t xml:space="preserve">0 </w:t>
            </w:r>
          </w:p>
        </w:tc>
      </w:tr>
      <w:tr w:rsidR="00B6627A" w:rsidRPr="0042658C" w14:paraId="21A63D65" w14:textId="77777777" w:rsidTr="00552820">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17DBDBD" w14:textId="77777777" w:rsidR="00B6627A" w:rsidRPr="0042658C" w:rsidRDefault="00B6627A" w:rsidP="00B6627A">
            <w:pPr>
              <w:spacing w:after="17" w:line="180" w:lineRule="exact"/>
              <w:rPr>
                <w:rFonts w:eastAsia="Times New Roman" w:cstheme="minorHAnsi"/>
              </w:rPr>
            </w:pPr>
          </w:p>
          <w:p w14:paraId="0FE4E2EA" w14:textId="77777777" w:rsidR="00B6627A" w:rsidRPr="0042658C" w:rsidRDefault="00B6627A" w:rsidP="00B6627A">
            <w:pPr>
              <w:spacing w:after="0" w:line="240" w:lineRule="auto"/>
              <w:ind w:left="276"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1</w:t>
            </w:r>
            <w:r w:rsidRPr="0042658C">
              <w:rPr>
                <w:rFonts w:eastAsia="Arial" w:cstheme="minorHAnsi"/>
                <w:color w:val="000000"/>
              </w:rPr>
              <w:t>.2.</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67FA40C7" w14:textId="77777777" w:rsidR="00B6627A" w:rsidRPr="0042658C" w:rsidRDefault="00B6627A" w:rsidP="00B6627A">
            <w:pPr>
              <w:spacing w:after="0" w:line="240" w:lineRule="auto"/>
              <w:ind w:left="70" w:right="-20"/>
              <w:rPr>
                <w:rFonts w:eastAsia="Arial" w:cstheme="minorHAnsi"/>
                <w:color w:val="000000"/>
              </w:rPr>
            </w:pPr>
            <w:r w:rsidRPr="000A1670">
              <w:t>Payment of cash to the payment account by submitting a payment order</w:t>
            </w:r>
          </w:p>
          <w:p w14:paraId="27DBB8CE" w14:textId="47A31533" w:rsidR="00B6627A" w:rsidRPr="0042658C" w:rsidRDefault="00B6627A" w:rsidP="00B6627A">
            <w:pPr>
              <w:spacing w:after="0" w:line="240" w:lineRule="auto"/>
              <w:ind w:left="70" w:right="-20"/>
              <w:rPr>
                <w:rFonts w:eastAsia="Arial" w:cstheme="minorHAnsi"/>
                <w:color w:val="000000"/>
              </w:rPr>
            </w:pPr>
            <w:r w:rsidRPr="000A1670">
              <w:t xml:space="preserve">NON - RESIDENTS AND REPRESENTATIVE OFFICES - </w:t>
            </w:r>
            <w:r w:rsidR="00084CEB">
              <w:t>RSD</w:t>
            </w:r>
            <w:r w:rsidRPr="000A1670">
              <w:t xml:space="preserve"> TRANSACTIONS</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34D7B65" w14:textId="77777777" w:rsidR="00B6627A" w:rsidRPr="0042658C" w:rsidRDefault="00B6627A" w:rsidP="00B6627A">
            <w:pPr>
              <w:spacing w:after="17" w:line="180" w:lineRule="exact"/>
              <w:rPr>
                <w:rFonts w:eastAsia="Times New Roman" w:cstheme="minorHAnsi"/>
              </w:rPr>
            </w:pPr>
          </w:p>
          <w:p w14:paraId="3E83B340" w14:textId="189EF5BB" w:rsidR="00B6627A" w:rsidRPr="0042658C" w:rsidRDefault="00B6627A" w:rsidP="00B6627A">
            <w:pPr>
              <w:spacing w:after="0" w:line="240"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40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8064C2" w14:textId="23FF15D4" w:rsidR="00B6627A" w:rsidRPr="0042658C" w:rsidRDefault="00BA62A2" w:rsidP="00B6627A">
            <w:pPr>
              <w:spacing w:before="46" w:after="0" w:line="232" w:lineRule="auto"/>
              <w:ind w:left="1565" w:right="-20"/>
              <w:rPr>
                <w:rFonts w:eastAsia="Arial" w:cstheme="minorHAnsi"/>
                <w:color w:val="000000"/>
              </w:rPr>
            </w:pPr>
            <w:r>
              <w:rPr>
                <w:rFonts w:eastAsia="Arial" w:cstheme="minorHAnsi"/>
                <w:color w:val="000000"/>
              </w:rPr>
              <w:t xml:space="preserve"> </w:t>
            </w:r>
            <w:r w:rsidR="00B6627A" w:rsidRPr="0042658C">
              <w:rPr>
                <w:rFonts w:eastAsia="Arial" w:cstheme="minorHAnsi"/>
                <w:color w:val="000000"/>
              </w:rPr>
              <w:t>mi</w:t>
            </w:r>
            <w:r w:rsidR="00B6627A" w:rsidRPr="0042658C">
              <w:rPr>
                <w:rFonts w:eastAsia="Arial" w:cstheme="minorHAnsi"/>
                <w:color w:val="000000"/>
                <w:spacing w:val="-1"/>
              </w:rPr>
              <w:t>n</w:t>
            </w:r>
            <w:r w:rsidR="00B6627A" w:rsidRPr="0042658C">
              <w:rPr>
                <w:rFonts w:eastAsia="Arial" w:cstheme="minorHAnsi"/>
                <w:color w:val="000000"/>
              </w:rPr>
              <w:t>.</w:t>
            </w:r>
            <w:r w:rsidR="006140C1">
              <w:rPr>
                <w:rFonts w:eastAsia="Arial" w:cstheme="minorHAnsi"/>
                <w:color w:val="000000"/>
              </w:rPr>
              <w:t xml:space="preserve"> RSD </w:t>
            </w:r>
            <w:r w:rsidR="00B6627A" w:rsidRPr="0042658C">
              <w:rPr>
                <w:rFonts w:eastAsia="Arial" w:cstheme="minorHAnsi"/>
                <w:color w:val="000000"/>
                <w:spacing w:val="-1"/>
              </w:rPr>
              <w:t>6</w:t>
            </w:r>
            <w:r w:rsidR="00B6627A" w:rsidRPr="0042658C">
              <w:rPr>
                <w:rFonts w:eastAsia="Arial" w:cstheme="minorHAnsi"/>
                <w:color w:val="000000"/>
              </w:rPr>
              <w:t>0</w:t>
            </w:r>
            <w:r w:rsidR="00B6627A" w:rsidRPr="0042658C">
              <w:rPr>
                <w:rFonts w:eastAsia="Arial" w:cstheme="minorHAnsi"/>
                <w:color w:val="000000"/>
                <w:spacing w:val="-1"/>
              </w:rPr>
              <w:t>0</w:t>
            </w:r>
            <w:r w:rsidR="006140C1">
              <w:rPr>
                <w:rFonts w:eastAsia="Arial" w:cstheme="minorHAnsi"/>
                <w:color w:val="000000"/>
              </w:rPr>
              <w:t>.</w:t>
            </w:r>
            <w:r w:rsidR="00B6627A" w:rsidRPr="0042658C">
              <w:rPr>
                <w:rFonts w:eastAsia="Arial" w:cstheme="minorHAnsi"/>
                <w:color w:val="000000"/>
                <w:spacing w:val="-1"/>
              </w:rPr>
              <w:t>0</w:t>
            </w:r>
            <w:r w:rsidR="00B6627A" w:rsidRPr="0042658C">
              <w:rPr>
                <w:rFonts w:eastAsia="Arial" w:cstheme="minorHAnsi"/>
                <w:color w:val="000000"/>
              </w:rPr>
              <w:t xml:space="preserve">0 </w:t>
            </w:r>
          </w:p>
        </w:tc>
      </w:tr>
      <w:tr w:rsidR="00B6627A" w:rsidRPr="0042658C" w14:paraId="5DB296DA" w14:textId="77777777" w:rsidTr="00552820">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18E1A25" w14:textId="77777777" w:rsidR="00B6627A" w:rsidRPr="0042658C" w:rsidRDefault="00B6627A" w:rsidP="00B6627A">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38DB7BC" w14:textId="77777777" w:rsidR="00B6627A" w:rsidRPr="0042658C" w:rsidRDefault="00B6627A" w:rsidP="00B6627A">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ECE8D47" w14:textId="77777777" w:rsidR="00B6627A" w:rsidRPr="0042658C" w:rsidRDefault="00B6627A" w:rsidP="00B6627A">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50EA3E6" w14:textId="303CB52C" w:rsidR="00B6627A" w:rsidRPr="0042658C" w:rsidRDefault="00BA62A2" w:rsidP="00B6627A">
            <w:pPr>
              <w:spacing w:before="46" w:after="0" w:line="232" w:lineRule="auto"/>
              <w:ind w:left="1181" w:right="-20"/>
              <w:rPr>
                <w:rFonts w:eastAsia="Arial" w:cstheme="minorHAnsi"/>
                <w:color w:val="000000"/>
              </w:rPr>
            </w:pPr>
            <w:r>
              <w:rPr>
                <w:rFonts w:eastAsia="Arial" w:cstheme="minorHAnsi"/>
                <w:color w:val="000000"/>
              </w:rPr>
              <w:t xml:space="preserve">  </w:t>
            </w:r>
            <w:r w:rsidR="00B6627A" w:rsidRPr="0042658C">
              <w:rPr>
                <w:rFonts w:eastAsia="Arial" w:cstheme="minorHAnsi"/>
                <w:color w:val="000000"/>
              </w:rPr>
              <w:t>max.</w:t>
            </w:r>
            <w:r w:rsidR="006140C1">
              <w:rPr>
                <w:rFonts w:eastAsia="Arial" w:cstheme="minorHAnsi"/>
                <w:color w:val="000000"/>
              </w:rPr>
              <w:t xml:space="preserve"> RSD </w:t>
            </w:r>
            <w:r w:rsidR="00B6627A" w:rsidRPr="0042658C">
              <w:rPr>
                <w:rFonts w:eastAsia="Arial" w:cstheme="minorHAnsi"/>
                <w:color w:val="000000"/>
                <w:spacing w:val="-1"/>
              </w:rPr>
              <w:t>20</w:t>
            </w:r>
            <w:r w:rsidR="006140C1">
              <w:rPr>
                <w:rFonts w:eastAsia="Arial" w:cstheme="minorHAnsi"/>
                <w:color w:val="000000"/>
              </w:rPr>
              <w:t>,</w:t>
            </w:r>
            <w:r w:rsidR="00B6627A" w:rsidRPr="0042658C">
              <w:rPr>
                <w:rFonts w:eastAsia="Arial" w:cstheme="minorHAnsi"/>
                <w:color w:val="000000"/>
              </w:rPr>
              <w:t>0</w:t>
            </w:r>
            <w:r w:rsidR="00B6627A" w:rsidRPr="0042658C">
              <w:rPr>
                <w:rFonts w:eastAsia="Arial" w:cstheme="minorHAnsi"/>
                <w:color w:val="000000"/>
                <w:spacing w:val="-1"/>
              </w:rPr>
              <w:t>00</w:t>
            </w:r>
            <w:r w:rsidR="006140C1">
              <w:rPr>
                <w:rFonts w:eastAsia="Arial" w:cstheme="minorHAnsi"/>
                <w:color w:val="000000"/>
              </w:rPr>
              <w:t>.</w:t>
            </w:r>
            <w:r w:rsidR="00B6627A" w:rsidRPr="0042658C">
              <w:rPr>
                <w:rFonts w:eastAsia="Arial" w:cstheme="minorHAnsi"/>
                <w:color w:val="000000"/>
                <w:spacing w:val="-1"/>
              </w:rPr>
              <w:t>0</w:t>
            </w:r>
            <w:r w:rsidR="00B6627A" w:rsidRPr="0042658C">
              <w:rPr>
                <w:rFonts w:eastAsia="Arial" w:cstheme="minorHAnsi"/>
                <w:color w:val="000000"/>
              </w:rPr>
              <w:t xml:space="preserve">0 </w:t>
            </w:r>
          </w:p>
        </w:tc>
      </w:tr>
      <w:tr w:rsidR="00B6627A" w:rsidRPr="0042658C" w14:paraId="2A58AA5F" w14:textId="77777777" w:rsidTr="00552820">
        <w:trPr>
          <w:cantSplit/>
          <w:trHeight w:hRule="exact" w:val="302"/>
        </w:trPr>
        <w:tc>
          <w:tcPr>
            <w:tcW w:w="1101"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27522368" w14:textId="77777777" w:rsidR="00B6627A" w:rsidRPr="0042658C" w:rsidRDefault="00B6627A" w:rsidP="00B6627A">
            <w:pPr>
              <w:spacing w:before="46" w:after="0" w:line="232" w:lineRule="auto"/>
              <w:ind w:left="374" w:right="-20"/>
              <w:rPr>
                <w:rFonts w:eastAsia="Arial" w:cstheme="minorHAnsi"/>
                <w:b/>
                <w:bCs/>
                <w:color w:val="000000"/>
              </w:rPr>
            </w:pPr>
            <w:r w:rsidRPr="0042658C">
              <w:rPr>
                <w:rFonts w:eastAsia="Arial" w:cstheme="minorHAnsi"/>
                <w:b/>
                <w:bCs/>
                <w:color w:val="000000"/>
              </w:rPr>
              <w:t>6.</w:t>
            </w:r>
            <w:r w:rsidRPr="0042658C">
              <w:rPr>
                <w:rFonts w:eastAsia="Arial" w:cstheme="minorHAnsi"/>
                <w:b/>
                <w:bCs/>
                <w:color w:val="000000"/>
                <w:spacing w:val="-1"/>
              </w:rPr>
              <w:t>2</w:t>
            </w:r>
            <w:r w:rsidRPr="0042658C">
              <w:rPr>
                <w:rFonts w:eastAsia="Arial" w:cstheme="minorHAnsi"/>
                <w:b/>
                <w:bCs/>
                <w:color w:val="000000"/>
              </w:rPr>
              <w:t>.</w:t>
            </w:r>
          </w:p>
        </w:tc>
        <w:tc>
          <w:tcPr>
            <w:tcW w:w="8478"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15250A13" w14:textId="0C4EB640" w:rsidR="00B6627A" w:rsidRPr="00B6627A" w:rsidRDefault="00B6627A" w:rsidP="00B6627A">
            <w:pPr>
              <w:spacing w:before="46" w:after="0" w:line="232" w:lineRule="auto"/>
              <w:ind w:left="70" w:right="-20"/>
              <w:rPr>
                <w:rFonts w:eastAsia="Arial" w:cstheme="minorHAnsi"/>
                <w:b/>
                <w:bCs/>
                <w:color w:val="000000"/>
              </w:rPr>
            </w:pPr>
            <w:r w:rsidRPr="00B6627A">
              <w:rPr>
                <w:b/>
                <w:bCs/>
              </w:rPr>
              <w:t>Non-cash transfer in favor of an account with ALTA bank</w:t>
            </w:r>
          </w:p>
        </w:tc>
        <w:tc>
          <w:tcPr>
            <w:tcW w:w="5649"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490044B5" w14:textId="3F96E239" w:rsidR="00B6627A" w:rsidRPr="0042658C" w:rsidRDefault="006140C1" w:rsidP="00B6627A">
            <w:pPr>
              <w:spacing w:before="46" w:after="0" w:line="232" w:lineRule="auto"/>
              <w:ind w:left="4296" w:right="-20"/>
              <w:rPr>
                <w:rFonts w:eastAsia="Arial" w:cstheme="minorHAnsi"/>
                <w:color w:val="000000"/>
              </w:rPr>
            </w:pPr>
            <w:r w:rsidRPr="006140C1">
              <w:rPr>
                <w:rFonts w:eastAsia="Arial" w:cstheme="minorHAnsi"/>
                <w:color w:val="000000"/>
              </w:rPr>
              <w:t>Free of charge</w:t>
            </w:r>
          </w:p>
        </w:tc>
      </w:tr>
      <w:tr w:rsidR="00B6627A" w:rsidRPr="0042658C" w14:paraId="17FDE6DA" w14:textId="77777777">
        <w:trPr>
          <w:cantSplit/>
          <w:trHeight w:hRule="exact" w:val="301"/>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68CD774" w14:textId="77777777" w:rsidR="00B6627A" w:rsidRPr="0042658C" w:rsidRDefault="00B6627A" w:rsidP="00B6627A">
            <w:pPr>
              <w:spacing w:before="46" w:after="0" w:line="231" w:lineRule="auto"/>
              <w:ind w:left="504" w:right="-20"/>
              <w:rPr>
                <w:rFonts w:eastAsia="Arial" w:cstheme="minorHAnsi"/>
                <w:b/>
                <w:bCs/>
                <w:color w:val="000000"/>
              </w:rPr>
            </w:pPr>
            <w:r w:rsidRPr="0042658C">
              <w:rPr>
                <w:rFonts w:eastAsia="Arial" w:cstheme="minorHAnsi"/>
                <w:b/>
                <w:bCs/>
                <w:color w:val="000000"/>
              </w:rPr>
              <w:t>7</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43247EC" w14:textId="371B4625" w:rsidR="00B6627A" w:rsidRPr="00B6627A" w:rsidRDefault="00B6627A" w:rsidP="00B6627A">
            <w:pPr>
              <w:spacing w:before="46" w:after="0" w:line="231" w:lineRule="auto"/>
              <w:ind w:left="70" w:right="-20"/>
              <w:rPr>
                <w:rFonts w:eastAsia="Arial" w:cstheme="minorHAnsi"/>
                <w:b/>
                <w:bCs/>
                <w:color w:val="000000"/>
              </w:rPr>
            </w:pPr>
            <w:r>
              <w:rPr>
                <w:b/>
                <w:bCs/>
              </w:rPr>
              <w:t>Cash payment</w:t>
            </w:r>
            <w:r w:rsidRPr="00B6627A">
              <w:rPr>
                <w:b/>
                <w:bCs/>
              </w:rPr>
              <w:t xml:space="preserve"> from the payment account by submitting a payment order</w:t>
            </w:r>
          </w:p>
        </w:tc>
      </w:tr>
      <w:tr w:rsidR="00B6627A" w:rsidRPr="0042658C" w14:paraId="39265E2F" w14:textId="77777777" w:rsidTr="00552820">
        <w:trPr>
          <w:cantSplit/>
          <w:trHeight w:hRule="exact" w:val="303"/>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8E02EE" w14:textId="77777777" w:rsidR="00B6627A" w:rsidRPr="0042658C" w:rsidRDefault="00B6627A" w:rsidP="00B6627A">
            <w:pPr>
              <w:spacing w:before="47" w:after="0" w:line="232" w:lineRule="auto"/>
              <w:ind w:left="374" w:right="-20"/>
              <w:rPr>
                <w:rFonts w:eastAsia="Arial" w:cstheme="minorHAnsi"/>
                <w:color w:val="000000"/>
              </w:rPr>
            </w:pPr>
            <w:r w:rsidRPr="0042658C">
              <w:rPr>
                <w:rFonts w:eastAsia="Arial" w:cstheme="minorHAnsi"/>
                <w:color w:val="000000"/>
              </w:rPr>
              <w:t>7.</w:t>
            </w:r>
            <w:r w:rsidRPr="0042658C">
              <w:rPr>
                <w:rFonts w:eastAsia="Arial" w:cstheme="minorHAnsi"/>
                <w:color w:val="000000"/>
                <w:spacing w:val="-1"/>
              </w:rPr>
              <w:t>1</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D130DC0" w14:textId="069915B0" w:rsidR="00B6627A" w:rsidRPr="0042658C" w:rsidRDefault="00B6627A" w:rsidP="00B6627A">
            <w:pPr>
              <w:spacing w:before="47" w:after="0" w:line="232" w:lineRule="auto"/>
              <w:ind w:left="70" w:right="-20"/>
              <w:rPr>
                <w:rFonts w:eastAsia="Arial" w:cstheme="minorHAnsi"/>
                <w:color w:val="000000"/>
              </w:rPr>
            </w:pPr>
            <w:r w:rsidRPr="000A1670">
              <w:t>Payment from foreign currency account</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033572" w14:textId="557801C8" w:rsidR="00B6627A" w:rsidRPr="0042658C" w:rsidRDefault="00B6627A" w:rsidP="00B6627A">
            <w:pPr>
              <w:spacing w:before="47" w:after="0" w:line="232" w:lineRule="auto"/>
              <w:ind w:left="4193" w:right="-20"/>
              <w:rPr>
                <w:rFonts w:eastAsia="Arial" w:cstheme="minorHAnsi"/>
                <w:color w:val="000000"/>
              </w:rPr>
            </w:pPr>
            <w:r w:rsidRPr="0042658C">
              <w:rPr>
                <w:rFonts w:eastAsia="Arial" w:cstheme="minorHAnsi"/>
                <w:color w:val="000000"/>
              </w:rPr>
              <w:t>1</w:t>
            </w:r>
            <w:r w:rsidR="006140C1">
              <w:rPr>
                <w:rFonts w:eastAsia="Arial" w:cstheme="minorHAnsi"/>
                <w:color w:val="000000"/>
              </w:rPr>
              <w:t>,</w:t>
            </w:r>
            <w:r w:rsidRPr="0042658C">
              <w:rPr>
                <w:rFonts w:eastAsia="Arial" w:cstheme="minorHAnsi"/>
                <w:color w:val="000000"/>
                <w:spacing w:val="-1"/>
              </w:rPr>
              <w:t>000</w:t>
            </w:r>
            <w:r w:rsidR="006140C1">
              <w:rPr>
                <w:rFonts w:eastAsia="Arial" w:cstheme="minorHAnsi"/>
                <w:color w:val="000000"/>
              </w:rPr>
              <w:t>.</w:t>
            </w:r>
            <w:r w:rsidRPr="0042658C">
              <w:rPr>
                <w:rFonts w:eastAsia="Arial" w:cstheme="minorHAnsi"/>
                <w:color w:val="000000"/>
              </w:rPr>
              <w:t xml:space="preserve">00 </w:t>
            </w:r>
          </w:p>
        </w:tc>
      </w:tr>
    </w:tbl>
    <w:p w14:paraId="60B907F5" w14:textId="77777777" w:rsidR="004C563B" w:rsidRPr="0042658C" w:rsidRDefault="004C563B">
      <w:pPr>
        <w:rPr>
          <w:rFonts w:cstheme="minorHAnsi"/>
        </w:rPr>
        <w:sectPr w:rsidR="004C563B" w:rsidRPr="0042658C">
          <w:pgSz w:w="16838" w:h="11904" w:orient="landscape"/>
          <w:pgMar w:top="304" w:right="401" w:bottom="820" w:left="998" w:header="720" w:footer="720" w:gutter="0"/>
          <w:cols w:space="708"/>
        </w:sectPr>
      </w:pPr>
    </w:p>
    <w:p w14:paraId="35732968" w14:textId="691752D2"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3632" behindDoc="1" locked="0" layoutInCell="0" allowOverlap="1" wp14:anchorId="7764EE1F" wp14:editId="761020C8">
                <wp:simplePos x="0" y="0"/>
                <wp:positionH relativeFrom="page">
                  <wp:posOffset>10297414</wp:posOffset>
                </wp:positionH>
                <wp:positionV relativeFrom="paragraph">
                  <wp:posOffset>121870</wp:posOffset>
                </wp:positionV>
                <wp:extent cx="33796" cy="162780"/>
                <wp:effectExtent l="0" t="0" r="0" b="0"/>
                <wp:wrapNone/>
                <wp:docPr id="7" name="drawingObject7"/>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7326F80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7764EE1F" id="drawingObject7" o:spid="_x0000_s1031" type="#_x0000_t202" style="position:absolute;left:0;text-align:left;margin-left:810.8pt;margin-top:9.6pt;width:2.65pt;height:12.8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Vh2P&#10;jKABAABAAwAADgAAAAAAAAAAAAAAAAAuAgAAZHJzL2Uyb0RvYy54bWxQSwECLQAUAAYACAAAACEA&#10;9V/m7N0AAAALAQAADwAAAAAAAAAAAAAAAAD6AwAAZHJzL2Rvd25yZXYueG1sUEsFBgAAAAAEAAQA&#10;8wAAAAQFAAAAAA==&#10;" o:allowincell="f" filled="f" stroked="f">
                <v:textbox style="mso-fit-shape-to-text:t" inset="0,0,0,0">
                  <w:txbxContent>
                    <w:p w14:paraId="7326F80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1E0847BC"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01"/>
        <w:gridCol w:w="8478"/>
        <w:gridCol w:w="2385"/>
        <w:gridCol w:w="3264"/>
      </w:tblGrid>
      <w:tr w:rsidR="00765809" w:rsidRPr="0042658C" w14:paraId="748D43C9" w14:textId="77777777" w:rsidTr="00A543E7">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BF71C44" w14:textId="77777777" w:rsidR="00765809" w:rsidRPr="0042658C" w:rsidRDefault="00765809" w:rsidP="00A543E7">
            <w:pPr>
              <w:spacing w:after="14" w:line="200" w:lineRule="exact"/>
              <w:rPr>
                <w:rFonts w:eastAsia="Times New Roman" w:cstheme="minorHAnsi"/>
              </w:rPr>
            </w:pPr>
          </w:p>
          <w:p w14:paraId="120432A6" w14:textId="77777777" w:rsidR="00765809" w:rsidRPr="0042658C" w:rsidRDefault="00765809" w:rsidP="00A543E7">
            <w:pPr>
              <w:spacing w:after="0" w:line="240" w:lineRule="auto"/>
              <w:ind w:left="374" w:right="-20"/>
              <w:rPr>
                <w:rFonts w:eastAsia="Arial" w:cstheme="minorHAnsi"/>
                <w:color w:val="000000"/>
              </w:rPr>
            </w:pPr>
            <w:r w:rsidRPr="0042658C">
              <w:rPr>
                <w:rFonts w:eastAsia="Arial" w:cstheme="minorHAnsi"/>
                <w:color w:val="000000"/>
              </w:rPr>
              <w:t>7.</w:t>
            </w:r>
            <w:r w:rsidRPr="0042658C">
              <w:rPr>
                <w:rFonts w:eastAsia="Arial" w:cstheme="minorHAnsi"/>
                <w:color w:val="000000"/>
                <w:spacing w:val="-1"/>
              </w:rPr>
              <w:t>2</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617CAE5" w14:textId="77777777" w:rsidR="00765809" w:rsidRPr="0042658C" w:rsidRDefault="00765809" w:rsidP="00A543E7">
            <w:pPr>
              <w:spacing w:after="14" w:line="200" w:lineRule="exact"/>
              <w:rPr>
                <w:rFonts w:eastAsia="Times New Roman" w:cstheme="minorHAnsi"/>
              </w:rPr>
            </w:pPr>
          </w:p>
          <w:p w14:paraId="19CF7CB3" w14:textId="77777777" w:rsidR="00765809" w:rsidRPr="0042658C" w:rsidRDefault="00765809" w:rsidP="00A543E7">
            <w:pPr>
              <w:spacing w:after="0" w:line="240" w:lineRule="auto"/>
              <w:ind w:left="70" w:right="-20"/>
              <w:rPr>
                <w:rFonts w:eastAsia="Arial" w:cstheme="minorHAnsi"/>
                <w:color w:val="000000"/>
              </w:rPr>
            </w:pPr>
            <w:r w:rsidRPr="00B6627A">
              <w:rPr>
                <w:rFonts w:eastAsia="Arial" w:cstheme="minorHAnsi"/>
                <w:color w:val="000000"/>
              </w:rPr>
              <w:t>Non-cash transfer in favor of accounts with other domestic banks</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7EF99C5" w14:textId="77777777" w:rsidR="00765809" w:rsidRPr="0042658C" w:rsidRDefault="00765809" w:rsidP="00A543E7">
            <w:pPr>
              <w:spacing w:after="14" w:line="200" w:lineRule="exact"/>
              <w:rPr>
                <w:rFonts w:eastAsia="Times New Roman" w:cstheme="minorHAnsi"/>
              </w:rPr>
            </w:pPr>
          </w:p>
          <w:p w14:paraId="4DEB03FD" w14:textId="77777777" w:rsidR="00765809" w:rsidRPr="0042658C" w:rsidRDefault="00765809" w:rsidP="00A543E7">
            <w:pPr>
              <w:spacing w:after="0" w:line="240" w:lineRule="auto"/>
              <w:ind w:left="1694" w:right="-20"/>
              <w:rPr>
                <w:rFonts w:eastAsia="Arial" w:cstheme="minorHAnsi"/>
                <w:color w:val="000000"/>
              </w:rPr>
            </w:pPr>
            <w:r w:rsidRPr="0042658C">
              <w:rPr>
                <w:rFonts w:eastAsia="Arial" w:cstheme="minorHAnsi"/>
                <w:color w:val="000000"/>
              </w:rPr>
              <w:t>0</w:t>
            </w:r>
            <w:r>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04F08E" w14:textId="4DD738B1" w:rsidR="00765809" w:rsidRPr="0042658C" w:rsidRDefault="00BA62A2" w:rsidP="00A543E7">
            <w:pPr>
              <w:spacing w:before="46" w:after="0" w:line="232" w:lineRule="auto"/>
              <w:ind w:left="1308" w:right="-20"/>
              <w:rPr>
                <w:rFonts w:eastAsia="Arial" w:cstheme="minorHAnsi"/>
                <w:color w:val="000000"/>
              </w:rPr>
            </w:pPr>
            <w:r>
              <w:rPr>
                <w:rFonts w:eastAsia="Arial" w:cstheme="minorHAnsi"/>
                <w:color w:val="000000"/>
              </w:rPr>
              <w:t xml:space="preserve">          </w:t>
            </w:r>
            <w:r w:rsidR="00765809" w:rsidRPr="0042658C">
              <w:rPr>
                <w:rFonts w:eastAsia="Arial" w:cstheme="minorHAnsi"/>
                <w:color w:val="000000"/>
              </w:rPr>
              <w:t>mi</w:t>
            </w:r>
            <w:r w:rsidR="00765809" w:rsidRPr="0042658C">
              <w:rPr>
                <w:rFonts w:eastAsia="Arial" w:cstheme="minorHAnsi"/>
                <w:color w:val="000000"/>
                <w:spacing w:val="-1"/>
              </w:rPr>
              <w:t>n</w:t>
            </w:r>
            <w:r w:rsidR="00765809" w:rsidRPr="0042658C">
              <w:rPr>
                <w:rFonts w:eastAsia="Arial" w:cstheme="minorHAnsi"/>
                <w:color w:val="000000"/>
              </w:rPr>
              <w:t>. 1</w:t>
            </w:r>
            <w:r w:rsidR="00765809">
              <w:rPr>
                <w:rFonts w:eastAsia="Arial" w:cstheme="minorHAnsi"/>
                <w:color w:val="000000"/>
              </w:rPr>
              <w:t>,</w:t>
            </w:r>
            <w:r w:rsidR="00765809" w:rsidRPr="0042658C">
              <w:rPr>
                <w:rFonts w:eastAsia="Arial" w:cstheme="minorHAnsi"/>
                <w:color w:val="000000"/>
              </w:rPr>
              <w:t>0</w:t>
            </w:r>
            <w:r w:rsidR="00765809" w:rsidRPr="0042658C">
              <w:rPr>
                <w:rFonts w:eastAsia="Arial" w:cstheme="minorHAnsi"/>
                <w:color w:val="000000"/>
                <w:spacing w:val="-1"/>
              </w:rPr>
              <w:t>00</w:t>
            </w:r>
            <w:r w:rsidR="00765809">
              <w:rPr>
                <w:rFonts w:eastAsia="Arial" w:cstheme="minorHAnsi"/>
                <w:color w:val="000000"/>
              </w:rPr>
              <w:t>.</w:t>
            </w:r>
            <w:r w:rsidR="00765809" w:rsidRPr="0042658C">
              <w:rPr>
                <w:rFonts w:eastAsia="Arial" w:cstheme="minorHAnsi"/>
                <w:color w:val="000000"/>
                <w:spacing w:val="-1"/>
              </w:rPr>
              <w:t>0</w:t>
            </w:r>
            <w:r w:rsidR="00765809" w:rsidRPr="0042658C">
              <w:rPr>
                <w:rFonts w:eastAsia="Arial" w:cstheme="minorHAnsi"/>
                <w:color w:val="000000"/>
              </w:rPr>
              <w:t xml:space="preserve">0 </w:t>
            </w:r>
          </w:p>
        </w:tc>
      </w:tr>
      <w:tr w:rsidR="00765809" w:rsidRPr="0042658C" w14:paraId="185ED1F2" w14:textId="77777777" w:rsidTr="00A543E7">
        <w:trPr>
          <w:cantSplit/>
          <w:trHeight w:hRule="exact" w:val="338"/>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6A6E6BCE" w14:textId="77777777" w:rsidR="00765809" w:rsidRPr="0042658C" w:rsidRDefault="00765809" w:rsidP="00A543E7">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92AAC5B" w14:textId="77777777" w:rsidR="00765809" w:rsidRPr="0042658C" w:rsidRDefault="00765809" w:rsidP="00A543E7">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6522F5D3" w14:textId="77777777" w:rsidR="00765809" w:rsidRPr="0042658C" w:rsidRDefault="00765809" w:rsidP="00A543E7">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3D8688" w14:textId="1C7FBCE8" w:rsidR="00765809" w:rsidRPr="0042658C" w:rsidRDefault="00BA62A2" w:rsidP="00A543E7">
            <w:pPr>
              <w:spacing w:before="46" w:after="0" w:line="240" w:lineRule="auto"/>
              <w:ind w:left="1116" w:right="-20"/>
              <w:rPr>
                <w:rFonts w:eastAsia="Arial" w:cstheme="minorHAnsi"/>
                <w:color w:val="000000"/>
              </w:rPr>
            </w:pPr>
            <w:r>
              <w:rPr>
                <w:rFonts w:eastAsia="Arial" w:cstheme="minorHAnsi"/>
                <w:color w:val="000000"/>
              </w:rPr>
              <w:t xml:space="preserve">           </w:t>
            </w:r>
            <w:r w:rsidR="00765809" w:rsidRPr="0042658C">
              <w:rPr>
                <w:rFonts w:eastAsia="Arial" w:cstheme="minorHAnsi"/>
                <w:color w:val="000000"/>
              </w:rPr>
              <w:t>max. 3</w:t>
            </w:r>
            <w:r w:rsidR="00765809" w:rsidRPr="0042658C">
              <w:rPr>
                <w:rFonts w:eastAsia="Arial" w:cstheme="minorHAnsi"/>
                <w:color w:val="000000"/>
                <w:spacing w:val="-1"/>
              </w:rPr>
              <w:t>5</w:t>
            </w:r>
            <w:r w:rsidR="00765809">
              <w:rPr>
                <w:rFonts w:eastAsia="Arial" w:cstheme="minorHAnsi"/>
                <w:color w:val="000000"/>
              </w:rPr>
              <w:t>,</w:t>
            </w:r>
            <w:r w:rsidR="00765809" w:rsidRPr="0042658C">
              <w:rPr>
                <w:rFonts w:eastAsia="Arial" w:cstheme="minorHAnsi"/>
                <w:color w:val="000000"/>
                <w:spacing w:val="-1"/>
              </w:rPr>
              <w:t>00</w:t>
            </w:r>
            <w:r w:rsidR="00765809" w:rsidRPr="0042658C">
              <w:rPr>
                <w:rFonts w:eastAsia="Arial" w:cstheme="minorHAnsi"/>
                <w:color w:val="000000"/>
              </w:rPr>
              <w:t>0</w:t>
            </w:r>
            <w:r w:rsidR="00765809">
              <w:rPr>
                <w:rFonts w:eastAsia="Arial" w:cstheme="minorHAnsi"/>
                <w:color w:val="000000"/>
              </w:rPr>
              <w:t>.</w:t>
            </w:r>
            <w:r w:rsidR="00765809" w:rsidRPr="0042658C">
              <w:rPr>
                <w:rFonts w:eastAsia="Arial" w:cstheme="minorHAnsi"/>
                <w:color w:val="000000"/>
                <w:spacing w:val="-1"/>
              </w:rPr>
              <w:t>0</w:t>
            </w:r>
            <w:r w:rsidR="00765809" w:rsidRPr="0042658C">
              <w:rPr>
                <w:rFonts w:eastAsia="Arial" w:cstheme="minorHAnsi"/>
                <w:color w:val="000000"/>
              </w:rPr>
              <w:t xml:space="preserve">0 </w:t>
            </w:r>
          </w:p>
        </w:tc>
      </w:tr>
      <w:tr w:rsidR="006140C1" w:rsidRPr="0042658C" w14:paraId="580E6135" w14:textId="77777777" w:rsidTr="00B6627A">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72A3B85" w14:textId="77777777" w:rsidR="006140C1" w:rsidRPr="0042658C" w:rsidRDefault="006140C1" w:rsidP="006140C1">
            <w:pPr>
              <w:spacing w:before="46" w:after="0" w:line="232" w:lineRule="auto"/>
              <w:ind w:left="374" w:right="-20"/>
              <w:rPr>
                <w:rFonts w:eastAsia="Arial" w:cstheme="minorHAnsi"/>
                <w:color w:val="000000"/>
              </w:rPr>
            </w:pPr>
            <w:r w:rsidRPr="0042658C">
              <w:rPr>
                <w:rFonts w:eastAsia="Arial" w:cstheme="minorHAnsi"/>
                <w:color w:val="000000"/>
              </w:rPr>
              <w:t>7.</w:t>
            </w:r>
            <w:r w:rsidRPr="0042658C">
              <w:rPr>
                <w:rFonts w:eastAsia="Arial" w:cstheme="minorHAnsi"/>
                <w:color w:val="000000"/>
                <w:spacing w:val="-1"/>
              </w:rPr>
              <w:t>3</w:t>
            </w:r>
            <w:r w:rsidRPr="0042658C">
              <w:rPr>
                <w:rFonts w:eastAsia="Arial" w:cstheme="minorHAnsi"/>
                <w:color w:val="000000"/>
              </w:rPr>
              <w:t>.</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3A37D4" w14:textId="5BF8CBF9" w:rsidR="006140C1" w:rsidRPr="0042658C" w:rsidRDefault="006140C1" w:rsidP="006140C1">
            <w:pPr>
              <w:spacing w:before="46" w:after="0" w:line="232" w:lineRule="auto"/>
              <w:ind w:left="70" w:right="-20"/>
              <w:rPr>
                <w:rFonts w:eastAsia="Arial" w:cstheme="minorHAnsi"/>
                <w:color w:val="000000"/>
              </w:rPr>
            </w:pPr>
            <w:r w:rsidRPr="00DE6FBC">
              <w:t>Cash payment in RSD</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7CAA0A" w14:textId="3B11D1C5" w:rsidR="006140C1" w:rsidRPr="0042658C" w:rsidRDefault="006140C1" w:rsidP="006140C1">
            <w:pPr>
              <w:spacing w:before="46" w:after="0" w:line="232" w:lineRule="auto"/>
              <w:ind w:left="1694" w:right="-20"/>
              <w:rPr>
                <w:rFonts w:eastAsia="Arial" w:cstheme="minorHAnsi"/>
                <w:color w:val="000000"/>
              </w:rPr>
            </w:pP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7941C4D" w14:textId="59BB3929" w:rsidR="006140C1" w:rsidRPr="0042658C" w:rsidRDefault="00BA62A2" w:rsidP="006140C1">
            <w:pPr>
              <w:spacing w:before="46" w:after="0" w:line="232" w:lineRule="auto"/>
              <w:ind w:left="1500" w:right="-20"/>
              <w:rPr>
                <w:rFonts w:eastAsia="Arial" w:cstheme="minorHAnsi"/>
                <w:color w:val="000000"/>
              </w:rPr>
            </w:pPr>
            <w:r>
              <w:t xml:space="preserve"> </w:t>
            </w:r>
            <w:r w:rsidR="006140C1" w:rsidRPr="00B85F7C">
              <w:t>min. RSD 800.00</w:t>
            </w:r>
          </w:p>
        </w:tc>
      </w:tr>
      <w:tr w:rsidR="006140C1" w:rsidRPr="0042658C" w14:paraId="16245FFD" w14:textId="77777777" w:rsidTr="00B6627A">
        <w:trPr>
          <w:cantSplit/>
          <w:trHeight w:hRule="exact" w:val="302"/>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AB400AD" w14:textId="77777777" w:rsidR="006140C1" w:rsidRPr="0042658C" w:rsidRDefault="006140C1" w:rsidP="006140C1">
            <w:pPr>
              <w:spacing w:after="17" w:line="180" w:lineRule="exact"/>
              <w:rPr>
                <w:rFonts w:eastAsia="Times New Roman" w:cstheme="minorHAnsi"/>
              </w:rPr>
            </w:pPr>
          </w:p>
          <w:p w14:paraId="268ABF32" w14:textId="77777777" w:rsidR="006140C1" w:rsidRPr="0042658C" w:rsidRDefault="006140C1" w:rsidP="006140C1">
            <w:pPr>
              <w:spacing w:after="0" w:line="240" w:lineRule="auto"/>
              <w:ind w:left="374" w:right="-20"/>
              <w:rPr>
                <w:rFonts w:eastAsia="Arial" w:cstheme="minorHAnsi"/>
                <w:color w:val="000000"/>
              </w:rPr>
            </w:pPr>
            <w:r w:rsidRPr="0042658C">
              <w:rPr>
                <w:rFonts w:eastAsia="Arial" w:cstheme="minorHAnsi"/>
                <w:color w:val="000000"/>
              </w:rPr>
              <w:t>7.</w:t>
            </w:r>
            <w:r w:rsidRPr="0042658C">
              <w:rPr>
                <w:rFonts w:eastAsia="Arial" w:cstheme="minorHAnsi"/>
                <w:color w:val="000000"/>
                <w:spacing w:val="-1"/>
              </w:rPr>
              <w:t>4</w:t>
            </w:r>
            <w:r w:rsidRPr="0042658C">
              <w:rPr>
                <w:rFonts w:eastAsia="Arial" w:cstheme="minorHAnsi"/>
                <w:color w:val="000000"/>
              </w:rPr>
              <w:t>.</w:t>
            </w:r>
          </w:p>
        </w:tc>
        <w:tc>
          <w:tcPr>
            <w:tcW w:w="847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B88BD16" w14:textId="77777777" w:rsidR="006140C1" w:rsidRPr="0042658C" w:rsidRDefault="006140C1" w:rsidP="006140C1">
            <w:pPr>
              <w:spacing w:after="0" w:line="240" w:lineRule="auto"/>
              <w:ind w:left="70" w:right="-20"/>
              <w:rPr>
                <w:rFonts w:eastAsia="Arial" w:cstheme="minorHAnsi"/>
                <w:color w:val="000000"/>
              </w:rPr>
            </w:pPr>
            <w:r w:rsidRPr="00B03521">
              <w:t>Orders - transfer payments</w:t>
            </w:r>
          </w:p>
          <w:p w14:paraId="27491FFF" w14:textId="37CAD055" w:rsidR="006140C1" w:rsidRPr="0042658C" w:rsidRDefault="006140C1" w:rsidP="006140C1">
            <w:pPr>
              <w:spacing w:after="0" w:line="240" w:lineRule="auto"/>
              <w:ind w:left="70" w:right="-20"/>
              <w:rPr>
                <w:rFonts w:eastAsia="Arial" w:cstheme="minorHAnsi"/>
                <w:color w:val="000000"/>
              </w:rPr>
            </w:pPr>
            <w:r w:rsidRPr="00B03521">
              <w:t>Issuance of a certificate for the tax administration</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B5D48C3" w14:textId="77777777" w:rsidR="006140C1" w:rsidRPr="0042658C" w:rsidRDefault="006140C1" w:rsidP="006140C1">
            <w:pPr>
              <w:spacing w:after="17" w:line="180" w:lineRule="exact"/>
              <w:rPr>
                <w:rFonts w:eastAsia="Times New Roman" w:cstheme="minorHAnsi"/>
              </w:rPr>
            </w:pPr>
          </w:p>
          <w:p w14:paraId="04BD337D" w14:textId="3C970FED" w:rsidR="006140C1" w:rsidRPr="0042658C" w:rsidRDefault="006140C1" w:rsidP="006140C1">
            <w:pPr>
              <w:spacing w:after="0" w:line="240"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15</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6D034C" w14:textId="7E8CAF3C" w:rsidR="006140C1" w:rsidRPr="0042658C" w:rsidRDefault="00BA62A2" w:rsidP="006140C1">
            <w:pPr>
              <w:spacing w:before="46" w:after="0" w:line="232" w:lineRule="auto"/>
              <w:ind w:left="1500" w:right="-20"/>
              <w:rPr>
                <w:rFonts w:eastAsia="Arial" w:cstheme="minorHAnsi"/>
                <w:color w:val="000000"/>
              </w:rPr>
            </w:pPr>
            <w:r>
              <w:t xml:space="preserve"> </w:t>
            </w:r>
            <w:r w:rsidR="006140C1" w:rsidRPr="00B85F7C">
              <w:t>min. 100.00 RSD</w:t>
            </w:r>
          </w:p>
        </w:tc>
      </w:tr>
      <w:tr w:rsidR="006140C1" w:rsidRPr="0042658C" w14:paraId="31B0D710" w14:textId="77777777" w:rsidTr="00B6627A">
        <w:trPr>
          <w:cantSplit/>
          <w:trHeight w:hRule="exact" w:val="302"/>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C833D89" w14:textId="77777777" w:rsidR="006140C1" w:rsidRPr="0042658C" w:rsidRDefault="006140C1" w:rsidP="006140C1">
            <w:pPr>
              <w:rPr>
                <w:rFonts w:cstheme="minorHAnsi"/>
              </w:rPr>
            </w:pPr>
          </w:p>
        </w:tc>
        <w:tc>
          <w:tcPr>
            <w:tcW w:w="847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1DC7555" w14:textId="77777777" w:rsidR="006140C1" w:rsidRPr="0042658C" w:rsidRDefault="006140C1" w:rsidP="006140C1">
            <w:pPr>
              <w:rPr>
                <w:rFonts w:cstheme="minorHAnsi"/>
              </w:rPr>
            </w:pP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18DF913" w14:textId="77777777" w:rsidR="006140C1" w:rsidRPr="0042658C" w:rsidRDefault="006140C1" w:rsidP="006140C1">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991469" w14:textId="7FC2A631" w:rsidR="006140C1" w:rsidRPr="0042658C" w:rsidRDefault="00BA62A2" w:rsidP="006140C1">
            <w:pPr>
              <w:spacing w:before="46" w:after="0" w:line="232" w:lineRule="auto"/>
              <w:ind w:left="1116" w:right="-20"/>
              <w:rPr>
                <w:rFonts w:eastAsia="Arial" w:cstheme="minorHAnsi"/>
                <w:color w:val="000000"/>
              </w:rPr>
            </w:pPr>
            <w:r>
              <w:t xml:space="preserve">  </w:t>
            </w:r>
            <w:r w:rsidR="006140C1" w:rsidRPr="00B85F7C">
              <w:t>max. 50,000.00 RSD</w:t>
            </w:r>
          </w:p>
        </w:tc>
      </w:tr>
      <w:tr w:rsidR="006140C1" w:rsidRPr="0042658C" w14:paraId="3469DA0B" w14:textId="77777777" w:rsidTr="00B6627A">
        <w:trPr>
          <w:cantSplit/>
          <w:trHeight w:hRule="exact" w:val="302"/>
        </w:trPr>
        <w:tc>
          <w:tcPr>
            <w:tcW w:w="1101"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68374F43" w14:textId="77777777" w:rsidR="006140C1" w:rsidRPr="0042658C" w:rsidRDefault="006140C1" w:rsidP="006140C1">
            <w:pPr>
              <w:spacing w:before="46" w:after="0" w:line="232" w:lineRule="auto"/>
              <w:ind w:left="374" w:right="-20"/>
              <w:rPr>
                <w:rFonts w:eastAsia="Arial" w:cstheme="minorHAnsi"/>
                <w:color w:val="000000"/>
              </w:rPr>
            </w:pPr>
            <w:r w:rsidRPr="0042658C">
              <w:rPr>
                <w:rFonts w:eastAsia="Arial" w:cstheme="minorHAnsi"/>
                <w:color w:val="000000"/>
              </w:rPr>
              <w:t>7.</w:t>
            </w:r>
            <w:r w:rsidRPr="0042658C">
              <w:rPr>
                <w:rFonts w:eastAsia="Arial" w:cstheme="minorHAnsi"/>
                <w:color w:val="000000"/>
                <w:spacing w:val="-1"/>
              </w:rPr>
              <w:t>5</w:t>
            </w:r>
            <w:r w:rsidRPr="0042658C">
              <w:rPr>
                <w:rFonts w:eastAsia="Arial" w:cstheme="minorHAnsi"/>
                <w:color w:val="000000"/>
              </w:rPr>
              <w:t>.</w:t>
            </w:r>
          </w:p>
        </w:tc>
        <w:tc>
          <w:tcPr>
            <w:tcW w:w="8478"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2CE89E00" w14:textId="762F78EC" w:rsidR="006140C1" w:rsidRPr="0042658C" w:rsidRDefault="006140C1" w:rsidP="006140C1">
            <w:pPr>
              <w:spacing w:before="46" w:after="0" w:line="232" w:lineRule="auto"/>
              <w:ind w:left="70" w:right="-20"/>
              <w:rPr>
                <w:rFonts w:eastAsia="Arial" w:cstheme="minorHAnsi"/>
                <w:color w:val="000000"/>
              </w:rPr>
            </w:pPr>
            <w:r w:rsidRPr="00B03521">
              <w:t>DOCUMENTARY COLLECTION (COLLECTION) AND COLLECTION OF BILLS OF EXCHANGE</w:t>
            </w:r>
          </w:p>
        </w:tc>
        <w:tc>
          <w:tcPr>
            <w:tcW w:w="5649"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7302259D" w14:textId="77777777" w:rsidR="006140C1" w:rsidRPr="0042658C" w:rsidRDefault="006140C1" w:rsidP="006140C1">
            <w:pPr>
              <w:spacing w:before="46" w:after="0" w:line="232" w:lineRule="auto"/>
              <w:ind w:left="4193"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000</w:t>
            </w:r>
            <w:r w:rsidRPr="0042658C">
              <w:rPr>
                <w:rFonts w:eastAsia="Arial" w:cstheme="minorHAnsi"/>
                <w:color w:val="000000"/>
              </w:rPr>
              <w:t xml:space="preserve">,00 </w:t>
            </w:r>
            <w:r w:rsidRPr="0042658C">
              <w:rPr>
                <w:rFonts w:eastAsia="Arial" w:cstheme="minorHAnsi"/>
                <w:color w:val="000000"/>
                <w:spacing w:val="-1"/>
              </w:rPr>
              <w:t>R</w:t>
            </w:r>
            <w:r w:rsidRPr="0042658C">
              <w:rPr>
                <w:rFonts w:eastAsia="Arial" w:cstheme="minorHAnsi"/>
                <w:color w:val="000000"/>
              </w:rPr>
              <w:t>SD</w:t>
            </w:r>
          </w:p>
        </w:tc>
      </w:tr>
      <w:tr w:rsidR="00B6627A" w:rsidRPr="0042658C" w14:paraId="6B537B13" w14:textId="77777777">
        <w:trPr>
          <w:cantSplit/>
          <w:trHeight w:hRule="exact" w:val="301"/>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BDEA1F3" w14:textId="77777777" w:rsidR="00B6627A" w:rsidRPr="0042658C" w:rsidRDefault="00B6627A" w:rsidP="00B6627A">
            <w:pPr>
              <w:spacing w:before="46" w:after="0" w:line="231" w:lineRule="auto"/>
              <w:ind w:left="504" w:right="-20"/>
              <w:rPr>
                <w:rFonts w:eastAsia="Arial" w:cstheme="minorHAnsi"/>
                <w:b/>
                <w:bCs/>
                <w:color w:val="000000"/>
              </w:rPr>
            </w:pPr>
            <w:r w:rsidRPr="0042658C">
              <w:rPr>
                <w:rFonts w:eastAsia="Arial" w:cstheme="minorHAnsi"/>
                <w:b/>
                <w:bCs/>
                <w:color w:val="000000"/>
              </w:rPr>
              <w:t>8</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6F7CBD6" w14:textId="07D290EC" w:rsidR="00B6627A" w:rsidRPr="00B6627A" w:rsidRDefault="00B6627A" w:rsidP="00B6627A">
            <w:pPr>
              <w:spacing w:before="46" w:after="0" w:line="231" w:lineRule="auto"/>
              <w:ind w:left="70" w:right="-20"/>
              <w:rPr>
                <w:rFonts w:eastAsia="Arial" w:cstheme="minorHAnsi"/>
                <w:b/>
                <w:bCs/>
                <w:color w:val="000000"/>
              </w:rPr>
            </w:pPr>
            <w:r w:rsidRPr="00B6627A">
              <w:rPr>
                <w:b/>
                <w:bCs/>
              </w:rPr>
              <w:t>IMPORT COLLECTION</w:t>
            </w:r>
          </w:p>
        </w:tc>
      </w:tr>
      <w:tr w:rsidR="00B6627A" w:rsidRPr="0042658C" w14:paraId="35E45808" w14:textId="77777777">
        <w:trPr>
          <w:cantSplit/>
          <w:trHeight w:hRule="exact" w:val="303"/>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A579CA" w14:textId="77777777" w:rsidR="00B6627A" w:rsidRPr="0042658C" w:rsidRDefault="00B6627A" w:rsidP="00B6627A">
            <w:pPr>
              <w:spacing w:before="47" w:after="0" w:line="232" w:lineRule="auto"/>
              <w:ind w:left="374" w:right="-20"/>
              <w:rPr>
                <w:rFonts w:eastAsia="Arial" w:cstheme="minorHAnsi"/>
                <w:b/>
                <w:bCs/>
                <w:color w:val="000000"/>
              </w:rPr>
            </w:pPr>
            <w:r w:rsidRPr="0042658C">
              <w:rPr>
                <w:rFonts w:eastAsia="Arial" w:cstheme="minorHAnsi"/>
                <w:b/>
                <w:bCs/>
                <w:color w:val="000000"/>
              </w:rPr>
              <w:t>8.</w:t>
            </w:r>
            <w:r w:rsidRPr="0042658C">
              <w:rPr>
                <w:rFonts w:eastAsia="Arial" w:cstheme="minorHAnsi"/>
                <w:b/>
                <w:bCs/>
                <w:color w:val="000000"/>
                <w:spacing w:val="-1"/>
              </w:rPr>
              <w:t>1</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33E3E2E" w14:textId="2689083B" w:rsidR="00B6627A" w:rsidRPr="00B6627A" w:rsidRDefault="00B6627A" w:rsidP="00B6627A">
            <w:pPr>
              <w:spacing w:before="47" w:after="0" w:line="232" w:lineRule="auto"/>
              <w:ind w:left="70" w:right="-20"/>
              <w:rPr>
                <w:rFonts w:eastAsia="Arial" w:cstheme="minorHAnsi"/>
                <w:b/>
                <w:bCs/>
                <w:color w:val="000000"/>
              </w:rPr>
            </w:pPr>
            <w:r w:rsidRPr="00B6627A">
              <w:rPr>
                <w:b/>
                <w:bCs/>
              </w:rPr>
              <w:t>Advising</w:t>
            </w:r>
          </w:p>
        </w:tc>
      </w:tr>
      <w:tr w:rsidR="006140C1" w:rsidRPr="0042658C" w14:paraId="5759C295" w14:textId="77777777" w:rsidTr="00B6627A">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4120559" w14:textId="77777777" w:rsidR="006140C1" w:rsidRPr="0042658C" w:rsidRDefault="006140C1" w:rsidP="006140C1">
            <w:pPr>
              <w:spacing w:before="46" w:after="0" w:line="232" w:lineRule="auto"/>
              <w:ind w:left="276"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1</w:t>
            </w:r>
            <w:r w:rsidRPr="0042658C">
              <w:rPr>
                <w:rFonts w:eastAsia="Arial" w:cstheme="minorHAnsi"/>
                <w:color w:val="000000"/>
              </w:rPr>
              <w:t>.1.</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63E407" w14:textId="72B5F37C" w:rsidR="006140C1" w:rsidRPr="0042658C" w:rsidRDefault="006140C1" w:rsidP="006140C1">
            <w:pPr>
              <w:spacing w:before="46" w:after="0" w:line="232" w:lineRule="auto"/>
              <w:ind w:left="70" w:right="-20"/>
              <w:rPr>
                <w:rFonts w:eastAsia="Arial" w:cstheme="minorHAnsi"/>
                <w:color w:val="000000"/>
              </w:rPr>
            </w:pPr>
            <w:r w:rsidRPr="00B03521">
              <w:t xml:space="preserve">Protest </w:t>
            </w:r>
            <w:r>
              <w:t>based on</w:t>
            </w:r>
            <w:r w:rsidRPr="00B03521">
              <w:t xml:space="preserve"> acceptance</w:t>
            </w:r>
            <w:r>
              <w:t xml:space="preserve"> </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D2F98F7" w14:textId="48912ADF" w:rsidR="006140C1" w:rsidRPr="0042658C" w:rsidRDefault="006140C1" w:rsidP="006140C1">
            <w:pPr>
              <w:spacing w:before="46"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0C0CF4" w14:textId="5BDAA60C" w:rsidR="006140C1" w:rsidRPr="0042658C" w:rsidRDefault="006140C1" w:rsidP="006140C1">
            <w:pPr>
              <w:spacing w:before="46" w:after="0" w:line="232" w:lineRule="auto"/>
              <w:ind w:left="1308" w:right="-20"/>
              <w:rPr>
                <w:rFonts w:eastAsia="Arial" w:cstheme="minorHAnsi"/>
                <w:color w:val="000000"/>
              </w:rPr>
            </w:pPr>
            <w:r w:rsidRPr="00096B09">
              <w:t>min. RSD 1,200.00</w:t>
            </w:r>
          </w:p>
        </w:tc>
      </w:tr>
      <w:tr w:rsidR="006140C1" w:rsidRPr="0042658C" w14:paraId="170F71BE" w14:textId="77777777" w:rsidTr="00B6627A">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98AB515" w14:textId="77777777" w:rsidR="006140C1" w:rsidRPr="0042658C" w:rsidRDefault="006140C1" w:rsidP="006140C1">
            <w:pPr>
              <w:spacing w:before="46" w:after="0" w:line="232" w:lineRule="auto"/>
              <w:ind w:left="276"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1</w:t>
            </w:r>
            <w:r w:rsidRPr="0042658C">
              <w:rPr>
                <w:rFonts w:eastAsia="Arial" w:cstheme="minorHAnsi"/>
                <w:color w:val="000000"/>
              </w:rPr>
              <w:t>.2.</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951B022" w14:textId="28C89046" w:rsidR="006140C1" w:rsidRPr="0042658C" w:rsidRDefault="006140C1" w:rsidP="006140C1">
            <w:pPr>
              <w:spacing w:before="46" w:after="0" w:line="232" w:lineRule="auto"/>
              <w:ind w:left="70" w:right="-20"/>
              <w:rPr>
                <w:rFonts w:eastAsia="Arial" w:cstheme="minorHAnsi"/>
                <w:color w:val="000000"/>
              </w:rPr>
            </w:pPr>
            <w:r w:rsidRPr="00B03521">
              <w:t>Delivery of documents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DEE975" w14:textId="53156BE6" w:rsidR="006140C1" w:rsidRPr="0042658C" w:rsidRDefault="006140C1" w:rsidP="006140C1">
            <w:pPr>
              <w:spacing w:before="46"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.50</w:t>
            </w:r>
            <w:r w:rsidR="00B84CE6" w:rsidRPr="0042658C">
              <w:rPr>
                <w:rFonts w:eastAsia="Arial" w:cstheme="minorHAnsi"/>
                <w:color w:val="000000"/>
              </w:rPr>
              <w:t xml:space="preserve"> </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AF16ED" w14:textId="02E8C752" w:rsidR="006140C1" w:rsidRPr="0042658C" w:rsidRDefault="006140C1" w:rsidP="006140C1">
            <w:pPr>
              <w:spacing w:before="46" w:after="0" w:line="232" w:lineRule="auto"/>
              <w:ind w:left="1308" w:right="-20"/>
              <w:rPr>
                <w:rFonts w:eastAsia="Arial" w:cstheme="minorHAnsi"/>
                <w:color w:val="000000"/>
              </w:rPr>
            </w:pPr>
            <w:r w:rsidRPr="00096B09">
              <w:t>min. RSD 1,200.00</w:t>
            </w:r>
          </w:p>
        </w:tc>
      </w:tr>
      <w:tr w:rsidR="006140C1" w:rsidRPr="0042658C" w14:paraId="20B0BE04" w14:textId="77777777" w:rsidTr="00B6627A">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8B523A" w14:textId="77777777" w:rsidR="006140C1" w:rsidRPr="0042658C" w:rsidRDefault="006140C1" w:rsidP="006140C1">
            <w:pPr>
              <w:spacing w:before="46" w:after="0" w:line="232" w:lineRule="auto"/>
              <w:ind w:left="276"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1</w:t>
            </w:r>
            <w:r w:rsidRPr="0042658C">
              <w:rPr>
                <w:rFonts w:eastAsia="Arial" w:cstheme="minorHAnsi"/>
                <w:color w:val="000000"/>
              </w:rPr>
              <w:t>.3.</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DE4A7E" w14:textId="6D7EFF30" w:rsidR="006140C1" w:rsidRPr="0042658C" w:rsidRDefault="006140C1" w:rsidP="006140C1">
            <w:pPr>
              <w:spacing w:before="46" w:after="0" w:line="232" w:lineRule="auto"/>
              <w:ind w:left="70" w:right="-20"/>
              <w:rPr>
                <w:rFonts w:eastAsia="Arial" w:cstheme="minorHAnsi"/>
                <w:color w:val="000000"/>
              </w:rPr>
            </w:pPr>
            <w:r w:rsidRPr="00B03521">
              <w:t>EXPORT COLLECTION</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DCB24C" w14:textId="78FE67CA" w:rsidR="006140C1" w:rsidRPr="0042658C" w:rsidRDefault="00BA62A2" w:rsidP="00BA62A2">
            <w:pPr>
              <w:spacing w:before="46" w:after="0" w:line="232" w:lineRule="auto"/>
              <w:ind w:right="-20"/>
              <w:rPr>
                <w:rFonts w:eastAsia="Arial" w:cstheme="minorHAnsi"/>
                <w:color w:val="000000"/>
              </w:rPr>
            </w:pPr>
            <w:r>
              <w:rPr>
                <w:rFonts w:eastAsia="Arial" w:cstheme="minorHAnsi"/>
                <w:color w:val="000000"/>
              </w:rPr>
              <w:t xml:space="preserve">                                                                          </w:t>
            </w: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w:t>
            </w:r>
            <w:r>
              <w:rPr>
                <w:rFonts w:eastAsia="Arial" w:cstheme="minorHAnsi"/>
                <w:color w:val="000000"/>
              </w:rPr>
              <w:t xml:space="preserve"> </w:t>
            </w:r>
            <w:r>
              <w:rPr>
                <w:rFonts w:eastAsia="Arial" w:cstheme="minorHAnsi"/>
                <w:color w:val="000000"/>
              </w:rPr>
              <w:t xml:space="preserve">RSD </w:t>
            </w:r>
            <w:r w:rsidRPr="0042658C">
              <w:rPr>
                <w:rFonts w:eastAsia="Arial" w:cstheme="minorHAnsi"/>
                <w:color w:val="000000"/>
                <w:spacing w:val="-1"/>
              </w:rPr>
              <w:t>1</w:t>
            </w:r>
            <w:r w:rsidRPr="0042658C">
              <w:rPr>
                <w:rFonts w:eastAsia="Arial" w:cstheme="minorHAnsi"/>
                <w:color w:val="000000"/>
              </w:rPr>
              <w:t>.2</w:t>
            </w:r>
            <w:r w:rsidRPr="0042658C">
              <w:rPr>
                <w:rFonts w:eastAsia="Arial" w:cstheme="minorHAnsi"/>
                <w:color w:val="000000"/>
                <w:spacing w:val="-1"/>
              </w:rPr>
              <w:t>00</w:t>
            </w:r>
            <w:r w:rsidRPr="0042658C">
              <w:rPr>
                <w:rFonts w:eastAsia="Arial" w:cstheme="minorHAnsi"/>
                <w:color w:val="000000"/>
              </w:rPr>
              <w:t>,00</w:t>
            </w:r>
          </w:p>
        </w:tc>
      </w:tr>
      <w:tr w:rsidR="00B6627A" w:rsidRPr="0042658C" w14:paraId="366358B8" w14:textId="77777777">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7765FF8" w14:textId="77777777" w:rsidR="00B6627A" w:rsidRPr="0042658C" w:rsidRDefault="00B6627A" w:rsidP="00B6627A">
            <w:pPr>
              <w:spacing w:before="46" w:after="0" w:line="232" w:lineRule="auto"/>
              <w:ind w:left="374" w:right="-20"/>
              <w:rPr>
                <w:rFonts w:eastAsia="Arial" w:cstheme="minorHAnsi"/>
                <w:b/>
                <w:bCs/>
                <w:color w:val="000000"/>
              </w:rPr>
            </w:pPr>
            <w:r w:rsidRPr="0042658C">
              <w:rPr>
                <w:rFonts w:eastAsia="Arial" w:cstheme="minorHAnsi"/>
                <w:b/>
                <w:bCs/>
                <w:color w:val="000000"/>
              </w:rPr>
              <w:t>8.</w:t>
            </w:r>
            <w:r w:rsidRPr="0042658C">
              <w:rPr>
                <w:rFonts w:eastAsia="Arial" w:cstheme="minorHAnsi"/>
                <w:b/>
                <w:bCs/>
                <w:color w:val="000000"/>
                <w:spacing w:val="-1"/>
              </w:rPr>
              <w:t>2</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34C6FA1" w14:textId="6D3323E4" w:rsidR="00B6627A" w:rsidRPr="00B6627A" w:rsidRDefault="00B6627A" w:rsidP="00B6627A">
            <w:pPr>
              <w:spacing w:before="46" w:after="0" w:line="232" w:lineRule="auto"/>
              <w:ind w:left="70" w:right="-20"/>
              <w:rPr>
                <w:rFonts w:eastAsia="Arial" w:cstheme="minorHAnsi"/>
                <w:b/>
                <w:bCs/>
                <w:color w:val="000000"/>
              </w:rPr>
            </w:pPr>
            <w:r w:rsidRPr="00B6627A">
              <w:rPr>
                <w:b/>
                <w:bCs/>
              </w:rPr>
              <w:t>Submission of documentation</w:t>
            </w:r>
          </w:p>
        </w:tc>
      </w:tr>
      <w:tr w:rsidR="006140C1" w:rsidRPr="0042658C" w14:paraId="03E3F58E" w14:textId="77777777" w:rsidTr="00B6627A">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C4F4D88" w14:textId="77777777" w:rsidR="006140C1" w:rsidRPr="0042658C" w:rsidRDefault="006140C1" w:rsidP="006140C1">
            <w:pPr>
              <w:spacing w:before="46" w:after="0" w:line="232" w:lineRule="auto"/>
              <w:ind w:left="276"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2</w:t>
            </w:r>
            <w:r w:rsidRPr="0042658C">
              <w:rPr>
                <w:rFonts w:eastAsia="Arial" w:cstheme="minorHAnsi"/>
                <w:color w:val="000000"/>
              </w:rPr>
              <w:t>.1.</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95E2736" w14:textId="14991537" w:rsidR="006140C1" w:rsidRPr="0042658C" w:rsidRDefault="006140C1" w:rsidP="006140C1">
            <w:pPr>
              <w:spacing w:before="46" w:after="0" w:line="232" w:lineRule="auto"/>
              <w:ind w:left="70" w:right="-20"/>
              <w:rPr>
                <w:rFonts w:eastAsia="Arial" w:cstheme="minorHAnsi"/>
                <w:color w:val="000000"/>
              </w:rPr>
            </w:pPr>
            <w:r w:rsidRPr="00B03521">
              <w:t>Seeking protest</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C12FD10" w14:textId="6130EF3A" w:rsidR="006140C1" w:rsidRPr="0042658C" w:rsidRDefault="006140C1" w:rsidP="006140C1">
            <w:pPr>
              <w:spacing w:before="46"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40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F831C5E" w14:textId="5E0A25A9" w:rsidR="006140C1" w:rsidRPr="0042658C" w:rsidRDefault="006140C1" w:rsidP="006140C1">
            <w:pPr>
              <w:spacing w:before="46" w:after="0" w:line="232" w:lineRule="auto"/>
              <w:ind w:left="1308" w:right="-20"/>
              <w:rPr>
                <w:rFonts w:eastAsia="Arial" w:cstheme="minorHAnsi"/>
                <w:color w:val="000000"/>
              </w:rPr>
            </w:pPr>
            <w:r w:rsidRPr="00075F9A">
              <w:t>min. RSD 1,200.00</w:t>
            </w:r>
          </w:p>
        </w:tc>
      </w:tr>
      <w:tr w:rsidR="006140C1" w:rsidRPr="0042658C" w14:paraId="2A219760" w14:textId="77777777" w:rsidTr="00B6627A">
        <w:trPr>
          <w:cantSplit/>
          <w:trHeight w:hRule="exact" w:val="30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B4FECED" w14:textId="77777777" w:rsidR="006140C1" w:rsidRPr="0042658C" w:rsidRDefault="006140C1" w:rsidP="006140C1">
            <w:pPr>
              <w:spacing w:before="46" w:after="0" w:line="232" w:lineRule="auto"/>
              <w:ind w:left="276"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2</w:t>
            </w:r>
            <w:r w:rsidRPr="0042658C">
              <w:rPr>
                <w:rFonts w:eastAsia="Arial" w:cstheme="minorHAnsi"/>
                <w:color w:val="000000"/>
              </w:rPr>
              <w:t>.2.</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4411D9C" w14:textId="67F91245" w:rsidR="006140C1" w:rsidRPr="0042658C" w:rsidRDefault="006140C1" w:rsidP="006140C1">
            <w:pPr>
              <w:spacing w:before="46" w:after="0" w:line="232" w:lineRule="auto"/>
              <w:ind w:left="70" w:right="-20"/>
              <w:rPr>
                <w:rFonts w:eastAsia="Arial" w:cstheme="minorHAnsi"/>
                <w:color w:val="000000"/>
              </w:rPr>
            </w:pPr>
            <w:r w:rsidRPr="00B03521">
              <w:t>Modify instructions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119B785" w14:textId="65748448" w:rsidR="006140C1" w:rsidRPr="0042658C" w:rsidRDefault="006140C1" w:rsidP="006140C1">
            <w:pPr>
              <w:spacing w:before="46"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A25EF5" w14:textId="14682D40" w:rsidR="006140C1" w:rsidRPr="0042658C" w:rsidRDefault="006140C1" w:rsidP="006140C1">
            <w:pPr>
              <w:spacing w:before="46" w:after="0" w:line="232" w:lineRule="auto"/>
              <w:ind w:left="1308" w:right="-20"/>
              <w:rPr>
                <w:rFonts w:eastAsia="Arial" w:cstheme="minorHAnsi"/>
                <w:color w:val="000000"/>
              </w:rPr>
            </w:pPr>
            <w:r w:rsidRPr="00075F9A">
              <w:t>min. RSD 1,200.00</w:t>
            </w:r>
          </w:p>
        </w:tc>
      </w:tr>
      <w:tr w:rsidR="006140C1" w:rsidRPr="0042658C" w14:paraId="7BFB227E" w14:textId="77777777" w:rsidTr="00B6627A">
        <w:trPr>
          <w:cantSplit/>
          <w:trHeight w:hRule="exact" w:val="302"/>
        </w:trPr>
        <w:tc>
          <w:tcPr>
            <w:tcW w:w="1101"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65B90475" w14:textId="77777777" w:rsidR="006140C1" w:rsidRPr="0042658C" w:rsidRDefault="006140C1" w:rsidP="006140C1">
            <w:pPr>
              <w:spacing w:before="46" w:after="0" w:line="232" w:lineRule="auto"/>
              <w:ind w:left="276"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2</w:t>
            </w:r>
            <w:r w:rsidRPr="0042658C">
              <w:rPr>
                <w:rFonts w:eastAsia="Arial" w:cstheme="minorHAnsi"/>
                <w:color w:val="000000"/>
              </w:rPr>
              <w:t>.3.</w:t>
            </w:r>
          </w:p>
        </w:tc>
        <w:tc>
          <w:tcPr>
            <w:tcW w:w="8478"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05ECF165" w14:textId="5A9759C8" w:rsidR="006140C1" w:rsidRPr="0042658C" w:rsidRDefault="006140C1" w:rsidP="006140C1">
            <w:pPr>
              <w:spacing w:before="46" w:after="0" w:line="232" w:lineRule="auto"/>
              <w:ind w:left="70" w:right="-20"/>
              <w:rPr>
                <w:rFonts w:eastAsia="Arial" w:cstheme="minorHAnsi"/>
                <w:color w:val="000000"/>
              </w:rPr>
            </w:pPr>
            <w:r w:rsidRPr="00B03521">
              <w:t>DOCUMENTARY LETTER OF CREDIT</w:t>
            </w:r>
          </w:p>
        </w:tc>
        <w:tc>
          <w:tcPr>
            <w:tcW w:w="5649"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6DF570F4" w14:textId="39231F25" w:rsidR="006140C1" w:rsidRPr="0042658C" w:rsidRDefault="006140C1" w:rsidP="006140C1">
            <w:pPr>
              <w:spacing w:before="46" w:after="0" w:line="232" w:lineRule="auto"/>
              <w:ind w:left="3759"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w:t>
            </w:r>
            <w:r w:rsidR="00BA62A2">
              <w:rPr>
                <w:rFonts w:eastAsia="Arial" w:cstheme="minorHAnsi"/>
                <w:color w:val="000000"/>
              </w:rPr>
              <w:t xml:space="preserve">RSD </w:t>
            </w:r>
            <w:r w:rsidRPr="0042658C">
              <w:rPr>
                <w:rFonts w:eastAsia="Arial" w:cstheme="minorHAnsi"/>
                <w:color w:val="000000"/>
                <w:spacing w:val="-1"/>
              </w:rPr>
              <w:t>1</w:t>
            </w:r>
            <w:r w:rsidRPr="0042658C">
              <w:rPr>
                <w:rFonts w:eastAsia="Arial" w:cstheme="minorHAnsi"/>
                <w:color w:val="000000"/>
              </w:rPr>
              <w:t>.2</w:t>
            </w:r>
            <w:r w:rsidRPr="0042658C">
              <w:rPr>
                <w:rFonts w:eastAsia="Arial" w:cstheme="minorHAnsi"/>
                <w:color w:val="000000"/>
                <w:spacing w:val="-1"/>
              </w:rPr>
              <w:t>00</w:t>
            </w:r>
            <w:r w:rsidRPr="0042658C">
              <w:rPr>
                <w:rFonts w:eastAsia="Arial" w:cstheme="minorHAnsi"/>
                <w:color w:val="000000"/>
              </w:rPr>
              <w:t>,00</w:t>
            </w:r>
          </w:p>
        </w:tc>
      </w:tr>
      <w:tr w:rsidR="00B6627A" w:rsidRPr="0042658C" w14:paraId="439B116D" w14:textId="77777777">
        <w:trPr>
          <w:cantSplit/>
          <w:trHeight w:hRule="exact" w:val="304"/>
        </w:trPr>
        <w:tc>
          <w:tcPr>
            <w:tcW w:w="1101"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C6744AA" w14:textId="77777777" w:rsidR="00B6627A" w:rsidRPr="0042658C" w:rsidRDefault="00B6627A" w:rsidP="00B6627A">
            <w:pPr>
              <w:spacing w:before="46" w:after="0" w:line="233" w:lineRule="auto"/>
              <w:ind w:left="504" w:right="-20"/>
              <w:rPr>
                <w:rFonts w:eastAsia="Arial" w:cstheme="minorHAnsi"/>
                <w:b/>
                <w:bCs/>
                <w:color w:val="000000"/>
              </w:rPr>
            </w:pPr>
            <w:r w:rsidRPr="0042658C">
              <w:rPr>
                <w:rFonts w:eastAsia="Arial" w:cstheme="minorHAnsi"/>
                <w:b/>
                <w:bCs/>
                <w:color w:val="000000"/>
              </w:rPr>
              <w:t>9</w:t>
            </w:r>
          </w:p>
        </w:tc>
        <w:tc>
          <w:tcPr>
            <w:tcW w:w="14127" w:type="dxa"/>
            <w:gridSpan w:val="3"/>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0C22891" w14:textId="1D0FFA85" w:rsidR="00B6627A" w:rsidRPr="00B6627A" w:rsidRDefault="00B6627A" w:rsidP="00B6627A">
            <w:pPr>
              <w:spacing w:before="46" w:after="0" w:line="233" w:lineRule="auto"/>
              <w:ind w:left="70" w:right="-20"/>
              <w:rPr>
                <w:rFonts w:eastAsia="Arial" w:cstheme="minorHAnsi"/>
                <w:b/>
                <w:bCs/>
                <w:color w:val="000000"/>
              </w:rPr>
            </w:pPr>
            <w:r w:rsidRPr="00B6627A">
              <w:rPr>
                <w:b/>
                <w:bCs/>
              </w:rPr>
              <w:t>IMPORT (NOSTRO) LETTER OF CREDIT</w:t>
            </w:r>
          </w:p>
        </w:tc>
      </w:tr>
      <w:tr w:rsidR="00B6627A" w:rsidRPr="0042658C" w14:paraId="1F298C2C" w14:textId="77777777">
        <w:trPr>
          <w:cantSplit/>
          <w:trHeight w:hRule="exact" w:val="303"/>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F858C4" w14:textId="77777777" w:rsidR="00B6627A" w:rsidRPr="0042658C" w:rsidRDefault="00B6627A" w:rsidP="00B6627A">
            <w:pPr>
              <w:spacing w:before="44" w:after="0" w:line="234" w:lineRule="auto"/>
              <w:ind w:left="374"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722CB3" w14:textId="75FF8B41" w:rsidR="00B6627A" w:rsidRPr="0042658C" w:rsidRDefault="00B6627A" w:rsidP="00B6627A">
            <w:pPr>
              <w:spacing w:before="44" w:after="0" w:line="234" w:lineRule="auto"/>
              <w:ind w:left="70" w:right="-20"/>
              <w:rPr>
                <w:rFonts w:eastAsia="Arial" w:cstheme="minorHAnsi"/>
                <w:b/>
                <w:bCs/>
                <w:color w:val="000000"/>
              </w:rPr>
            </w:pPr>
            <w:r w:rsidRPr="00B03521">
              <w:t>Opening a letter of credit with a deposit</w:t>
            </w:r>
          </w:p>
        </w:tc>
      </w:tr>
      <w:tr w:rsidR="00B6627A" w:rsidRPr="0042658C" w14:paraId="4466479D" w14:textId="77777777" w:rsidTr="00B6627A">
        <w:trPr>
          <w:cantSplit/>
          <w:trHeight w:hRule="exact" w:val="304"/>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F32FDB" w14:textId="77777777" w:rsidR="00B6627A" w:rsidRPr="0042658C" w:rsidRDefault="00B6627A" w:rsidP="00B6627A">
            <w:pPr>
              <w:spacing w:before="43" w:after="0" w:line="236"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.1.</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7F9D0D" w14:textId="53EB9043" w:rsidR="00B6627A" w:rsidRPr="0042658C" w:rsidRDefault="00B6627A" w:rsidP="00B6627A">
            <w:pPr>
              <w:spacing w:before="43" w:after="0" w:line="236" w:lineRule="auto"/>
              <w:ind w:left="70" w:right="-20"/>
              <w:rPr>
                <w:rFonts w:eastAsia="Arial" w:cstheme="minorHAnsi"/>
                <w:b/>
                <w:bCs/>
                <w:color w:val="000000"/>
              </w:rPr>
            </w:pPr>
            <w:r w:rsidRPr="00B03521">
              <w:t>up to EUR 10,000.00</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5B8FA47" w14:textId="77777777" w:rsidR="00B6627A" w:rsidRPr="0042658C" w:rsidRDefault="00B6627A" w:rsidP="00B6627A">
            <w:pPr>
              <w:rPr>
                <w:rFonts w:cstheme="minorHAnsi"/>
              </w:rPr>
            </w:pPr>
          </w:p>
        </w:tc>
      </w:tr>
      <w:tr w:rsidR="006140C1" w:rsidRPr="0042658C" w14:paraId="51ECAEFE" w14:textId="77777777" w:rsidTr="00B6627A">
        <w:trPr>
          <w:cantSplit/>
          <w:trHeight w:hRule="exact" w:val="30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D6395D" w14:textId="77777777" w:rsidR="006140C1" w:rsidRPr="0042658C" w:rsidRDefault="006140C1" w:rsidP="006140C1">
            <w:pPr>
              <w:rPr>
                <w:rFonts w:cstheme="minorHAnsi"/>
              </w:rPr>
            </w:pP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636AC5" w14:textId="550216D3" w:rsidR="006140C1" w:rsidRPr="0042658C" w:rsidRDefault="006140C1" w:rsidP="006140C1">
            <w:pPr>
              <w:spacing w:before="46" w:after="0" w:line="236" w:lineRule="auto"/>
              <w:ind w:right="-20"/>
              <w:rPr>
                <w:rFonts w:eastAsia="Arial" w:cstheme="minorHAnsi"/>
                <w:color w:val="000000"/>
              </w:rPr>
            </w:pPr>
            <w:r>
              <w:t xml:space="preserve">  </w:t>
            </w:r>
            <w:r w:rsidRPr="00B03521">
              <w:t>from EUR 10,000.00 to EUR 50,000.00</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03D411" w14:textId="1FA89AC6" w:rsidR="006140C1" w:rsidRPr="0042658C" w:rsidRDefault="006140C1" w:rsidP="006140C1">
            <w:pPr>
              <w:spacing w:before="46" w:after="0" w:line="236"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30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1EB7B79" w14:textId="47542CA9" w:rsidR="006140C1" w:rsidRPr="0042658C" w:rsidRDefault="006140C1" w:rsidP="006140C1">
            <w:pPr>
              <w:spacing w:before="46" w:after="0" w:line="236" w:lineRule="auto"/>
              <w:ind w:left="1673" w:right="-20"/>
              <w:rPr>
                <w:rFonts w:eastAsia="Arial" w:cstheme="minorHAnsi"/>
                <w:color w:val="000000"/>
              </w:rPr>
            </w:pPr>
            <w:r w:rsidRPr="00C962FA">
              <w:t>+1,000.00 RSD</w:t>
            </w:r>
          </w:p>
        </w:tc>
      </w:tr>
      <w:tr w:rsidR="006140C1" w:rsidRPr="0042658C" w14:paraId="3E012E92" w14:textId="77777777" w:rsidTr="00B6627A">
        <w:trPr>
          <w:cantSplit/>
          <w:trHeight w:hRule="exact" w:val="30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021E8B" w14:textId="77777777" w:rsidR="006140C1" w:rsidRPr="0042658C" w:rsidRDefault="006140C1" w:rsidP="006140C1">
            <w:pPr>
              <w:rPr>
                <w:rFonts w:cstheme="minorHAnsi"/>
              </w:rPr>
            </w:pP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C5A6CEC" w14:textId="493497B6" w:rsidR="006140C1" w:rsidRPr="0042658C" w:rsidRDefault="006140C1" w:rsidP="006140C1">
            <w:pPr>
              <w:spacing w:before="46" w:after="0" w:line="236" w:lineRule="auto"/>
              <w:ind w:right="-20"/>
              <w:rPr>
                <w:rFonts w:eastAsia="Arial" w:cstheme="minorHAnsi"/>
                <w:color w:val="000000"/>
              </w:rPr>
            </w:pPr>
            <w:r>
              <w:t xml:space="preserve">  </w:t>
            </w:r>
            <w:r w:rsidRPr="00B03521">
              <w:t>over EUR 50,000.00</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117CF0" w14:textId="03D818F8" w:rsidR="006140C1" w:rsidRPr="0042658C" w:rsidRDefault="006140C1" w:rsidP="006140C1">
            <w:pPr>
              <w:spacing w:before="46" w:after="0" w:line="236"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25</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DF2FDD9" w14:textId="1C8530DA" w:rsidR="006140C1" w:rsidRPr="0042658C" w:rsidRDefault="006140C1" w:rsidP="006140C1">
            <w:pPr>
              <w:spacing w:before="46" w:after="0" w:line="236" w:lineRule="auto"/>
              <w:ind w:left="1673" w:right="-20"/>
              <w:rPr>
                <w:rFonts w:eastAsia="Arial" w:cstheme="minorHAnsi"/>
                <w:color w:val="000000"/>
              </w:rPr>
            </w:pPr>
            <w:r w:rsidRPr="00C962FA">
              <w:t>+1,000.00 RSD</w:t>
            </w:r>
          </w:p>
        </w:tc>
      </w:tr>
      <w:tr w:rsidR="006140C1" w:rsidRPr="0042658C" w14:paraId="5A46F173" w14:textId="77777777" w:rsidTr="00B6627A">
        <w:trPr>
          <w:cantSplit/>
          <w:trHeight w:hRule="exact" w:val="304"/>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E646E7B" w14:textId="77777777" w:rsidR="006140C1" w:rsidRPr="0042658C" w:rsidRDefault="006140C1" w:rsidP="006140C1">
            <w:pPr>
              <w:rPr>
                <w:rFonts w:cstheme="minorHAnsi"/>
              </w:rPr>
            </w:pP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EF3D8C" w14:textId="234D84C4" w:rsidR="006140C1" w:rsidRPr="0042658C" w:rsidRDefault="006140C1" w:rsidP="006140C1">
            <w:pPr>
              <w:spacing w:before="46" w:after="0" w:line="234" w:lineRule="auto"/>
              <w:ind w:right="-20"/>
              <w:rPr>
                <w:rFonts w:eastAsia="Arial" w:cstheme="minorHAnsi"/>
                <w:color w:val="000000"/>
              </w:rPr>
            </w:pPr>
            <w:r>
              <w:t xml:space="preserve">  </w:t>
            </w:r>
            <w:r w:rsidRPr="00B03521">
              <w:t xml:space="preserve">Opening a letter of credit with deferred </w:t>
            </w:r>
            <w:r w:rsidR="00084CEB">
              <w:t>security provision</w:t>
            </w:r>
            <w:r w:rsidRPr="00B03521">
              <w:t xml:space="preserve"> (with other security)</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190E08" w14:textId="56FE2FE7" w:rsidR="006140C1" w:rsidRPr="0042658C" w:rsidRDefault="006140C1" w:rsidP="006140C1">
            <w:pPr>
              <w:spacing w:before="46" w:after="0" w:line="234"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3C3196" w14:textId="3F7BC674" w:rsidR="006140C1" w:rsidRPr="0042658C" w:rsidRDefault="006140C1" w:rsidP="006140C1">
            <w:pPr>
              <w:spacing w:before="46" w:after="0" w:line="234" w:lineRule="auto"/>
              <w:ind w:left="1673" w:right="-20"/>
              <w:rPr>
                <w:rFonts w:eastAsia="Arial" w:cstheme="minorHAnsi"/>
                <w:color w:val="000000"/>
              </w:rPr>
            </w:pPr>
            <w:r w:rsidRPr="00C962FA">
              <w:t>+1,000.00 RSD</w:t>
            </w:r>
          </w:p>
        </w:tc>
      </w:tr>
      <w:tr w:rsidR="006140C1" w:rsidRPr="0042658C" w14:paraId="15FFDF16" w14:textId="77777777" w:rsidTr="00B6627A">
        <w:trPr>
          <w:cantSplit/>
          <w:trHeight w:hRule="exact" w:val="314"/>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EA9BE31" w14:textId="77777777" w:rsidR="006140C1" w:rsidRPr="0042658C" w:rsidRDefault="006140C1" w:rsidP="006140C1">
            <w:pPr>
              <w:spacing w:before="55" w:after="0" w:line="234"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.2.</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F2407C" w14:textId="44B50CEC" w:rsidR="006140C1" w:rsidRPr="0042658C" w:rsidRDefault="006140C1" w:rsidP="006140C1">
            <w:pPr>
              <w:spacing w:before="55" w:after="0" w:line="234" w:lineRule="auto"/>
              <w:ind w:left="70" w:right="-20"/>
              <w:rPr>
                <w:rFonts w:eastAsia="Arial" w:cstheme="minorHAnsi"/>
                <w:color w:val="000000"/>
              </w:rPr>
            </w:pPr>
            <w:r w:rsidRPr="00B03521">
              <w:t>Confirmation</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A09110" w14:textId="19046B4F" w:rsidR="006140C1" w:rsidRPr="0042658C" w:rsidRDefault="006140C1" w:rsidP="006140C1">
            <w:pPr>
              <w:spacing w:before="55" w:after="0" w:line="234" w:lineRule="auto"/>
              <w:ind w:left="837" w:right="-20"/>
              <w:rPr>
                <w:rFonts w:eastAsia="Arial" w:cstheme="minorHAnsi"/>
                <w:color w:val="000000"/>
              </w:rPr>
            </w:pP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 -</w:t>
            </w:r>
            <w:r w:rsidRPr="0042658C">
              <w:rPr>
                <w:rFonts w:eastAsia="Arial" w:cstheme="minorHAnsi"/>
                <w:color w:val="000000"/>
                <w:spacing w:val="1"/>
              </w:rPr>
              <w:t xml:space="preserve"> </w:t>
            </w:r>
            <w:r w:rsidRPr="0042658C">
              <w:rPr>
                <w:rFonts w:eastAsia="Arial" w:cstheme="minorHAnsi"/>
                <w:color w:val="000000"/>
              </w:rPr>
              <w:t>3</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2E9FF9B" w14:textId="644C7F5D" w:rsidR="006140C1" w:rsidRPr="0042658C" w:rsidRDefault="006140C1" w:rsidP="006140C1">
            <w:pPr>
              <w:spacing w:before="55" w:after="0" w:line="234" w:lineRule="auto"/>
              <w:ind w:left="1673" w:right="-20"/>
              <w:rPr>
                <w:rFonts w:eastAsia="Arial" w:cstheme="minorHAnsi"/>
                <w:color w:val="000000"/>
              </w:rPr>
            </w:pPr>
            <w:r w:rsidRPr="00C962FA">
              <w:t>+1,500.00 RSD</w:t>
            </w:r>
          </w:p>
        </w:tc>
      </w:tr>
      <w:tr w:rsidR="00B6627A" w:rsidRPr="0042658C" w14:paraId="4D698665" w14:textId="77777777" w:rsidTr="00B6627A">
        <w:trPr>
          <w:cantSplit/>
          <w:trHeight w:hRule="exact" w:val="3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41E198D" w14:textId="77777777" w:rsidR="00B6627A" w:rsidRPr="0042658C" w:rsidRDefault="00B6627A" w:rsidP="00B6627A">
            <w:pPr>
              <w:spacing w:before="5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.3.</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C6DF6E" w14:textId="3690A085" w:rsidR="00B6627A" w:rsidRPr="0042658C" w:rsidRDefault="00B6627A" w:rsidP="00B6627A">
            <w:pPr>
              <w:spacing w:before="56" w:after="0" w:line="232" w:lineRule="auto"/>
              <w:ind w:left="70" w:right="-20"/>
              <w:rPr>
                <w:rFonts w:eastAsia="Arial" w:cstheme="minorHAnsi"/>
                <w:color w:val="000000"/>
              </w:rPr>
            </w:pPr>
            <w:r w:rsidRPr="00B03521">
              <w:t>Change of letter of credit conditions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5767B6B" w14:textId="57FEE531" w:rsidR="00B6627A" w:rsidRPr="0042658C" w:rsidRDefault="006140C1" w:rsidP="00B6627A">
            <w:pPr>
              <w:spacing w:before="56" w:after="0" w:line="232" w:lineRule="auto"/>
              <w:ind w:left="1826" w:right="-20"/>
              <w:rPr>
                <w:rFonts w:eastAsia="Arial" w:cstheme="minorHAnsi"/>
                <w:color w:val="000000"/>
              </w:rPr>
            </w:pPr>
            <w:r w:rsidRPr="006140C1">
              <w:rPr>
                <w:rFonts w:eastAsia="Arial" w:cstheme="minorHAnsi"/>
                <w:color w:val="000000"/>
              </w:rPr>
              <w:t>Reimbursement of foreign bank costs</w:t>
            </w:r>
          </w:p>
        </w:tc>
      </w:tr>
      <w:tr w:rsidR="00B6627A" w:rsidRPr="0042658C" w14:paraId="06057592" w14:textId="77777777" w:rsidTr="00B6627A">
        <w:trPr>
          <w:cantSplit/>
          <w:trHeight w:hRule="exact" w:val="31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55B851" w14:textId="77777777" w:rsidR="00B6627A" w:rsidRPr="0042658C" w:rsidRDefault="00B6627A" w:rsidP="00B6627A">
            <w:pPr>
              <w:spacing w:before="55"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.4.</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8CDD48" w14:textId="501726B0" w:rsidR="00B6627A" w:rsidRPr="0042658C" w:rsidRDefault="00B6627A" w:rsidP="00B6627A">
            <w:pPr>
              <w:spacing w:before="55" w:after="0" w:line="232" w:lineRule="auto"/>
              <w:ind w:left="70" w:right="-20"/>
              <w:rPr>
                <w:rFonts w:eastAsia="Arial" w:cstheme="minorHAnsi"/>
                <w:color w:val="000000"/>
              </w:rPr>
            </w:pPr>
            <w:r w:rsidRPr="00B03521">
              <w:t>Review documents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11F58B" w14:textId="46B554C8" w:rsidR="00B6627A" w:rsidRPr="0042658C" w:rsidRDefault="006140C1" w:rsidP="00B6627A">
            <w:pPr>
              <w:spacing w:before="55" w:after="0" w:line="232" w:lineRule="auto"/>
              <w:ind w:left="4193" w:right="-20"/>
              <w:rPr>
                <w:rFonts w:eastAsia="Arial" w:cstheme="minorHAnsi"/>
                <w:color w:val="000000"/>
              </w:rPr>
            </w:pPr>
            <w:r>
              <w:rPr>
                <w:rFonts w:eastAsia="Arial" w:cstheme="minorHAnsi"/>
                <w:color w:val="000000"/>
              </w:rPr>
              <w:t xml:space="preserve">RSD </w:t>
            </w:r>
            <w:r w:rsidR="00B6627A" w:rsidRPr="0042658C">
              <w:rPr>
                <w:rFonts w:eastAsia="Arial" w:cstheme="minorHAnsi"/>
                <w:color w:val="000000"/>
              </w:rPr>
              <w:t>1</w:t>
            </w:r>
            <w:r>
              <w:rPr>
                <w:rFonts w:eastAsia="Arial" w:cstheme="minorHAnsi"/>
                <w:color w:val="000000"/>
              </w:rPr>
              <w:t>,</w:t>
            </w:r>
            <w:r w:rsidR="00B6627A" w:rsidRPr="0042658C">
              <w:rPr>
                <w:rFonts w:eastAsia="Arial" w:cstheme="minorHAnsi"/>
                <w:color w:val="000000"/>
                <w:spacing w:val="-1"/>
              </w:rPr>
              <w:t>200</w:t>
            </w:r>
            <w:r>
              <w:rPr>
                <w:rFonts w:eastAsia="Arial" w:cstheme="minorHAnsi"/>
                <w:color w:val="000000"/>
              </w:rPr>
              <w:t>.</w:t>
            </w:r>
            <w:r w:rsidR="00B6627A" w:rsidRPr="0042658C">
              <w:rPr>
                <w:rFonts w:eastAsia="Arial" w:cstheme="minorHAnsi"/>
                <w:color w:val="000000"/>
              </w:rPr>
              <w:t xml:space="preserve">00 </w:t>
            </w:r>
          </w:p>
        </w:tc>
      </w:tr>
      <w:tr w:rsidR="00B6627A" w:rsidRPr="0042658C" w14:paraId="45BE6037" w14:textId="77777777" w:rsidTr="00B6627A">
        <w:trPr>
          <w:cantSplit/>
          <w:trHeight w:hRule="exact" w:val="3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7C0BA1" w14:textId="77777777" w:rsidR="00B6627A" w:rsidRPr="0042658C" w:rsidRDefault="00B6627A" w:rsidP="00B6627A">
            <w:pPr>
              <w:spacing w:before="55"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.5.</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D6E2B1" w14:textId="1E37EDAD" w:rsidR="00B6627A" w:rsidRPr="0042658C" w:rsidRDefault="00B6627A" w:rsidP="00B6627A">
            <w:pPr>
              <w:spacing w:before="55" w:after="0" w:line="232" w:lineRule="auto"/>
              <w:ind w:left="70" w:right="-20"/>
              <w:rPr>
                <w:rFonts w:eastAsia="Arial" w:cstheme="minorHAnsi"/>
                <w:color w:val="000000"/>
              </w:rPr>
            </w:pPr>
            <w:r w:rsidRPr="00B03521">
              <w:t>Arrangement costs of processing the request for opening a letter of credit</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C36846" w14:textId="55D39F4B" w:rsidR="00B6627A" w:rsidRPr="0042658C" w:rsidRDefault="00B6627A" w:rsidP="00B6627A">
            <w:pPr>
              <w:spacing w:before="55"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483F798" w14:textId="1C0B89AA" w:rsidR="00B6627A" w:rsidRPr="0042658C" w:rsidRDefault="00B6627A" w:rsidP="00B6627A">
            <w:pPr>
              <w:spacing w:before="55"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140C1">
              <w:rPr>
                <w:rFonts w:eastAsia="Arial" w:cstheme="minorHAnsi"/>
                <w:color w:val="000000"/>
              </w:rPr>
              <w:t xml:space="preserve">RSD </w:t>
            </w:r>
            <w:r w:rsidRPr="0042658C">
              <w:rPr>
                <w:rFonts w:eastAsia="Arial" w:cstheme="minorHAnsi"/>
                <w:color w:val="000000"/>
              </w:rPr>
              <w:t>1</w:t>
            </w:r>
            <w:r w:rsidR="006140C1">
              <w:rPr>
                <w:rFonts w:eastAsia="Arial" w:cstheme="minorHAnsi"/>
                <w:color w:val="000000"/>
              </w:rPr>
              <w:t>,</w:t>
            </w:r>
            <w:r w:rsidRPr="0042658C">
              <w:rPr>
                <w:rFonts w:eastAsia="Arial" w:cstheme="minorHAnsi"/>
                <w:color w:val="000000"/>
              </w:rPr>
              <w:t>2</w:t>
            </w:r>
            <w:r w:rsidRPr="0042658C">
              <w:rPr>
                <w:rFonts w:eastAsia="Arial" w:cstheme="minorHAnsi"/>
                <w:color w:val="000000"/>
                <w:spacing w:val="-1"/>
              </w:rPr>
              <w:t>00</w:t>
            </w:r>
            <w:r w:rsidR="006140C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B6627A" w:rsidRPr="0042658C" w14:paraId="51E2FBFA" w14:textId="77777777" w:rsidTr="00B6627A">
        <w:trPr>
          <w:cantSplit/>
          <w:trHeight w:hRule="exact" w:val="345"/>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7E05F2" w14:textId="77777777" w:rsidR="00B6627A" w:rsidRPr="0042658C" w:rsidRDefault="00B6627A" w:rsidP="00B6627A">
            <w:pPr>
              <w:spacing w:before="55" w:after="0" w:line="240"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.6.</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4B6DC8D" w14:textId="206A8546" w:rsidR="00B6627A" w:rsidRPr="0042658C" w:rsidRDefault="00DE6FBC" w:rsidP="00B6627A">
            <w:pPr>
              <w:spacing w:before="55" w:after="0" w:line="240" w:lineRule="auto"/>
              <w:ind w:left="70" w:right="-20"/>
              <w:rPr>
                <w:rFonts w:eastAsia="Arial" w:cstheme="minorHAnsi"/>
                <w:color w:val="000000"/>
              </w:rPr>
            </w:pPr>
            <w:r>
              <w:t>Cash payment in RSD</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637B335" w14:textId="729D47F2" w:rsidR="00B6627A" w:rsidRPr="0042658C" w:rsidRDefault="00B6627A" w:rsidP="00B6627A">
            <w:pPr>
              <w:spacing w:before="55" w:after="0" w:line="240" w:lineRule="auto"/>
              <w:ind w:left="4126"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30</w:t>
            </w:r>
            <w:r w:rsidRPr="0042658C">
              <w:rPr>
                <w:rFonts w:eastAsia="Arial" w:cstheme="minorHAnsi"/>
                <w:color w:val="000000"/>
              </w:rPr>
              <w:t>% -</w:t>
            </w:r>
            <w:r w:rsidRPr="0042658C">
              <w:rPr>
                <w:rFonts w:eastAsia="Arial" w:cstheme="minorHAnsi"/>
                <w:color w:val="000000"/>
                <w:spacing w:val="1"/>
              </w:rPr>
              <w:t xml:space="preserve"> </w:t>
            </w:r>
            <w:r w:rsidRPr="0042658C">
              <w:rPr>
                <w:rFonts w:eastAsia="Arial" w:cstheme="minorHAnsi"/>
                <w:color w:val="000000"/>
              </w:rPr>
              <w:t>1</w:t>
            </w:r>
            <w:r w:rsidR="00B84CE6">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w:t>
            </w:r>
          </w:p>
        </w:tc>
      </w:tr>
      <w:tr w:rsidR="004C563B" w:rsidRPr="0042658C" w14:paraId="19B63258" w14:textId="77777777">
        <w:trPr>
          <w:cantSplit/>
          <w:trHeight w:hRule="exact" w:val="578"/>
        </w:trPr>
        <w:tc>
          <w:tcPr>
            <w:tcW w:w="152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BE98C40" w14:textId="75F112D5" w:rsidR="004C563B" w:rsidRPr="0042658C" w:rsidRDefault="00DE6FBC">
            <w:pPr>
              <w:spacing w:before="55" w:after="0" w:line="237" w:lineRule="auto"/>
              <w:ind w:left="43" w:right="252"/>
              <w:rPr>
                <w:rFonts w:eastAsia="Arial" w:cstheme="minorHAnsi"/>
                <w:color w:val="000000"/>
              </w:rPr>
            </w:pPr>
            <w:r w:rsidRPr="00DE6FBC">
              <w:rPr>
                <w:rFonts w:eastAsia="Arial" w:cstheme="minorHAnsi"/>
                <w:color w:val="000000"/>
              </w:rPr>
              <w:t>Note: Commission under 9.1.2. is minimal and in accordance with the degree of risk, a special arrangement fee of up to 5% can be agreed (one-time payment)</w:t>
            </w:r>
          </w:p>
        </w:tc>
      </w:tr>
      <w:tr w:rsidR="00DE6FBC" w:rsidRPr="0042658C" w14:paraId="477FDCA9" w14:textId="77777777">
        <w:trPr>
          <w:cantSplit/>
          <w:trHeight w:hRule="exact" w:val="3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B60B31" w14:textId="77777777" w:rsidR="00DE6FBC" w:rsidRPr="0042658C" w:rsidRDefault="00DE6FBC" w:rsidP="00DE6FBC">
            <w:pPr>
              <w:spacing w:before="55" w:after="0" w:line="232"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2</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D863F7" w14:textId="3027CDCA" w:rsidR="00DE6FBC" w:rsidRPr="00DE6FBC" w:rsidRDefault="00DE6FBC" w:rsidP="00DE6FBC">
            <w:pPr>
              <w:spacing w:before="55" w:after="0" w:line="232" w:lineRule="auto"/>
              <w:ind w:left="70" w:right="-20"/>
              <w:rPr>
                <w:rFonts w:eastAsia="Arial" w:cstheme="minorHAnsi"/>
                <w:b/>
                <w:bCs/>
                <w:color w:val="000000"/>
              </w:rPr>
            </w:pPr>
            <w:r w:rsidRPr="00DE6FBC">
              <w:rPr>
                <w:b/>
                <w:bCs/>
              </w:rPr>
              <w:t>EXPORT (LORO) LETTERS OF CREDIT</w:t>
            </w:r>
          </w:p>
        </w:tc>
      </w:tr>
      <w:tr w:rsidR="008206F5" w:rsidRPr="0042658C" w14:paraId="072F3211" w14:textId="77777777" w:rsidTr="00B6627A">
        <w:trPr>
          <w:cantSplit/>
          <w:trHeight w:hRule="exact" w:val="3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4128BF" w14:textId="77777777" w:rsidR="008206F5" w:rsidRPr="0042658C" w:rsidRDefault="008206F5" w:rsidP="008206F5">
            <w:pPr>
              <w:spacing w:before="5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.1.</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1C4E9B3" w14:textId="013DFF10" w:rsidR="008206F5" w:rsidRPr="0042658C" w:rsidRDefault="008206F5" w:rsidP="008206F5">
            <w:pPr>
              <w:spacing w:before="56" w:after="0" w:line="232" w:lineRule="auto"/>
              <w:ind w:left="70" w:right="-20"/>
              <w:rPr>
                <w:rFonts w:eastAsia="Arial" w:cstheme="minorHAnsi"/>
                <w:color w:val="000000"/>
              </w:rPr>
            </w:pPr>
            <w:r w:rsidRPr="00F1431A">
              <w:t>Notification and notification without obligation</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46485B" w14:textId="5C702C41" w:rsidR="008206F5" w:rsidRPr="0042658C" w:rsidRDefault="008206F5" w:rsidP="008206F5">
            <w:pPr>
              <w:spacing w:before="56"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55273BF" w14:textId="24262D35" w:rsidR="008206F5" w:rsidRPr="0042658C" w:rsidRDefault="008206F5" w:rsidP="008206F5">
            <w:pPr>
              <w:spacing w:before="56" w:after="0" w:line="232" w:lineRule="auto"/>
              <w:ind w:left="1500" w:right="-20"/>
              <w:rPr>
                <w:rFonts w:eastAsia="Arial" w:cstheme="minorHAnsi"/>
                <w:color w:val="000000"/>
              </w:rPr>
            </w:pPr>
            <w:r w:rsidRPr="00D3576C">
              <w:t>min. RSD 800.00</w:t>
            </w:r>
          </w:p>
        </w:tc>
      </w:tr>
      <w:tr w:rsidR="008206F5" w:rsidRPr="0042658C" w14:paraId="25347D41" w14:textId="77777777" w:rsidTr="00B6627A">
        <w:trPr>
          <w:cantSplit/>
          <w:trHeight w:hRule="exact" w:val="3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8A07B2F" w14:textId="77777777" w:rsidR="008206F5" w:rsidRPr="0042658C" w:rsidRDefault="008206F5" w:rsidP="008206F5">
            <w:pPr>
              <w:spacing w:before="55"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.2.</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A29F13" w14:textId="1AEF03FE" w:rsidR="008206F5" w:rsidRPr="0042658C" w:rsidRDefault="008206F5" w:rsidP="008206F5">
            <w:pPr>
              <w:spacing w:before="55" w:after="0" w:line="232" w:lineRule="auto"/>
              <w:ind w:left="70" w:right="-20"/>
              <w:rPr>
                <w:rFonts w:eastAsia="Arial" w:cstheme="minorHAnsi"/>
                <w:color w:val="000000"/>
              </w:rPr>
            </w:pPr>
            <w:r w:rsidRPr="00F1431A">
              <w:t xml:space="preserve">Confirmation with full </w:t>
            </w:r>
            <w:r w:rsidR="00084CEB">
              <w:t>security provision</w:t>
            </w:r>
            <w:r w:rsidRPr="00F1431A">
              <w:t xml:space="preserve"> (collateral)</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CBD966A" w14:textId="04B90169" w:rsidR="008206F5" w:rsidRPr="0042658C" w:rsidRDefault="008206F5" w:rsidP="008206F5">
            <w:pPr>
              <w:spacing w:before="55"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10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401363" w14:textId="28ED412E" w:rsidR="008206F5" w:rsidRPr="0042658C" w:rsidRDefault="008206F5" w:rsidP="008206F5">
            <w:pPr>
              <w:spacing w:before="55" w:after="0" w:line="232" w:lineRule="auto"/>
              <w:ind w:left="1500" w:right="-20"/>
              <w:rPr>
                <w:rFonts w:eastAsia="Arial" w:cstheme="minorHAnsi"/>
                <w:color w:val="000000"/>
              </w:rPr>
            </w:pPr>
            <w:r w:rsidRPr="00D3576C">
              <w:t>min. RSD 800.00</w:t>
            </w:r>
          </w:p>
        </w:tc>
      </w:tr>
      <w:tr w:rsidR="008206F5" w:rsidRPr="0042658C" w14:paraId="4B97BA9E" w14:textId="77777777" w:rsidTr="00B6627A">
        <w:trPr>
          <w:cantSplit/>
          <w:trHeight w:hRule="exact" w:val="314"/>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B5FA9B" w14:textId="77777777" w:rsidR="008206F5" w:rsidRPr="0042658C" w:rsidRDefault="008206F5" w:rsidP="008206F5">
            <w:pPr>
              <w:spacing w:before="55" w:after="0" w:line="234"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.3.</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5BFDE7" w14:textId="4E68BE46" w:rsidR="008206F5" w:rsidRPr="0042658C" w:rsidRDefault="008206F5" w:rsidP="008206F5">
            <w:pPr>
              <w:spacing w:before="55" w:after="0" w:line="234" w:lineRule="auto"/>
              <w:ind w:left="70" w:right="-20"/>
              <w:rPr>
                <w:rFonts w:eastAsia="Arial" w:cstheme="minorHAnsi"/>
                <w:color w:val="000000"/>
              </w:rPr>
            </w:pPr>
            <w:r w:rsidRPr="00F1431A">
              <w:t>Letter of credit transfer</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528487B" w14:textId="39A0C286" w:rsidR="008206F5" w:rsidRPr="0042658C" w:rsidRDefault="008206F5" w:rsidP="008206F5">
            <w:pPr>
              <w:spacing w:before="55" w:after="0" w:line="234"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5716E0C" w14:textId="291D6987" w:rsidR="008206F5" w:rsidRPr="0042658C" w:rsidRDefault="008206F5" w:rsidP="008206F5">
            <w:pPr>
              <w:spacing w:before="55" w:after="0" w:line="234" w:lineRule="auto"/>
              <w:ind w:left="1500" w:right="-20"/>
              <w:rPr>
                <w:rFonts w:eastAsia="Arial" w:cstheme="minorHAnsi"/>
                <w:color w:val="000000"/>
              </w:rPr>
            </w:pPr>
            <w:r w:rsidRPr="00D3576C">
              <w:t>min. RSD 800.00</w:t>
            </w:r>
          </w:p>
        </w:tc>
      </w:tr>
      <w:tr w:rsidR="008206F5" w:rsidRPr="0042658C" w14:paraId="41E8E926" w14:textId="77777777" w:rsidTr="00B6627A">
        <w:trPr>
          <w:cantSplit/>
          <w:trHeight w:hRule="exact" w:val="3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6DF2DB2" w14:textId="77777777" w:rsidR="008206F5" w:rsidRPr="0042658C" w:rsidRDefault="008206F5" w:rsidP="008206F5">
            <w:pPr>
              <w:spacing w:before="55"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.4.</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E8C788" w14:textId="12A55338" w:rsidR="008206F5" w:rsidRPr="0042658C" w:rsidRDefault="008206F5" w:rsidP="008206F5">
            <w:pPr>
              <w:spacing w:before="55" w:after="0" w:line="232" w:lineRule="auto"/>
              <w:ind w:left="70" w:right="-20"/>
              <w:rPr>
                <w:rFonts w:eastAsia="Arial" w:cstheme="minorHAnsi"/>
                <w:color w:val="000000"/>
              </w:rPr>
            </w:pPr>
            <w:r w:rsidRPr="00F1431A">
              <w:t>Change of letter of credit conditions</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F3B52EC" w14:textId="77777777" w:rsidR="008206F5" w:rsidRPr="0042658C" w:rsidRDefault="008206F5" w:rsidP="008206F5">
            <w:pPr>
              <w:spacing w:before="55" w:after="0" w:line="232" w:lineRule="auto"/>
              <w:ind w:left="4193"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200</w:t>
            </w:r>
            <w:r w:rsidRPr="0042658C">
              <w:rPr>
                <w:rFonts w:eastAsia="Arial" w:cstheme="minorHAnsi"/>
                <w:color w:val="000000"/>
              </w:rPr>
              <w:t xml:space="preserve">,00 </w:t>
            </w:r>
            <w:r w:rsidRPr="0042658C">
              <w:rPr>
                <w:rFonts w:eastAsia="Arial" w:cstheme="minorHAnsi"/>
                <w:color w:val="000000"/>
                <w:spacing w:val="-1"/>
              </w:rPr>
              <w:t>R</w:t>
            </w:r>
            <w:r w:rsidRPr="0042658C">
              <w:rPr>
                <w:rFonts w:eastAsia="Arial" w:cstheme="minorHAnsi"/>
                <w:color w:val="000000"/>
              </w:rPr>
              <w:t>SD</w:t>
            </w:r>
          </w:p>
        </w:tc>
      </w:tr>
    </w:tbl>
    <w:p w14:paraId="1F1C4F61" w14:textId="77777777" w:rsidR="004C563B" w:rsidRPr="0042658C" w:rsidRDefault="004C563B">
      <w:pPr>
        <w:rPr>
          <w:rFonts w:cstheme="minorHAnsi"/>
        </w:rPr>
        <w:sectPr w:rsidR="004C563B" w:rsidRPr="0042658C">
          <w:pgSz w:w="16838" w:h="11904" w:orient="landscape"/>
          <w:pgMar w:top="304" w:right="401" w:bottom="672" w:left="998" w:header="720" w:footer="720" w:gutter="0"/>
          <w:cols w:space="708"/>
        </w:sectPr>
      </w:pPr>
    </w:p>
    <w:p w14:paraId="1C1DFF74" w14:textId="438D250A"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4656" behindDoc="1" locked="0" layoutInCell="0" allowOverlap="1" wp14:anchorId="63C68CDE" wp14:editId="5317165C">
                <wp:simplePos x="0" y="0"/>
                <wp:positionH relativeFrom="page">
                  <wp:posOffset>10297414</wp:posOffset>
                </wp:positionH>
                <wp:positionV relativeFrom="paragraph">
                  <wp:posOffset>121870</wp:posOffset>
                </wp:positionV>
                <wp:extent cx="33796" cy="162780"/>
                <wp:effectExtent l="0" t="0" r="0" b="0"/>
                <wp:wrapNone/>
                <wp:docPr id="8" name="drawingObject8"/>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319BB9C9"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63C68CDE" id="drawingObject8" o:spid="_x0000_s1032" type="#_x0000_t202" style="position:absolute;left:0;text-align:left;margin-left:810.8pt;margin-top:9.6pt;width:2.65pt;height:12.8pt;z-index:-2516618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gwpw&#10;cqABAABAAwAADgAAAAAAAAAAAAAAAAAuAgAAZHJzL2Uyb0RvYy54bWxQSwECLQAUAAYACAAAACEA&#10;9V/m7N0AAAALAQAADwAAAAAAAAAAAAAAAAD6AwAAZHJzL2Rvd25yZXYueG1sUEsFBgAAAAAEAAQA&#10;8wAAAAQFAAAAAA==&#10;" o:allowincell="f" filled="f" stroked="f">
                <v:textbox style="mso-fit-shape-to-text:t" inset="0,0,0,0">
                  <w:txbxContent>
                    <w:p w14:paraId="319BB9C9"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45DDB5FE"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01"/>
        <w:gridCol w:w="8478"/>
        <w:gridCol w:w="2385"/>
        <w:gridCol w:w="3264"/>
      </w:tblGrid>
      <w:tr w:rsidR="00765809" w:rsidRPr="0042658C" w14:paraId="48201C83" w14:textId="77777777" w:rsidTr="00A543E7">
        <w:trPr>
          <w:cantSplit/>
          <w:trHeight w:hRule="exact" w:val="311"/>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4989AF7" w14:textId="77777777" w:rsidR="00765809" w:rsidRPr="0042658C" w:rsidRDefault="00765809" w:rsidP="00A543E7">
            <w:pPr>
              <w:spacing w:before="55"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.5.</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7DE871" w14:textId="77777777" w:rsidR="00765809" w:rsidRPr="0042658C" w:rsidRDefault="00765809" w:rsidP="00A543E7">
            <w:pPr>
              <w:spacing w:before="55" w:after="0" w:line="232" w:lineRule="auto"/>
              <w:ind w:left="70" w:right="-20"/>
              <w:rPr>
                <w:rFonts w:eastAsia="Arial" w:cstheme="minorHAnsi"/>
                <w:color w:val="000000"/>
              </w:rPr>
            </w:pPr>
            <w:r w:rsidRPr="00F1431A">
              <w:t>Download and view documents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4B3AC6" w14:textId="77777777" w:rsidR="00765809" w:rsidRPr="0042658C" w:rsidRDefault="00765809" w:rsidP="00A543E7">
            <w:pPr>
              <w:spacing w:before="55" w:after="0" w:line="232" w:lineRule="auto"/>
              <w:ind w:left="1694" w:right="-20"/>
              <w:rPr>
                <w:rFonts w:eastAsia="Arial" w:cstheme="minorHAnsi"/>
                <w:color w:val="000000"/>
              </w:rPr>
            </w:pPr>
            <w:r w:rsidRPr="0042658C">
              <w:rPr>
                <w:rFonts w:eastAsia="Arial" w:cstheme="minorHAnsi"/>
                <w:color w:val="000000"/>
              </w:rPr>
              <w:t>0</w:t>
            </w:r>
            <w:r>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B1AA45A" w14:textId="77777777" w:rsidR="00765809" w:rsidRPr="0042658C" w:rsidRDefault="00765809" w:rsidP="00A543E7">
            <w:pPr>
              <w:spacing w:before="55" w:after="0" w:line="232" w:lineRule="auto"/>
              <w:ind w:left="1500" w:right="-20"/>
              <w:rPr>
                <w:rFonts w:eastAsia="Arial" w:cstheme="minorHAnsi"/>
                <w:color w:val="000000"/>
              </w:rPr>
            </w:pPr>
            <w:r w:rsidRPr="00D3576C">
              <w:t>min. RSD 800.00</w:t>
            </w:r>
          </w:p>
        </w:tc>
      </w:tr>
      <w:tr w:rsidR="00765809" w:rsidRPr="0042658C" w14:paraId="1309AB14" w14:textId="77777777" w:rsidTr="00370F0E">
        <w:trPr>
          <w:cantSplit/>
          <w:trHeight w:hRule="exact" w:val="35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F2A555" w14:textId="77777777" w:rsidR="00765809" w:rsidRPr="0042658C" w:rsidRDefault="00765809" w:rsidP="00A543E7">
            <w:pPr>
              <w:spacing w:before="55" w:after="0" w:line="234"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.6.</w:t>
            </w:r>
          </w:p>
        </w:tc>
        <w:tc>
          <w:tcPr>
            <w:tcW w:w="847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1BD7C42" w14:textId="77777777" w:rsidR="00765809" w:rsidRPr="0042658C" w:rsidRDefault="00765809" w:rsidP="00A543E7">
            <w:pPr>
              <w:spacing w:before="55" w:after="0" w:line="234" w:lineRule="auto"/>
              <w:ind w:left="70" w:right="-20"/>
              <w:rPr>
                <w:rFonts w:eastAsia="Arial" w:cstheme="minorHAnsi"/>
                <w:color w:val="000000"/>
              </w:rPr>
            </w:pPr>
            <w:r w:rsidRPr="00F1431A">
              <w:t>Drafting of Loro letters of credit and coordination with the issuing bank</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54A34D" w14:textId="77777777" w:rsidR="00765809" w:rsidRPr="0042658C" w:rsidRDefault="00765809" w:rsidP="00A543E7">
            <w:pPr>
              <w:spacing w:before="55" w:after="0" w:line="234" w:lineRule="auto"/>
              <w:ind w:left="4193"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000</w:t>
            </w:r>
            <w:r w:rsidRPr="0042658C">
              <w:rPr>
                <w:rFonts w:eastAsia="Arial" w:cstheme="minorHAnsi"/>
                <w:color w:val="000000"/>
              </w:rPr>
              <w:t xml:space="preserve">,00 </w:t>
            </w:r>
            <w:r w:rsidRPr="0042658C">
              <w:rPr>
                <w:rFonts w:eastAsia="Arial" w:cstheme="minorHAnsi"/>
                <w:color w:val="000000"/>
                <w:spacing w:val="-1"/>
              </w:rPr>
              <w:t>R</w:t>
            </w:r>
            <w:r w:rsidRPr="0042658C">
              <w:rPr>
                <w:rFonts w:eastAsia="Arial" w:cstheme="minorHAnsi"/>
                <w:color w:val="000000"/>
              </w:rPr>
              <w:t>SD</w:t>
            </w:r>
          </w:p>
        </w:tc>
      </w:tr>
    </w:tbl>
    <w:p w14:paraId="659BBB98" w14:textId="77777777" w:rsidR="004C563B" w:rsidRPr="0042658C" w:rsidRDefault="004C563B">
      <w:pPr>
        <w:spacing w:after="14" w:line="1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10"/>
        <w:gridCol w:w="51"/>
        <w:gridCol w:w="8418"/>
        <w:gridCol w:w="2385"/>
        <w:gridCol w:w="3273"/>
      </w:tblGrid>
      <w:tr w:rsidR="00DE6FBC" w:rsidRPr="0042658C" w14:paraId="5AF4700F" w14:textId="77777777" w:rsidTr="00C55B20">
        <w:trPr>
          <w:cantSplit/>
          <w:trHeight w:hRule="exact" w:val="311"/>
        </w:trPr>
        <w:tc>
          <w:tcPr>
            <w:tcW w:w="1110"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2278ACC2" w14:textId="77777777" w:rsidR="00DE6FBC" w:rsidRPr="0042658C" w:rsidRDefault="00DE6FBC" w:rsidP="00DE6FBC">
            <w:pPr>
              <w:spacing w:after="0" w:line="240" w:lineRule="exact"/>
              <w:rPr>
                <w:rFonts w:eastAsia="Times New Roman" w:cstheme="minorHAnsi"/>
              </w:rPr>
            </w:pPr>
          </w:p>
          <w:p w14:paraId="0A884F98" w14:textId="77777777" w:rsidR="00DE6FBC" w:rsidRPr="0042658C" w:rsidRDefault="00DE6FBC" w:rsidP="00DE6FBC">
            <w:pPr>
              <w:spacing w:after="7" w:line="120" w:lineRule="exact"/>
              <w:rPr>
                <w:rFonts w:eastAsia="Times New Roman" w:cstheme="minorHAnsi"/>
              </w:rPr>
            </w:pPr>
          </w:p>
          <w:p w14:paraId="2A6227C7" w14:textId="77777777" w:rsidR="00DE6FBC" w:rsidRPr="0042658C" w:rsidRDefault="00DE6FBC" w:rsidP="00DE6FBC">
            <w:pPr>
              <w:spacing w:after="0" w:line="240"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.7.</w:t>
            </w:r>
          </w:p>
        </w:tc>
        <w:tc>
          <w:tcPr>
            <w:tcW w:w="51" w:type="dxa"/>
            <w:vMerge w:val="restart"/>
            <w:tcBorders>
              <w:left w:val="single" w:sz="7" w:space="0" w:color="000000"/>
            </w:tcBorders>
            <w:tcMar>
              <w:top w:w="0" w:type="dxa"/>
              <w:left w:w="0" w:type="dxa"/>
              <w:bottom w:w="0" w:type="dxa"/>
              <w:right w:w="0" w:type="dxa"/>
            </w:tcMar>
          </w:tcPr>
          <w:p w14:paraId="129CC18E" w14:textId="77777777" w:rsidR="00DE6FBC" w:rsidRPr="0042658C" w:rsidRDefault="00DE6FBC" w:rsidP="00DE6FBC">
            <w:pPr>
              <w:rPr>
                <w:rFonts w:cstheme="minorHAnsi"/>
              </w:rPr>
            </w:pPr>
          </w:p>
        </w:tc>
        <w:tc>
          <w:tcPr>
            <w:tcW w:w="14076" w:type="dxa"/>
            <w:gridSpan w:val="3"/>
            <w:tcBorders>
              <w:top w:val="single" w:sz="7" w:space="0" w:color="000000"/>
              <w:bottom w:val="single" w:sz="7" w:space="0" w:color="000000"/>
              <w:right w:val="single" w:sz="7" w:space="0" w:color="000000"/>
            </w:tcBorders>
            <w:tcMar>
              <w:top w:w="0" w:type="dxa"/>
              <w:left w:w="0" w:type="dxa"/>
              <w:bottom w:w="0" w:type="dxa"/>
              <w:right w:w="0" w:type="dxa"/>
            </w:tcMar>
          </w:tcPr>
          <w:p w14:paraId="22BA2A45" w14:textId="1CA73269" w:rsidR="00DE6FBC" w:rsidRPr="0042658C" w:rsidRDefault="00DE6FBC" w:rsidP="00DE6FBC">
            <w:pPr>
              <w:spacing w:before="55" w:after="0" w:line="232" w:lineRule="auto"/>
              <w:ind w:right="-20"/>
              <w:rPr>
                <w:rFonts w:eastAsia="Arial" w:cstheme="minorHAnsi"/>
                <w:color w:val="000000"/>
              </w:rPr>
            </w:pPr>
            <w:r w:rsidRPr="00E600F9">
              <w:t>Extension of validity</w:t>
            </w:r>
          </w:p>
        </w:tc>
      </w:tr>
      <w:tr w:rsidR="00DE6FBC" w:rsidRPr="0042658C" w14:paraId="7BCE8B3B" w14:textId="77777777" w:rsidTr="00C55B20">
        <w:trPr>
          <w:cantSplit/>
          <w:trHeight w:hRule="exact" w:val="312"/>
        </w:trPr>
        <w:tc>
          <w:tcPr>
            <w:tcW w:w="1110" w:type="dxa"/>
            <w:vMerge/>
            <w:tcBorders>
              <w:left w:val="single" w:sz="7" w:space="0" w:color="000000"/>
              <w:right w:val="single" w:sz="7" w:space="0" w:color="000000"/>
            </w:tcBorders>
            <w:tcMar>
              <w:top w:w="0" w:type="dxa"/>
              <w:left w:w="0" w:type="dxa"/>
              <w:bottom w:w="0" w:type="dxa"/>
              <w:right w:w="0" w:type="dxa"/>
            </w:tcMar>
          </w:tcPr>
          <w:p w14:paraId="6E7BC4DD" w14:textId="77777777" w:rsidR="00DE6FBC" w:rsidRPr="0042658C" w:rsidRDefault="00DE6FBC" w:rsidP="00DE6FBC">
            <w:pPr>
              <w:rPr>
                <w:rFonts w:cstheme="minorHAnsi"/>
              </w:rPr>
            </w:pPr>
          </w:p>
        </w:tc>
        <w:tc>
          <w:tcPr>
            <w:tcW w:w="51" w:type="dxa"/>
            <w:vMerge/>
            <w:tcBorders>
              <w:left w:val="single" w:sz="7" w:space="0" w:color="000000"/>
            </w:tcBorders>
            <w:tcMar>
              <w:top w:w="0" w:type="dxa"/>
              <w:left w:w="0" w:type="dxa"/>
              <w:bottom w:w="0" w:type="dxa"/>
              <w:right w:w="0" w:type="dxa"/>
            </w:tcMar>
          </w:tcPr>
          <w:p w14:paraId="1D3C5530" w14:textId="77777777" w:rsidR="00DE6FBC" w:rsidRPr="0042658C" w:rsidRDefault="00DE6FBC" w:rsidP="00DE6FBC">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2E9CD281" w14:textId="6EB53CCC" w:rsidR="00DE6FBC" w:rsidRPr="0042658C" w:rsidRDefault="00DE6FBC" w:rsidP="00DE6FBC">
            <w:pPr>
              <w:spacing w:before="55" w:after="0" w:line="232" w:lineRule="auto"/>
              <w:ind w:left="129" w:right="-20"/>
              <w:rPr>
                <w:rFonts w:eastAsia="Arial" w:cstheme="minorHAnsi"/>
                <w:color w:val="000000"/>
              </w:rPr>
            </w:pPr>
            <w:r w:rsidRPr="00E600F9">
              <w:t>Before the expiration date</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1445DF4" w14:textId="79139ED7" w:rsidR="00DE6FBC" w:rsidRPr="0042658C" w:rsidRDefault="00DE6FBC" w:rsidP="00DE6FBC">
            <w:pPr>
              <w:spacing w:before="55" w:after="0" w:line="232" w:lineRule="auto"/>
              <w:ind w:left="1694"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73"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D5313B" w14:textId="65FE7E8D" w:rsidR="00DE6FBC" w:rsidRPr="0042658C" w:rsidRDefault="00487111" w:rsidP="00DE6FBC">
            <w:pPr>
              <w:spacing w:before="55" w:after="0" w:line="232" w:lineRule="auto"/>
              <w:ind w:left="989" w:right="-20"/>
              <w:rPr>
                <w:rFonts w:eastAsia="Arial" w:cstheme="minorHAnsi"/>
                <w:color w:val="000000"/>
              </w:rPr>
            </w:pPr>
            <w:r w:rsidRPr="00487111">
              <w:rPr>
                <w:rFonts w:eastAsia="Arial" w:cstheme="minorHAnsi"/>
                <w:color w:val="000000"/>
              </w:rPr>
              <w:t xml:space="preserve">max. </w:t>
            </w:r>
            <w:r>
              <w:rPr>
                <w:rFonts w:eastAsia="Arial" w:cstheme="minorHAnsi"/>
                <w:color w:val="000000"/>
              </w:rPr>
              <w:t xml:space="preserve">RSD </w:t>
            </w:r>
            <w:r w:rsidRPr="00487111">
              <w:rPr>
                <w:rFonts w:eastAsia="Arial" w:cstheme="minorHAnsi"/>
                <w:color w:val="000000"/>
              </w:rPr>
              <w:t xml:space="preserve">100,000.00 </w:t>
            </w:r>
          </w:p>
        </w:tc>
      </w:tr>
      <w:tr w:rsidR="00DE6FBC" w:rsidRPr="0042658C" w14:paraId="2A3DCAD4" w14:textId="77777777" w:rsidTr="00C55B20">
        <w:trPr>
          <w:cantSplit/>
          <w:trHeight w:hRule="exact" w:val="314"/>
        </w:trPr>
        <w:tc>
          <w:tcPr>
            <w:tcW w:w="1110"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DC05EBB" w14:textId="77777777" w:rsidR="00DE6FBC" w:rsidRPr="0042658C" w:rsidRDefault="00DE6FBC" w:rsidP="00DE6FBC">
            <w:pPr>
              <w:rPr>
                <w:rFonts w:cstheme="minorHAnsi"/>
              </w:rPr>
            </w:pPr>
          </w:p>
        </w:tc>
        <w:tc>
          <w:tcPr>
            <w:tcW w:w="51" w:type="dxa"/>
            <w:vMerge/>
            <w:tcBorders>
              <w:left w:val="single" w:sz="7" w:space="0" w:color="000000"/>
            </w:tcBorders>
            <w:tcMar>
              <w:top w:w="0" w:type="dxa"/>
              <w:left w:w="0" w:type="dxa"/>
              <w:bottom w:w="0" w:type="dxa"/>
              <w:right w:w="0" w:type="dxa"/>
            </w:tcMar>
          </w:tcPr>
          <w:p w14:paraId="17FEEEFF" w14:textId="77777777" w:rsidR="00DE6FBC" w:rsidRPr="0042658C" w:rsidRDefault="00DE6FBC" w:rsidP="00DE6FBC">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2A2375EB" w14:textId="6F5EF2BD" w:rsidR="00DE6FBC" w:rsidRPr="0042658C" w:rsidRDefault="00DE6FBC" w:rsidP="00DE6FBC">
            <w:pPr>
              <w:spacing w:before="55" w:after="0" w:line="234" w:lineRule="auto"/>
              <w:ind w:left="129" w:right="-20"/>
              <w:rPr>
                <w:rFonts w:eastAsia="Arial" w:cstheme="minorHAnsi"/>
                <w:color w:val="000000"/>
              </w:rPr>
            </w:pPr>
            <w:r w:rsidRPr="00E600F9">
              <w:t>After the expiration date</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6F8493" w14:textId="1E0E5805" w:rsidR="00DE6FBC" w:rsidRPr="0042658C" w:rsidRDefault="00DE6FBC" w:rsidP="00DE6FBC">
            <w:pPr>
              <w:spacing w:before="55" w:after="0" w:line="234" w:lineRule="auto"/>
              <w:ind w:left="4985" w:right="-20"/>
              <w:rPr>
                <w:rFonts w:eastAsia="Arial" w:cstheme="minorHAnsi"/>
                <w:color w:val="000000"/>
              </w:rPr>
            </w:pPr>
            <w:r w:rsidRPr="0042658C">
              <w:rPr>
                <w:rFonts w:eastAsia="Arial" w:cstheme="minorHAnsi"/>
                <w:color w:val="000000"/>
              </w:rPr>
              <w:t>0</w:t>
            </w:r>
            <w:r w:rsidR="00B84CE6">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r>
      <w:tr w:rsidR="004C563B" w:rsidRPr="0042658C" w14:paraId="57A549A0" w14:textId="77777777" w:rsidTr="00C55B20">
        <w:trPr>
          <w:cantSplit/>
          <w:trHeight w:hRule="exact" w:val="311"/>
        </w:trPr>
        <w:tc>
          <w:tcPr>
            <w:tcW w:w="1161" w:type="dxa"/>
            <w:gridSpan w:val="2"/>
            <w:tcBorders>
              <w:left w:val="single" w:sz="7" w:space="0" w:color="000000"/>
              <w:bottom w:val="single" w:sz="7" w:space="0" w:color="000000"/>
            </w:tcBorders>
            <w:tcMar>
              <w:top w:w="0" w:type="dxa"/>
              <w:left w:w="0" w:type="dxa"/>
              <w:bottom w:w="0" w:type="dxa"/>
              <w:right w:w="0" w:type="dxa"/>
            </w:tcMar>
          </w:tcPr>
          <w:p w14:paraId="1F9AEF2D" w14:textId="0DD8E1EF" w:rsidR="004C563B" w:rsidRPr="0042658C" w:rsidRDefault="004C563B">
            <w:pPr>
              <w:spacing w:before="55" w:after="0" w:line="232" w:lineRule="auto"/>
              <w:ind w:left="43" w:right="-20"/>
              <w:rPr>
                <w:rFonts w:eastAsia="Arial" w:cstheme="minorHAnsi"/>
                <w:b/>
                <w:bCs/>
                <w:color w:val="000000"/>
              </w:rPr>
            </w:pPr>
          </w:p>
        </w:tc>
        <w:tc>
          <w:tcPr>
            <w:tcW w:w="14076" w:type="dxa"/>
            <w:gridSpan w:val="3"/>
            <w:tcBorders>
              <w:top w:val="single" w:sz="7" w:space="0" w:color="000000"/>
              <w:bottom w:val="single" w:sz="7" w:space="0" w:color="000000"/>
              <w:right w:val="single" w:sz="7" w:space="0" w:color="000000"/>
            </w:tcBorders>
            <w:tcMar>
              <w:top w:w="0" w:type="dxa"/>
              <w:left w:w="0" w:type="dxa"/>
              <w:bottom w:w="0" w:type="dxa"/>
              <w:right w:w="0" w:type="dxa"/>
            </w:tcMar>
          </w:tcPr>
          <w:p w14:paraId="15D641C1" w14:textId="557EF2FA" w:rsidR="004C563B" w:rsidRPr="0042658C" w:rsidRDefault="00DE6FBC">
            <w:pPr>
              <w:spacing w:before="55" w:after="0" w:line="232" w:lineRule="auto"/>
              <w:ind w:left="47" w:right="-20"/>
              <w:rPr>
                <w:rFonts w:eastAsia="Arial" w:cstheme="minorHAnsi"/>
                <w:b/>
                <w:bCs/>
                <w:color w:val="000000"/>
              </w:rPr>
            </w:pPr>
            <w:r w:rsidRPr="00DE6FBC">
              <w:rPr>
                <w:rFonts w:eastAsia="Arial" w:cstheme="minorHAnsi"/>
                <w:b/>
                <w:bCs/>
                <w:color w:val="000000"/>
              </w:rPr>
              <w:t xml:space="preserve">NOTES RELATED TO TARIFF </w:t>
            </w:r>
            <w:r w:rsidR="00C650FA">
              <w:rPr>
                <w:rFonts w:eastAsia="Arial" w:cstheme="minorHAnsi"/>
                <w:b/>
                <w:bCs/>
                <w:color w:val="000000"/>
              </w:rPr>
              <w:t>PARAGRAPHS</w:t>
            </w:r>
            <w:r w:rsidRPr="00DE6FBC">
              <w:rPr>
                <w:rFonts w:eastAsia="Arial" w:cstheme="minorHAnsi"/>
                <w:b/>
                <w:bCs/>
                <w:color w:val="000000"/>
              </w:rPr>
              <w:t xml:space="preserve"> </w:t>
            </w:r>
            <w:r>
              <w:rPr>
                <w:rFonts w:eastAsia="Arial" w:cstheme="minorHAnsi"/>
                <w:b/>
                <w:bCs/>
                <w:color w:val="000000"/>
              </w:rPr>
              <w:t>9</w:t>
            </w:r>
            <w:r w:rsidR="00ED1567" w:rsidRPr="0042658C">
              <w:rPr>
                <w:rFonts w:eastAsia="Arial" w:cstheme="minorHAnsi"/>
                <w:b/>
                <w:bCs/>
                <w:color w:val="000000"/>
              </w:rPr>
              <w:t>.1</w:t>
            </w:r>
            <w:r w:rsidR="00ED1567" w:rsidRPr="0042658C">
              <w:rPr>
                <w:rFonts w:eastAsia="Arial" w:cstheme="minorHAnsi"/>
                <w:color w:val="000000"/>
              </w:rPr>
              <w:t xml:space="preserve"> </w:t>
            </w:r>
            <w:r>
              <w:rPr>
                <w:rFonts w:eastAsia="Arial" w:cstheme="minorHAnsi"/>
                <w:b/>
                <w:bCs/>
                <w:color w:val="000000"/>
              </w:rPr>
              <w:t>and</w:t>
            </w:r>
            <w:r w:rsidR="00ED1567" w:rsidRPr="0042658C">
              <w:rPr>
                <w:rFonts w:eastAsia="Arial" w:cstheme="minorHAnsi"/>
                <w:color w:val="000000"/>
              </w:rPr>
              <w:t xml:space="preserve"> </w:t>
            </w:r>
            <w:r w:rsidR="00ED1567" w:rsidRPr="0042658C">
              <w:rPr>
                <w:rFonts w:eastAsia="Arial" w:cstheme="minorHAnsi"/>
                <w:b/>
                <w:bCs/>
                <w:color w:val="000000"/>
                <w:spacing w:val="-2"/>
              </w:rPr>
              <w:t>9</w:t>
            </w:r>
            <w:r w:rsidR="00ED1567" w:rsidRPr="0042658C">
              <w:rPr>
                <w:rFonts w:eastAsia="Arial" w:cstheme="minorHAnsi"/>
                <w:b/>
                <w:bCs/>
                <w:color w:val="000000"/>
              </w:rPr>
              <w:t>.</w:t>
            </w:r>
            <w:r w:rsidR="00ED1567" w:rsidRPr="0042658C">
              <w:rPr>
                <w:rFonts w:eastAsia="Arial" w:cstheme="minorHAnsi"/>
                <w:b/>
                <w:bCs/>
                <w:color w:val="000000"/>
                <w:spacing w:val="-1"/>
              </w:rPr>
              <w:t>2</w:t>
            </w:r>
            <w:r w:rsidR="00ED1567" w:rsidRPr="0042658C">
              <w:rPr>
                <w:rFonts w:eastAsia="Arial" w:cstheme="minorHAnsi"/>
                <w:b/>
                <w:bCs/>
                <w:color w:val="000000"/>
              </w:rPr>
              <w:t>.</w:t>
            </w:r>
          </w:p>
        </w:tc>
      </w:tr>
      <w:tr w:rsidR="004C563B" w:rsidRPr="0042658C" w14:paraId="0DF91ECA" w14:textId="77777777" w:rsidTr="00531512">
        <w:trPr>
          <w:cantSplit/>
          <w:trHeight w:hRule="exact" w:val="3610"/>
        </w:trPr>
        <w:tc>
          <w:tcPr>
            <w:tcW w:w="1161" w:type="dxa"/>
            <w:gridSpan w:val="2"/>
            <w:tcBorders>
              <w:top w:val="single" w:sz="7" w:space="0" w:color="000000"/>
              <w:left w:val="single" w:sz="7" w:space="0" w:color="000000"/>
            </w:tcBorders>
            <w:tcMar>
              <w:top w:w="0" w:type="dxa"/>
              <w:left w:w="0" w:type="dxa"/>
              <w:bottom w:w="0" w:type="dxa"/>
              <w:right w:w="0" w:type="dxa"/>
            </w:tcMar>
          </w:tcPr>
          <w:p w14:paraId="7B066805" w14:textId="2D21863D" w:rsidR="004C563B" w:rsidRPr="0042658C" w:rsidRDefault="004C563B">
            <w:pPr>
              <w:spacing w:before="55" w:after="0" w:line="253" w:lineRule="auto"/>
              <w:ind w:left="43" w:right="-20"/>
              <w:rPr>
                <w:rFonts w:eastAsia="Arial" w:cstheme="minorHAnsi"/>
                <w:color w:val="000000"/>
              </w:rPr>
            </w:pPr>
          </w:p>
        </w:tc>
        <w:tc>
          <w:tcPr>
            <w:tcW w:w="14076" w:type="dxa"/>
            <w:gridSpan w:val="3"/>
            <w:tcBorders>
              <w:top w:val="single" w:sz="7" w:space="0" w:color="000000"/>
              <w:bottom w:val="single" w:sz="11" w:space="0" w:color="F5D2D4"/>
              <w:right w:val="single" w:sz="7" w:space="0" w:color="000000"/>
            </w:tcBorders>
            <w:tcMar>
              <w:top w:w="0" w:type="dxa"/>
              <w:left w:w="0" w:type="dxa"/>
              <w:bottom w:w="0" w:type="dxa"/>
              <w:right w:w="0" w:type="dxa"/>
            </w:tcMar>
          </w:tcPr>
          <w:p w14:paraId="0964EAAE" w14:textId="5B2BE88F" w:rsidR="00531512" w:rsidRPr="00531512" w:rsidRDefault="00531512" w:rsidP="00531512">
            <w:pPr>
              <w:spacing w:after="0" w:line="236" w:lineRule="auto"/>
              <w:ind w:left="-56" w:right="301" w:firstLine="52"/>
              <w:rPr>
                <w:rFonts w:eastAsia="Arial" w:cstheme="minorHAnsi"/>
                <w:color w:val="000000"/>
              </w:rPr>
            </w:pPr>
            <w:r w:rsidRPr="00531512">
              <w:rPr>
                <w:rFonts w:eastAsia="Arial" w:cstheme="minorHAnsi"/>
                <w:color w:val="000000"/>
              </w:rPr>
              <w:t>When opening a nostro letter of credit with deferred deposit, in case the confirmation of a foreign bank is conditioned by the deposit,</w:t>
            </w:r>
            <w:r>
              <w:rPr>
                <w:rFonts w:eastAsia="Arial" w:cstheme="minorHAnsi"/>
                <w:color w:val="000000"/>
              </w:rPr>
              <w:t xml:space="preserve"> t</w:t>
            </w:r>
            <w:r w:rsidRPr="00531512">
              <w:rPr>
                <w:rFonts w:eastAsia="Arial" w:cstheme="minorHAnsi"/>
                <w:color w:val="000000"/>
              </w:rPr>
              <w:t>he Bank wil</w:t>
            </w:r>
            <w:r>
              <w:rPr>
                <w:rFonts w:eastAsia="Arial" w:cstheme="minorHAnsi"/>
                <w:color w:val="000000"/>
              </w:rPr>
              <w:t xml:space="preserve">l </w:t>
            </w:r>
            <w:r w:rsidRPr="00531512">
              <w:rPr>
                <w:rFonts w:eastAsia="Arial" w:cstheme="minorHAnsi"/>
                <w:color w:val="000000"/>
              </w:rPr>
              <w:t xml:space="preserve">calculate and collect the </w:t>
            </w:r>
            <w:r>
              <w:rPr>
                <w:rFonts w:eastAsia="Arial" w:cstheme="minorHAnsi"/>
                <w:color w:val="000000"/>
              </w:rPr>
              <w:t>RSD</w:t>
            </w:r>
            <w:r w:rsidRPr="00531512">
              <w:rPr>
                <w:rFonts w:eastAsia="Arial" w:cstheme="minorHAnsi"/>
                <w:color w:val="000000"/>
              </w:rPr>
              <w:t xml:space="preserve"> equivalent of the interest that would be earned by placing a foreign currency deposit in the same amount and for the same period under</w:t>
            </w:r>
            <w:r>
              <w:rPr>
                <w:rFonts w:eastAsia="Arial" w:cstheme="minorHAnsi"/>
                <w:color w:val="000000"/>
              </w:rPr>
              <w:t xml:space="preserve"> </w:t>
            </w:r>
            <w:r w:rsidRPr="00531512">
              <w:rPr>
                <w:rFonts w:eastAsia="Arial" w:cstheme="minorHAnsi"/>
                <w:color w:val="000000"/>
              </w:rPr>
              <w:t>market conditions.</w:t>
            </w:r>
          </w:p>
          <w:p w14:paraId="2E93B126" w14:textId="2801ECA8" w:rsidR="00531512" w:rsidRPr="00531512" w:rsidRDefault="00531512" w:rsidP="00531512">
            <w:pPr>
              <w:spacing w:after="0" w:line="236" w:lineRule="auto"/>
              <w:ind w:left="-56" w:right="301" w:firstLine="52"/>
              <w:rPr>
                <w:rFonts w:eastAsia="Arial" w:cstheme="minorHAnsi"/>
                <w:color w:val="000000"/>
              </w:rPr>
            </w:pPr>
            <w:r w:rsidRPr="00531512">
              <w:rPr>
                <w:rFonts w:eastAsia="Arial" w:cstheme="minorHAnsi"/>
                <w:color w:val="000000"/>
              </w:rPr>
              <w:t xml:space="preserve">Commissions under tariff item 9 </w:t>
            </w:r>
            <w:r w:rsidR="00084CEB">
              <w:rPr>
                <w:rFonts w:eastAsia="Arial" w:cstheme="minorHAnsi"/>
                <w:color w:val="000000"/>
              </w:rPr>
              <w:t>will</w:t>
            </w:r>
            <w:r w:rsidRPr="00531512">
              <w:rPr>
                <w:rFonts w:eastAsia="Arial" w:cstheme="minorHAnsi"/>
                <w:color w:val="000000"/>
              </w:rPr>
              <w:t xml:space="preserve"> be calculated quarterly in advance for the first quarter and each full quarter in which the open nostro is valid.</w:t>
            </w:r>
            <w:r>
              <w:rPr>
                <w:rFonts w:eastAsia="Arial" w:cstheme="minorHAnsi"/>
                <w:color w:val="000000"/>
              </w:rPr>
              <w:t xml:space="preserve"> </w:t>
            </w:r>
            <w:r w:rsidRPr="00531512">
              <w:rPr>
                <w:rFonts w:eastAsia="Arial" w:cstheme="minorHAnsi"/>
                <w:color w:val="000000"/>
              </w:rPr>
              <w:t>In the period after the last full quarter of the validity of the nostro letter of credit, the commission will be calculated in advance for as many months as</w:t>
            </w:r>
          </w:p>
          <w:p w14:paraId="72FFC6F5" w14:textId="3AE612B6" w:rsidR="00531512" w:rsidRPr="00531512" w:rsidRDefault="00531512" w:rsidP="00531512">
            <w:pPr>
              <w:spacing w:after="0" w:line="236" w:lineRule="auto"/>
              <w:ind w:left="-56" w:right="301" w:firstLine="52"/>
              <w:rPr>
                <w:rFonts w:eastAsia="Arial" w:cstheme="minorHAnsi"/>
                <w:color w:val="000000"/>
              </w:rPr>
            </w:pPr>
            <w:r>
              <w:rPr>
                <w:rFonts w:eastAsia="Arial" w:cstheme="minorHAnsi"/>
                <w:color w:val="000000"/>
              </w:rPr>
              <w:t xml:space="preserve">in </w:t>
            </w:r>
            <w:r w:rsidRPr="00531512">
              <w:rPr>
                <w:rFonts w:eastAsia="Arial" w:cstheme="minorHAnsi"/>
                <w:color w:val="000000"/>
              </w:rPr>
              <w:t>start within the validity period, for each started month by one third of the quarterly commission.</w:t>
            </w:r>
          </w:p>
          <w:p w14:paraId="5980A222" w14:textId="77B2CE87" w:rsidR="00531512" w:rsidRPr="00531512" w:rsidRDefault="00531512" w:rsidP="00531512">
            <w:pPr>
              <w:spacing w:after="0" w:line="236" w:lineRule="auto"/>
              <w:ind w:left="-56" w:right="301" w:firstLine="52"/>
              <w:rPr>
                <w:rFonts w:eastAsia="Arial" w:cstheme="minorHAnsi"/>
                <w:color w:val="000000"/>
              </w:rPr>
            </w:pPr>
            <w:r w:rsidRPr="00531512">
              <w:rPr>
                <w:rFonts w:eastAsia="Arial" w:cstheme="minorHAnsi"/>
                <w:color w:val="000000"/>
              </w:rPr>
              <w:t xml:space="preserve">In case of increase in the value of the letter of credit, </w:t>
            </w:r>
            <w:r>
              <w:rPr>
                <w:rFonts w:eastAsia="Arial" w:cstheme="minorHAnsi"/>
                <w:color w:val="000000"/>
              </w:rPr>
              <w:t>and</w:t>
            </w:r>
            <w:r w:rsidRPr="00531512">
              <w:rPr>
                <w:rFonts w:eastAsia="Arial" w:cstheme="minorHAnsi"/>
                <w:color w:val="000000"/>
              </w:rPr>
              <w:t xml:space="preserve"> in case of extension of the validity period, the fee from the appropriate tariff item will be charged.</w:t>
            </w:r>
          </w:p>
          <w:p w14:paraId="36D8D961" w14:textId="4BBAB7CA" w:rsidR="00531512" w:rsidRPr="00531512" w:rsidRDefault="00531512" w:rsidP="00531512">
            <w:pPr>
              <w:spacing w:after="0" w:line="236" w:lineRule="auto"/>
              <w:ind w:left="-56" w:right="301" w:firstLine="52"/>
              <w:rPr>
                <w:rFonts w:eastAsia="Arial" w:cstheme="minorHAnsi"/>
                <w:color w:val="000000"/>
              </w:rPr>
            </w:pPr>
            <w:r w:rsidRPr="00531512">
              <w:rPr>
                <w:rFonts w:eastAsia="Arial" w:cstheme="minorHAnsi"/>
                <w:color w:val="000000"/>
              </w:rPr>
              <w:t xml:space="preserve">In case of letters of credit with deferred payment, the commission </w:t>
            </w:r>
            <w:r>
              <w:rPr>
                <w:rFonts w:eastAsia="Arial" w:cstheme="minorHAnsi"/>
                <w:color w:val="000000"/>
              </w:rPr>
              <w:t>will be</w:t>
            </w:r>
            <w:r w:rsidRPr="00531512">
              <w:rPr>
                <w:rFonts w:eastAsia="Arial" w:cstheme="minorHAnsi"/>
                <w:color w:val="000000"/>
              </w:rPr>
              <w:t xml:space="preserve"> charged until the expiration of the obligation to pay.</w:t>
            </w:r>
          </w:p>
          <w:p w14:paraId="38182EB6" w14:textId="5951B712" w:rsidR="00531512" w:rsidRPr="00531512" w:rsidRDefault="00531512" w:rsidP="00531512">
            <w:pPr>
              <w:spacing w:after="0" w:line="236" w:lineRule="auto"/>
              <w:ind w:left="-56" w:right="301" w:firstLine="52"/>
              <w:rPr>
                <w:rFonts w:eastAsia="Arial" w:cstheme="minorHAnsi"/>
                <w:color w:val="000000"/>
              </w:rPr>
            </w:pPr>
            <w:r w:rsidRPr="00531512">
              <w:rPr>
                <w:rFonts w:eastAsia="Arial" w:cstheme="minorHAnsi"/>
                <w:color w:val="000000"/>
              </w:rPr>
              <w:t xml:space="preserve">The Client </w:t>
            </w:r>
            <w:r>
              <w:rPr>
                <w:rFonts w:eastAsia="Arial" w:cstheme="minorHAnsi"/>
                <w:color w:val="000000"/>
              </w:rPr>
              <w:t>obliges</w:t>
            </w:r>
            <w:r w:rsidRPr="00531512">
              <w:rPr>
                <w:rFonts w:eastAsia="Arial" w:cstheme="minorHAnsi"/>
                <w:color w:val="000000"/>
              </w:rPr>
              <w:t xml:space="preserve"> to submit, at the request of the Bank, an appropriate instrument to ensure the payment of fees for services in foreign operations.</w:t>
            </w:r>
          </w:p>
          <w:p w14:paraId="760A8E11" w14:textId="12C4D91B" w:rsidR="004C563B" w:rsidRPr="0042658C" w:rsidRDefault="00531512" w:rsidP="00531512">
            <w:pPr>
              <w:spacing w:after="0" w:line="236" w:lineRule="auto"/>
              <w:ind w:left="-56" w:right="301" w:firstLine="52"/>
              <w:rPr>
                <w:rFonts w:eastAsia="Arial" w:cstheme="minorHAnsi"/>
                <w:color w:val="000000"/>
              </w:rPr>
            </w:pPr>
            <w:r w:rsidRPr="00531512">
              <w:rPr>
                <w:rFonts w:eastAsia="Arial" w:cstheme="minorHAnsi"/>
                <w:color w:val="000000"/>
              </w:rPr>
              <w:t>(standing order, blank promissory notes, guarantees and / or other forms of guarantee).</w:t>
            </w:r>
          </w:p>
        </w:tc>
      </w:tr>
      <w:tr w:rsidR="00C55B20" w:rsidRPr="0042658C" w14:paraId="108A336E" w14:textId="77777777" w:rsidTr="00C55B20">
        <w:trPr>
          <w:cantSplit/>
          <w:trHeight w:hRule="exact" w:val="313"/>
        </w:trPr>
        <w:tc>
          <w:tcPr>
            <w:tcW w:w="1110" w:type="dxa"/>
            <w:tcBorders>
              <w:top w:val="single" w:sz="1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91ED21F" w14:textId="77777777" w:rsidR="00C55B20" w:rsidRPr="0042658C" w:rsidRDefault="00C55B20" w:rsidP="00C55B20">
            <w:pPr>
              <w:spacing w:before="56" w:after="0" w:line="233" w:lineRule="auto"/>
              <w:ind w:left="439" w:right="-20"/>
              <w:rPr>
                <w:rFonts w:eastAsia="Arial" w:cstheme="minorHAnsi"/>
                <w:b/>
                <w:bCs/>
                <w:color w:val="000000"/>
              </w:rPr>
            </w:pPr>
            <w:r w:rsidRPr="0042658C">
              <w:rPr>
                <w:rFonts w:eastAsia="Arial" w:cstheme="minorHAnsi"/>
                <w:b/>
                <w:bCs/>
                <w:color w:val="000000"/>
              </w:rPr>
              <w:t>10</w:t>
            </w:r>
          </w:p>
        </w:tc>
        <w:tc>
          <w:tcPr>
            <w:tcW w:w="51" w:type="dxa"/>
            <w:vMerge w:val="restart"/>
            <w:tcBorders>
              <w:left w:val="single" w:sz="7" w:space="0" w:color="000000"/>
            </w:tcBorders>
            <w:shd w:val="clear" w:color="auto" w:fill="F5D2D4"/>
            <w:tcMar>
              <w:top w:w="0" w:type="dxa"/>
              <w:left w:w="0" w:type="dxa"/>
              <w:bottom w:w="0" w:type="dxa"/>
              <w:right w:w="0" w:type="dxa"/>
            </w:tcMar>
          </w:tcPr>
          <w:p w14:paraId="1E6FC595" w14:textId="77777777" w:rsidR="00C55B20" w:rsidRPr="0042658C" w:rsidRDefault="00C55B20" w:rsidP="00C55B20">
            <w:pPr>
              <w:rPr>
                <w:rFonts w:cstheme="minorHAnsi"/>
              </w:rPr>
            </w:pPr>
          </w:p>
        </w:tc>
        <w:tc>
          <w:tcPr>
            <w:tcW w:w="14076" w:type="dxa"/>
            <w:gridSpan w:val="3"/>
            <w:tcBorders>
              <w:top w:val="single" w:sz="11" w:space="0" w:color="F5D2D4"/>
              <w:bottom w:val="single" w:sz="7" w:space="0" w:color="000000"/>
              <w:right w:val="single" w:sz="7" w:space="0" w:color="000000"/>
            </w:tcBorders>
            <w:shd w:val="clear" w:color="auto" w:fill="F5D2D4"/>
            <w:tcMar>
              <w:top w:w="0" w:type="dxa"/>
              <w:left w:w="0" w:type="dxa"/>
              <w:bottom w:w="0" w:type="dxa"/>
              <w:right w:w="0" w:type="dxa"/>
            </w:tcMar>
          </w:tcPr>
          <w:p w14:paraId="40FBA232" w14:textId="74ED00BC" w:rsidR="00C55B20" w:rsidRPr="00C55B20" w:rsidRDefault="00C55B20" w:rsidP="00C55B20">
            <w:pPr>
              <w:spacing w:before="56" w:after="0" w:line="233" w:lineRule="auto"/>
              <w:ind w:right="-20"/>
              <w:rPr>
                <w:rFonts w:eastAsia="Arial" w:cstheme="minorHAnsi"/>
                <w:b/>
                <w:bCs/>
                <w:color w:val="000000"/>
              </w:rPr>
            </w:pPr>
            <w:r w:rsidRPr="00C55B20">
              <w:rPr>
                <w:b/>
                <w:bCs/>
              </w:rPr>
              <w:t>FOREIGN LOANS</w:t>
            </w:r>
          </w:p>
        </w:tc>
      </w:tr>
      <w:tr w:rsidR="00C55B20" w:rsidRPr="0042658C" w14:paraId="7B01FD46" w14:textId="77777777" w:rsidTr="00C55B20">
        <w:trPr>
          <w:cantSplit/>
          <w:trHeight w:hRule="exact" w:val="332"/>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0E3BF95" w14:textId="77777777" w:rsidR="00C55B20" w:rsidRPr="0042658C" w:rsidRDefault="00C55B20" w:rsidP="00C55B20">
            <w:pPr>
              <w:spacing w:before="56" w:after="0" w:line="240"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0</w:t>
            </w:r>
            <w:r w:rsidRPr="0042658C">
              <w:rPr>
                <w:rFonts w:eastAsia="Arial" w:cstheme="minorHAnsi"/>
                <w:color w:val="000000"/>
              </w:rPr>
              <w:t>.</w:t>
            </w:r>
            <w:r w:rsidRPr="0042658C">
              <w:rPr>
                <w:rFonts w:eastAsia="Arial" w:cstheme="minorHAnsi"/>
                <w:color w:val="000000"/>
                <w:spacing w:val="-1"/>
              </w:rPr>
              <w:t>1</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5C396895" w14:textId="77777777" w:rsidR="00C55B20" w:rsidRPr="0042658C" w:rsidRDefault="00C55B20" w:rsidP="00C55B20">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216DF179" w14:textId="59A6FF38" w:rsidR="00C55B20" w:rsidRPr="0042658C" w:rsidRDefault="00C55B20" w:rsidP="00C55B20">
            <w:pPr>
              <w:spacing w:before="56" w:after="0" w:line="240" w:lineRule="auto"/>
              <w:ind w:right="-20"/>
              <w:rPr>
                <w:rFonts w:eastAsia="Arial" w:cstheme="minorHAnsi"/>
                <w:color w:val="000000"/>
              </w:rPr>
            </w:pPr>
            <w:r w:rsidRPr="00485D35">
              <w:t>Obtaining foreign loans and assuming liabilities on foreign loans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1D58487" w14:textId="47B93207" w:rsidR="00C55B20" w:rsidRPr="0042658C" w:rsidRDefault="00C55B20" w:rsidP="00C55B20">
            <w:pPr>
              <w:spacing w:before="56" w:after="0" w:line="240" w:lineRule="auto"/>
              <w:ind w:left="1694" w:right="-20"/>
              <w:rPr>
                <w:rFonts w:eastAsia="Arial" w:cstheme="minorHAnsi"/>
                <w:color w:val="000000"/>
              </w:rPr>
            </w:pPr>
            <w:r w:rsidRPr="0042658C">
              <w:rPr>
                <w:rFonts w:eastAsia="Arial" w:cstheme="minorHAnsi"/>
                <w:color w:val="000000"/>
              </w:rPr>
              <w:t>1</w:t>
            </w:r>
            <w:r w:rsidR="00D9310D">
              <w:rPr>
                <w:rFonts w:eastAsia="Arial" w:cstheme="minorHAnsi"/>
                <w:color w:val="000000"/>
              </w:rPr>
              <w:t>.</w:t>
            </w:r>
            <w:r w:rsidRPr="0042658C">
              <w:rPr>
                <w:rFonts w:eastAsia="Arial" w:cstheme="minorHAnsi"/>
                <w:color w:val="000000"/>
                <w:spacing w:val="-1"/>
              </w:rPr>
              <w:t>00</w:t>
            </w:r>
            <w:r w:rsidRPr="0042658C">
              <w:rPr>
                <w:rFonts w:eastAsia="Arial" w:cstheme="minorHAnsi"/>
                <w:color w:val="000000"/>
              </w:rPr>
              <w:t>%</w:t>
            </w:r>
          </w:p>
        </w:tc>
        <w:tc>
          <w:tcPr>
            <w:tcW w:w="3273"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49F327" w14:textId="6DCDF805" w:rsidR="00C55B20" w:rsidRPr="0042658C" w:rsidRDefault="00A77808" w:rsidP="00A77808">
            <w:pPr>
              <w:spacing w:before="56" w:after="0" w:line="240" w:lineRule="auto"/>
              <w:ind w:right="-20"/>
              <w:rPr>
                <w:rFonts w:eastAsia="Arial" w:cstheme="minorHAnsi"/>
                <w:color w:val="000000"/>
              </w:rPr>
            </w:pPr>
            <w:r w:rsidRPr="00A77808">
              <w:rPr>
                <w:rFonts w:eastAsia="Arial" w:cstheme="minorHAnsi"/>
                <w:color w:val="000000"/>
              </w:rPr>
              <w:t>Three months in advance</w:t>
            </w:r>
          </w:p>
        </w:tc>
      </w:tr>
      <w:tr w:rsidR="00A77808" w:rsidRPr="0042658C" w14:paraId="147A29BB" w14:textId="77777777" w:rsidTr="00C55B20">
        <w:trPr>
          <w:cantSplit/>
          <w:trHeight w:hRule="exact" w:val="312"/>
        </w:trPr>
        <w:tc>
          <w:tcPr>
            <w:tcW w:w="1110" w:type="dxa"/>
            <w:tcBorders>
              <w:top w:val="single" w:sz="7" w:space="0" w:color="000000"/>
              <w:left w:val="single" w:sz="7" w:space="0" w:color="000000"/>
              <w:bottom w:val="single" w:sz="11" w:space="0" w:color="F5D2D4"/>
              <w:right w:val="single" w:sz="7" w:space="0" w:color="000000"/>
            </w:tcBorders>
            <w:tcMar>
              <w:top w:w="0" w:type="dxa"/>
              <w:left w:w="0" w:type="dxa"/>
              <w:bottom w:w="0" w:type="dxa"/>
              <w:right w:w="0" w:type="dxa"/>
            </w:tcMar>
          </w:tcPr>
          <w:p w14:paraId="165E6C08" w14:textId="77777777" w:rsidR="00A77808" w:rsidRPr="0042658C" w:rsidRDefault="00A77808" w:rsidP="00A77808">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0</w:t>
            </w:r>
            <w:r w:rsidRPr="0042658C">
              <w:rPr>
                <w:rFonts w:eastAsia="Arial" w:cstheme="minorHAnsi"/>
                <w:color w:val="000000"/>
              </w:rPr>
              <w:t>.</w:t>
            </w:r>
            <w:r w:rsidRPr="0042658C">
              <w:rPr>
                <w:rFonts w:eastAsia="Arial" w:cstheme="minorHAnsi"/>
                <w:color w:val="000000"/>
                <w:spacing w:val="-1"/>
              </w:rPr>
              <w:t>2</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3F631D4A" w14:textId="77777777" w:rsidR="00A77808" w:rsidRPr="0042658C" w:rsidRDefault="00A77808" w:rsidP="00A77808">
            <w:pPr>
              <w:rPr>
                <w:rFonts w:cstheme="minorHAnsi"/>
              </w:rPr>
            </w:pPr>
          </w:p>
        </w:tc>
        <w:tc>
          <w:tcPr>
            <w:tcW w:w="8418" w:type="dxa"/>
            <w:tcBorders>
              <w:top w:val="single" w:sz="7" w:space="0" w:color="000000"/>
              <w:bottom w:val="single" w:sz="11" w:space="0" w:color="F5D2D4"/>
              <w:right w:val="single" w:sz="7" w:space="0" w:color="000000"/>
            </w:tcBorders>
            <w:tcMar>
              <w:top w:w="0" w:type="dxa"/>
              <w:left w:w="0" w:type="dxa"/>
              <w:bottom w:w="0" w:type="dxa"/>
              <w:right w:w="0" w:type="dxa"/>
            </w:tcMar>
          </w:tcPr>
          <w:p w14:paraId="58676411" w14:textId="08F33327" w:rsidR="00A77808" w:rsidRPr="0042658C" w:rsidRDefault="00A77808" w:rsidP="00A77808">
            <w:pPr>
              <w:spacing w:before="55" w:after="0" w:line="232" w:lineRule="auto"/>
              <w:ind w:right="-20"/>
              <w:rPr>
                <w:rFonts w:eastAsia="Arial" w:cstheme="minorHAnsi"/>
                <w:color w:val="000000"/>
              </w:rPr>
            </w:pPr>
            <w:r w:rsidRPr="00485D35">
              <w:t>Bank services as a loan agent for international financial institutions</w:t>
            </w:r>
          </w:p>
        </w:tc>
        <w:tc>
          <w:tcPr>
            <w:tcW w:w="5658" w:type="dxa"/>
            <w:gridSpan w:val="2"/>
            <w:tcBorders>
              <w:top w:val="single" w:sz="7" w:space="0" w:color="000000"/>
              <w:left w:val="single" w:sz="7" w:space="0" w:color="000000"/>
              <w:bottom w:val="single" w:sz="11" w:space="0" w:color="F5D2D4"/>
              <w:right w:val="single" w:sz="7" w:space="0" w:color="000000"/>
            </w:tcBorders>
            <w:tcMar>
              <w:top w:w="0" w:type="dxa"/>
              <w:left w:w="0" w:type="dxa"/>
              <w:bottom w:w="0" w:type="dxa"/>
              <w:right w:w="0" w:type="dxa"/>
            </w:tcMar>
          </w:tcPr>
          <w:p w14:paraId="1176C542" w14:textId="5D618F79" w:rsidR="00A77808" w:rsidRPr="0042658C" w:rsidRDefault="00A77808" w:rsidP="00A77808">
            <w:pPr>
              <w:spacing w:before="55" w:after="0" w:line="232" w:lineRule="auto"/>
              <w:ind w:right="-20"/>
              <w:rPr>
                <w:rFonts w:eastAsia="Arial" w:cstheme="minorHAnsi"/>
                <w:color w:val="000000"/>
              </w:rPr>
            </w:pPr>
            <w:r w:rsidRPr="00627D69">
              <w:t>1.00% p.a. from the state of debt</w:t>
            </w:r>
          </w:p>
        </w:tc>
      </w:tr>
      <w:tr w:rsidR="00A77808" w:rsidRPr="0042658C" w14:paraId="17844EAD" w14:textId="77777777" w:rsidTr="00C55B20">
        <w:trPr>
          <w:cantSplit/>
          <w:trHeight w:hRule="exact" w:val="310"/>
        </w:trPr>
        <w:tc>
          <w:tcPr>
            <w:tcW w:w="1110" w:type="dxa"/>
            <w:tcBorders>
              <w:top w:val="single" w:sz="1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D9F999E" w14:textId="77777777" w:rsidR="00A77808" w:rsidRPr="0042658C" w:rsidRDefault="00A77808" w:rsidP="00A77808">
            <w:pPr>
              <w:spacing w:before="55" w:after="0" w:line="231" w:lineRule="auto"/>
              <w:ind w:left="439" w:right="-20"/>
              <w:rPr>
                <w:rFonts w:eastAsia="Arial" w:cstheme="minorHAnsi"/>
                <w:b/>
                <w:bCs/>
                <w:color w:val="000000"/>
              </w:rPr>
            </w:pPr>
            <w:r w:rsidRPr="0042658C">
              <w:rPr>
                <w:rFonts w:eastAsia="Arial" w:cstheme="minorHAnsi"/>
                <w:b/>
                <w:bCs/>
                <w:color w:val="000000"/>
              </w:rPr>
              <w:t>11</w:t>
            </w:r>
          </w:p>
        </w:tc>
        <w:tc>
          <w:tcPr>
            <w:tcW w:w="51" w:type="dxa"/>
            <w:vMerge/>
            <w:tcBorders>
              <w:left w:val="single" w:sz="7" w:space="0" w:color="000000"/>
            </w:tcBorders>
            <w:shd w:val="clear" w:color="auto" w:fill="F5D2D4"/>
            <w:tcMar>
              <w:top w:w="0" w:type="dxa"/>
              <w:left w:w="0" w:type="dxa"/>
              <w:bottom w:w="0" w:type="dxa"/>
              <w:right w:w="0" w:type="dxa"/>
            </w:tcMar>
          </w:tcPr>
          <w:p w14:paraId="5ED4FC17" w14:textId="77777777" w:rsidR="00A77808" w:rsidRPr="0042658C" w:rsidRDefault="00A77808" w:rsidP="00A77808">
            <w:pPr>
              <w:rPr>
                <w:rFonts w:cstheme="minorHAnsi"/>
              </w:rPr>
            </w:pPr>
          </w:p>
        </w:tc>
        <w:tc>
          <w:tcPr>
            <w:tcW w:w="14076" w:type="dxa"/>
            <w:gridSpan w:val="3"/>
            <w:tcBorders>
              <w:top w:val="single" w:sz="11" w:space="0" w:color="F5D2D4"/>
              <w:bottom w:val="single" w:sz="7" w:space="0" w:color="000000"/>
              <w:right w:val="single" w:sz="7" w:space="0" w:color="000000"/>
            </w:tcBorders>
            <w:shd w:val="clear" w:color="auto" w:fill="F5D2D4"/>
            <w:tcMar>
              <w:top w:w="0" w:type="dxa"/>
              <w:left w:w="0" w:type="dxa"/>
              <w:bottom w:w="0" w:type="dxa"/>
              <w:right w:w="0" w:type="dxa"/>
            </w:tcMar>
          </w:tcPr>
          <w:p w14:paraId="2BD7F950" w14:textId="550F33BB" w:rsidR="00A77808" w:rsidRPr="00C55B20" w:rsidRDefault="00A77808" w:rsidP="00A77808">
            <w:pPr>
              <w:spacing w:before="55" w:after="0" w:line="231" w:lineRule="auto"/>
              <w:ind w:right="-20"/>
              <w:rPr>
                <w:rFonts w:eastAsia="Arial" w:cstheme="minorHAnsi"/>
                <w:b/>
                <w:bCs/>
                <w:color w:val="000000"/>
              </w:rPr>
            </w:pPr>
            <w:r w:rsidRPr="00C55B20">
              <w:rPr>
                <w:b/>
                <w:bCs/>
              </w:rPr>
              <w:t>OTHER SERVICES</w:t>
            </w:r>
          </w:p>
        </w:tc>
      </w:tr>
      <w:tr w:rsidR="00A77808" w:rsidRPr="0042658C" w14:paraId="7F5D8965" w14:textId="77777777" w:rsidTr="00C55B20">
        <w:trPr>
          <w:cantSplit/>
          <w:trHeight w:hRule="exact" w:val="313"/>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9CB09CE" w14:textId="77777777" w:rsidR="00A77808" w:rsidRPr="0042658C" w:rsidRDefault="00A77808" w:rsidP="00A77808">
            <w:pPr>
              <w:spacing w:before="56"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r w:rsidRPr="0042658C">
              <w:rPr>
                <w:rFonts w:eastAsia="Arial" w:cstheme="minorHAnsi"/>
                <w:color w:val="000000"/>
                <w:spacing w:val="-1"/>
              </w:rPr>
              <w:t>1</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0D43FE34"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047BC69E" w14:textId="17CD95F3" w:rsidR="00A77808" w:rsidRPr="0042658C" w:rsidRDefault="00A77808" w:rsidP="00A77808">
            <w:pPr>
              <w:spacing w:before="56" w:after="0" w:line="232" w:lineRule="auto"/>
              <w:ind w:right="-20"/>
              <w:rPr>
                <w:rFonts w:eastAsia="Arial" w:cstheme="minorHAnsi"/>
                <w:color w:val="000000"/>
              </w:rPr>
            </w:pPr>
            <w:r w:rsidRPr="00485D35">
              <w:t>Opening and maintaining a foreign currency account of residents</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7F57F1" w14:textId="1C326F6B" w:rsidR="00A77808" w:rsidRPr="0042658C" w:rsidRDefault="00A77808" w:rsidP="00A77808">
            <w:pPr>
              <w:spacing w:before="56" w:after="0" w:line="232" w:lineRule="auto"/>
              <w:ind w:right="-20"/>
              <w:rPr>
                <w:rFonts w:eastAsia="Arial" w:cstheme="minorHAnsi"/>
                <w:color w:val="000000"/>
              </w:rPr>
            </w:pPr>
            <w:r>
              <w:t>Free of charge</w:t>
            </w:r>
          </w:p>
        </w:tc>
      </w:tr>
      <w:tr w:rsidR="00A77808" w:rsidRPr="0042658C" w14:paraId="791F2F36" w14:textId="77777777" w:rsidTr="00C55B20">
        <w:trPr>
          <w:cantSplit/>
          <w:trHeight w:hRule="exact" w:val="31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6CE785" w14:textId="77777777" w:rsidR="00A77808" w:rsidRPr="0042658C" w:rsidRDefault="00A77808" w:rsidP="00A77808">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r w:rsidRPr="0042658C">
              <w:rPr>
                <w:rFonts w:eastAsia="Arial" w:cstheme="minorHAnsi"/>
                <w:color w:val="000000"/>
                <w:spacing w:val="-1"/>
              </w:rPr>
              <w:t>2</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66FAAEA8"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3A0B5EF7" w14:textId="6C12DD3E" w:rsidR="00A77808" w:rsidRPr="0042658C" w:rsidRDefault="00A77808" w:rsidP="00A77808">
            <w:pPr>
              <w:spacing w:before="55" w:after="0" w:line="232" w:lineRule="auto"/>
              <w:ind w:right="-20"/>
              <w:rPr>
                <w:rFonts w:eastAsia="Arial" w:cstheme="minorHAnsi"/>
                <w:color w:val="000000"/>
              </w:rPr>
            </w:pPr>
            <w:r w:rsidRPr="00485D35">
              <w:t>Opening and maintaining dedicated foreign currency accounts at the client's request</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46EDD7" w14:textId="4A2868BC" w:rsidR="00A77808" w:rsidRPr="0042658C" w:rsidRDefault="00A77808" w:rsidP="00A77808">
            <w:pPr>
              <w:spacing w:before="55" w:after="0" w:line="232" w:lineRule="auto"/>
              <w:ind w:right="-20"/>
              <w:rPr>
                <w:rFonts w:eastAsia="Arial" w:cstheme="minorHAnsi"/>
                <w:color w:val="000000"/>
              </w:rPr>
            </w:pPr>
            <w:r w:rsidRPr="00627D69">
              <w:t>According to the agreement / arrangement</w:t>
            </w:r>
          </w:p>
        </w:tc>
      </w:tr>
      <w:tr w:rsidR="00A77808" w:rsidRPr="0042658C" w14:paraId="274DA4EA" w14:textId="77777777" w:rsidTr="00C55B20">
        <w:trPr>
          <w:cantSplit/>
          <w:trHeight w:hRule="exact" w:val="312"/>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C633037" w14:textId="77777777" w:rsidR="00A77808" w:rsidRPr="0042658C" w:rsidRDefault="00A77808" w:rsidP="00A77808">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r w:rsidRPr="0042658C">
              <w:rPr>
                <w:rFonts w:eastAsia="Arial" w:cstheme="minorHAnsi"/>
                <w:color w:val="000000"/>
                <w:spacing w:val="-1"/>
              </w:rPr>
              <w:t>3</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443D82B9"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06CCDDC2" w14:textId="6C1399DE" w:rsidR="00A77808" w:rsidRPr="0042658C" w:rsidRDefault="00A77808" w:rsidP="00A77808">
            <w:pPr>
              <w:spacing w:before="55" w:after="0" w:line="232" w:lineRule="auto"/>
              <w:ind w:right="-20"/>
              <w:rPr>
                <w:rFonts w:eastAsia="Arial" w:cstheme="minorHAnsi"/>
                <w:color w:val="000000"/>
              </w:rPr>
            </w:pPr>
            <w:r w:rsidRPr="00485D35">
              <w:t>Control of documentation for opening accounts of non-residents / representative offices</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641A30" w14:textId="588434C2" w:rsidR="00A77808" w:rsidRPr="0042658C" w:rsidRDefault="00A77808" w:rsidP="00A77808">
            <w:pPr>
              <w:spacing w:before="55" w:after="0" w:line="232" w:lineRule="auto"/>
              <w:ind w:right="-20"/>
              <w:rPr>
                <w:rFonts w:eastAsia="Arial" w:cstheme="minorHAnsi"/>
                <w:color w:val="000000"/>
              </w:rPr>
            </w:pPr>
            <w:r>
              <w:t>2</w:t>
            </w:r>
            <w:r w:rsidRPr="00627D69">
              <w:t xml:space="preserve">,000 EUR or in </w:t>
            </w:r>
            <w:r w:rsidR="00084CEB">
              <w:t>RSD</w:t>
            </w:r>
            <w:r w:rsidRPr="00627D69">
              <w:t xml:space="preserve"> equivalent</w:t>
            </w:r>
          </w:p>
        </w:tc>
      </w:tr>
      <w:tr w:rsidR="00A77808" w:rsidRPr="0042658C" w14:paraId="70AB553D" w14:textId="77777777" w:rsidTr="00C55B20">
        <w:trPr>
          <w:cantSplit/>
          <w:trHeight w:hRule="exact" w:val="578"/>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BC7A0D" w14:textId="77777777" w:rsidR="00A77808" w:rsidRPr="0042658C" w:rsidRDefault="00A77808" w:rsidP="00A77808">
            <w:pPr>
              <w:spacing w:before="56" w:after="0" w:line="240"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r w:rsidRPr="0042658C">
              <w:rPr>
                <w:rFonts w:eastAsia="Arial" w:cstheme="minorHAnsi"/>
                <w:color w:val="000000"/>
                <w:spacing w:val="-1"/>
              </w:rPr>
              <w:t>4</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21A324C8"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0AC6E141" w14:textId="505015D7" w:rsidR="00A77808" w:rsidRPr="0042658C" w:rsidRDefault="00A77808" w:rsidP="00A77808">
            <w:pPr>
              <w:spacing w:before="56" w:after="0" w:line="240" w:lineRule="auto"/>
              <w:ind w:right="-20"/>
              <w:rPr>
                <w:rFonts w:eastAsia="Arial" w:cstheme="minorHAnsi"/>
                <w:color w:val="000000"/>
              </w:rPr>
            </w:pPr>
            <w:r w:rsidRPr="00485D35">
              <w:t>Maintaining a foreign currency account of a non-resident</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BC30DD" w14:textId="57EA28E2" w:rsidR="00A77808" w:rsidRPr="0042658C" w:rsidRDefault="00A77808" w:rsidP="00A77808">
            <w:pPr>
              <w:spacing w:before="56" w:after="0" w:line="237" w:lineRule="auto"/>
              <w:ind w:right="-20"/>
              <w:rPr>
                <w:rFonts w:eastAsia="Arial" w:cstheme="minorHAnsi"/>
                <w:color w:val="000000"/>
              </w:rPr>
            </w:pPr>
            <w:r w:rsidRPr="00627D69">
              <w:t>RSD 12,000 per month (for the month in which there was turnover)</w:t>
            </w:r>
          </w:p>
        </w:tc>
      </w:tr>
      <w:tr w:rsidR="00A77808" w:rsidRPr="0042658C" w14:paraId="22780881" w14:textId="77777777" w:rsidTr="00C55B20">
        <w:trPr>
          <w:cantSplit/>
          <w:trHeight w:hRule="exact" w:val="312"/>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7F205E2" w14:textId="77777777" w:rsidR="00A77808" w:rsidRPr="0042658C" w:rsidRDefault="00A77808" w:rsidP="00A77808">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.5.</w:t>
            </w:r>
          </w:p>
        </w:tc>
        <w:tc>
          <w:tcPr>
            <w:tcW w:w="51" w:type="dxa"/>
            <w:vMerge/>
            <w:tcBorders>
              <w:left w:val="single" w:sz="7" w:space="0" w:color="000000"/>
            </w:tcBorders>
            <w:tcMar>
              <w:top w:w="0" w:type="dxa"/>
              <w:left w:w="0" w:type="dxa"/>
              <w:bottom w:w="0" w:type="dxa"/>
              <w:right w:w="0" w:type="dxa"/>
            </w:tcMar>
          </w:tcPr>
          <w:p w14:paraId="1AD8B1B4"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062610F3" w14:textId="0515D87A" w:rsidR="00A77808" w:rsidRPr="0042658C" w:rsidRDefault="00A77808" w:rsidP="00A77808">
            <w:pPr>
              <w:spacing w:before="55" w:after="0" w:line="232" w:lineRule="auto"/>
              <w:ind w:right="-20"/>
              <w:rPr>
                <w:rFonts w:eastAsia="Arial" w:cstheme="minorHAnsi"/>
                <w:color w:val="000000"/>
              </w:rPr>
            </w:pPr>
            <w:r w:rsidRPr="00485D35">
              <w:t>Sending a statement at the client's request</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64E37C" w14:textId="3E449B1A" w:rsidR="00A77808" w:rsidRPr="0042658C" w:rsidRDefault="00A77808" w:rsidP="00A77808">
            <w:pPr>
              <w:spacing w:before="55" w:after="0" w:line="232" w:lineRule="auto"/>
              <w:ind w:right="-20"/>
              <w:rPr>
                <w:rFonts w:eastAsia="Arial" w:cstheme="minorHAnsi"/>
                <w:color w:val="000000"/>
              </w:rPr>
            </w:pPr>
            <w:r w:rsidRPr="00A77808">
              <w:t>Free of charge</w:t>
            </w:r>
          </w:p>
        </w:tc>
      </w:tr>
      <w:tr w:rsidR="00A77808" w:rsidRPr="0042658C" w14:paraId="65A6124D" w14:textId="77777777" w:rsidTr="00C55B20">
        <w:trPr>
          <w:cantSplit/>
          <w:trHeight w:hRule="exact" w:val="31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1EB0B76" w14:textId="77777777" w:rsidR="00A77808" w:rsidRPr="0042658C" w:rsidRDefault="00A77808" w:rsidP="00A77808">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.6.</w:t>
            </w:r>
          </w:p>
        </w:tc>
        <w:tc>
          <w:tcPr>
            <w:tcW w:w="51" w:type="dxa"/>
            <w:vMerge/>
            <w:tcBorders>
              <w:left w:val="single" w:sz="7" w:space="0" w:color="000000"/>
            </w:tcBorders>
            <w:tcMar>
              <w:top w:w="0" w:type="dxa"/>
              <w:left w:w="0" w:type="dxa"/>
              <w:bottom w:w="0" w:type="dxa"/>
              <w:right w:w="0" w:type="dxa"/>
            </w:tcMar>
          </w:tcPr>
          <w:p w14:paraId="61239C76"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2E36389B" w14:textId="55C3057A" w:rsidR="00A77808" w:rsidRPr="0042658C" w:rsidRDefault="00A77808" w:rsidP="00A77808">
            <w:pPr>
              <w:spacing w:before="55" w:after="0" w:line="232" w:lineRule="auto"/>
              <w:ind w:right="-20"/>
              <w:rPr>
                <w:rFonts w:eastAsia="Arial" w:cstheme="minorHAnsi"/>
                <w:color w:val="000000"/>
              </w:rPr>
            </w:pPr>
            <w:r w:rsidRPr="00485D35">
              <w:t>Closing the foreign currency account</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1264EB3" w14:textId="030C1F52" w:rsidR="00A77808" w:rsidRPr="0042658C" w:rsidRDefault="00A77808" w:rsidP="00A77808">
            <w:pPr>
              <w:spacing w:before="55" w:after="0" w:line="232" w:lineRule="auto"/>
              <w:ind w:right="-20"/>
              <w:rPr>
                <w:rFonts w:eastAsia="Arial" w:cstheme="minorHAnsi"/>
                <w:color w:val="000000"/>
              </w:rPr>
            </w:pPr>
            <w:r w:rsidRPr="00A77808">
              <w:t>Free of charge</w:t>
            </w:r>
          </w:p>
        </w:tc>
      </w:tr>
      <w:tr w:rsidR="00A77808" w:rsidRPr="0042658C" w14:paraId="7BF9327E" w14:textId="77777777" w:rsidTr="00C55B20">
        <w:trPr>
          <w:cantSplit/>
          <w:trHeight w:hRule="exact" w:val="312"/>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F18F5C1" w14:textId="77777777" w:rsidR="00A77808" w:rsidRPr="0042658C" w:rsidRDefault="00A77808" w:rsidP="00A77808">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.7.</w:t>
            </w:r>
          </w:p>
        </w:tc>
        <w:tc>
          <w:tcPr>
            <w:tcW w:w="51" w:type="dxa"/>
            <w:vMerge/>
            <w:tcBorders>
              <w:left w:val="single" w:sz="7" w:space="0" w:color="000000"/>
            </w:tcBorders>
            <w:tcMar>
              <w:top w:w="0" w:type="dxa"/>
              <w:left w:w="0" w:type="dxa"/>
              <w:bottom w:w="0" w:type="dxa"/>
              <w:right w:w="0" w:type="dxa"/>
            </w:tcMar>
          </w:tcPr>
          <w:p w14:paraId="6B98C886"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5F51AD98" w14:textId="2399B6E6" w:rsidR="00A77808" w:rsidRPr="0042658C" w:rsidRDefault="00A77808" w:rsidP="00A77808">
            <w:pPr>
              <w:spacing w:before="55" w:after="0" w:line="232" w:lineRule="auto"/>
              <w:ind w:right="-20"/>
              <w:rPr>
                <w:rFonts w:eastAsia="Arial" w:cstheme="minorHAnsi"/>
                <w:color w:val="000000"/>
              </w:rPr>
            </w:pPr>
            <w:r w:rsidRPr="00485D35">
              <w:t>Issuance of a certificate of account balance and turnover for the period</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B7D963B" w14:textId="10A84600" w:rsidR="00A77808" w:rsidRPr="0042658C" w:rsidRDefault="00A77808" w:rsidP="00A77808">
            <w:pPr>
              <w:spacing w:before="55" w:after="0" w:line="232" w:lineRule="auto"/>
              <w:ind w:right="-20"/>
              <w:rPr>
                <w:rFonts w:eastAsia="Arial" w:cstheme="minorHAnsi"/>
                <w:color w:val="000000"/>
              </w:rPr>
            </w:pPr>
            <w:r w:rsidRPr="00627D69">
              <w:t>RSD 600.00</w:t>
            </w:r>
          </w:p>
        </w:tc>
      </w:tr>
      <w:tr w:rsidR="00A77808" w:rsidRPr="0042658C" w14:paraId="35D1ADFD" w14:textId="77777777" w:rsidTr="00C55B20">
        <w:trPr>
          <w:cantSplit/>
          <w:trHeight w:hRule="exact" w:val="314"/>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12FC8B" w14:textId="77777777" w:rsidR="00A77808" w:rsidRPr="0042658C" w:rsidRDefault="00A77808" w:rsidP="00A77808">
            <w:pPr>
              <w:spacing w:before="55" w:after="0" w:line="234"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.8.</w:t>
            </w:r>
          </w:p>
        </w:tc>
        <w:tc>
          <w:tcPr>
            <w:tcW w:w="51" w:type="dxa"/>
            <w:vMerge/>
            <w:tcBorders>
              <w:left w:val="single" w:sz="7" w:space="0" w:color="000000"/>
            </w:tcBorders>
            <w:tcMar>
              <w:top w:w="0" w:type="dxa"/>
              <w:left w:w="0" w:type="dxa"/>
              <w:bottom w:w="0" w:type="dxa"/>
              <w:right w:w="0" w:type="dxa"/>
            </w:tcMar>
          </w:tcPr>
          <w:p w14:paraId="4D6F2235" w14:textId="77777777" w:rsidR="00A77808" w:rsidRPr="0042658C" w:rsidRDefault="00A77808" w:rsidP="00A77808">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3B80308F" w14:textId="399FB007" w:rsidR="00A77808" w:rsidRPr="0042658C" w:rsidRDefault="00A77808" w:rsidP="00A77808">
            <w:pPr>
              <w:spacing w:before="55" w:after="0" w:line="234" w:lineRule="auto"/>
              <w:ind w:right="-20"/>
              <w:rPr>
                <w:rFonts w:eastAsia="Arial" w:cstheme="minorHAnsi"/>
                <w:color w:val="000000"/>
              </w:rPr>
            </w:pPr>
            <w:r w:rsidRPr="00485D35">
              <w:t>Delivery of statements via SWIFT / MT 940</w:t>
            </w:r>
          </w:p>
        </w:tc>
        <w:tc>
          <w:tcPr>
            <w:tcW w:w="565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FD3A79B" w14:textId="59C7E640" w:rsidR="00A77808" w:rsidRPr="0042658C" w:rsidRDefault="00A77808" w:rsidP="00A77808">
            <w:pPr>
              <w:spacing w:before="55" w:after="0" w:line="234" w:lineRule="auto"/>
              <w:ind w:right="-20"/>
              <w:rPr>
                <w:rFonts w:eastAsia="Arial" w:cstheme="minorHAnsi"/>
                <w:color w:val="000000"/>
              </w:rPr>
            </w:pPr>
            <w:r w:rsidRPr="00627D69">
              <w:t>3,000.00 per month / per account</w:t>
            </w:r>
          </w:p>
        </w:tc>
      </w:tr>
    </w:tbl>
    <w:p w14:paraId="3E858A31" w14:textId="77777777" w:rsidR="004C563B" w:rsidRPr="0042658C" w:rsidRDefault="004C563B">
      <w:pPr>
        <w:rPr>
          <w:rFonts w:cstheme="minorHAnsi"/>
        </w:rPr>
        <w:sectPr w:rsidR="004C563B" w:rsidRPr="0042658C">
          <w:pgSz w:w="16838" w:h="11904" w:orient="landscape"/>
          <w:pgMar w:top="304" w:right="401" w:bottom="804" w:left="998" w:header="720" w:footer="720" w:gutter="0"/>
          <w:cols w:space="708"/>
        </w:sectPr>
      </w:pPr>
    </w:p>
    <w:p w14:paraId="24134FD2" w14:textId="14F30781"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5680" behindDoc="1" locked="0" layoutInCell="0" allowOverlap="1" wp14:anchorId="37C1AEF9" wp14:editId="1C626159">
                <wp:simplePos x="0" y="0"/>
                <wp:positionH relativeFrom="page">
                  <wp:posOffset>10297414</wp:posOffset>
                </wp:positionH>
                <wp:positionV relativeFrom="paragraph">
                  <wp:posOffset>121870</wp:posOffset>
                </wp:positionV>
                <wp:extent cx="33796" cy="162780"/>
                <wp:effectExtent l="0" t="0" r="0" b="0"/>
                <wp:wrapNone/>
                <wp:docPr id="9" name="drawingObject9"/>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4CD1FE53"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37C1AEF9" id="drawingObject9" o:spid="_x0000_s1033" type="#_x0000_t202" style="position:absolute;left:0;text-align:left;margin-left:810.8pt;margin-top:9.6pt;width:2.65pt;height:12.8pt;z-index:-251660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MPja&#10;J6ABAABAAwAADgAAAAAAAAAAAAAAAAAuAgAAZHJzL2Uyb0RvYy54bWxQSwECLQAUAAYACAAAACEA&#10;9V/m7N0AAAALAQAADwAAAAAAAAAAAAAAAAD6AwAAZHJzL2Rvd25yZXYueG1sUEsFBgAAAAAEAAQA&#10;8wAAAAQFAAAAAA==&#10;" o:allowincell="f" filled="f" stroked="f">
                <v:textbox style="mso-fit-shape-to-text:t" inset="0,0,0,0">
                  <w:txbxContent>
                    <w:p w14:paraId="4CD1FE53"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13E9F2D9"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10"/>
        <w:gridCol w:w="51"/>
        <w:gridCol w:w="8418"/>
        <w:gridCol w:w="5658"/>
      </w:tblGrid>
      <w:tr w:rsidR="00370F0E" w:rsidRPr="0042658C" w14:paraId="27558251" w14:textId="77777777" w:rsidTr="00BA62A2">
        <w:trPr>
          <w:cantSplit/>
          <w:trHeight w:hRule="exact" w:val="576"/>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F0C334" w14:textId="77777777" w:rsidR="00370F0E" w:rsidRPr="0042658C" w:rsidRDefault="00370F0E" w:rsidP="00A543E7">
            <w:pPr>
              <w:spacing w:after="8" w:line="180" w:lineRule="exact"/>
              <w:rPr>
                <w:rFonts w:eastAsia="Times New Roman" w:cstheme="minorHAnsi"/>
              </w:rPr>
            </w:pPr>
          </w:p>
          <w:p w14:paraId="657D6865" w14:textId="77777777" w:rsidR="00370F0E" w:rsidRPr="0042658C" w:rsidRDefault="00370F0E" w:rsidP="00A543E7">
            <w:pPr>
              <w:spacing w:after="0" w:line="240"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.9.</w:t>
            </w:r>
          </w:p>
        </w:tc>
        <w:tc>
          <w:tcPr>
            <w:tcW w:w="51" w:type="dxa"/>
            <w:vMerge w:val="restart"/>
            <w:tcBorders>
              <w:left w:val="single" w:sz="7" w:space="0" w:color="000000"/>
            </w:tcBorders>
            <w:tcMar>
              <w:top w:w="0" w:type="dxa"/>
              <w:left w:w="0" w:type="dxa"/>
              <w:bottom w:w="0" w:type="dxa"/>
              <w:right w:w="0" w:type="dxa"/>
            </w:tcMar>
          </w:tcPr>
          <w:p w14:paraId="171AE7F9" w14:textId="77777777" w:rsidR="00370F0E" w:rsidRPr="0042658C" w:rsidRDefault="00370F0E" w:rsidP="00A543E7">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vAlign w:val="center"/>
          </w:tcPr>
          <w:p w14:paraId="7E4209E7" w14:textId="77777777" w:rsidR="00370F0E" w:rsidRPr="0042658C" w:rsidRDefault="00370F0E" w:rsidP="00BA62A2">
            <w:pPr>
              <w:spacing w:before="55" w:after="0" w:line="236" w:lineRule="auto"/>
              <w:ind w:right="-20"/>
              <w:rPr>
                <w:rFonts w:eastAsia="Arial" w:cstheme="minorHAnsi"/>
                <w:color w:val="000000"/>
              </w:rPr>
            </w:pPr>
            <w:r w:rsidRPr="00485D35">
              <w:t>Notices on exchange rates, foreign interest rates, etc. at the request of a legal entity</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682E9F0" w14:textId="024B7F0E" w:rsidR="00370F0E" w:rsidRPr="0042658C" w:rsidRDefault="00BA62A2" w:rsidP="00BA62A2">
            <w:pPr>
              <w:spacing w:after="0" w:line="240" w:lineRule="auto"/>
              <w:ind w:right="-20"/>
              <w:rPr>
                <w:rFonts w:eastAsia="Arial" w:cstheme="minorHAnsi"/>
                <w:color w:val="000000"/>
              </w:rPr>
            </w:pPr>
            <w:r w:rsidRPr="00627D69">
              <w:t>RSD 300.00 per data</w:t>
            </w:r>
          </w:p>
        </w:tc>
      </w:tr>
      <w:tr w:rsidR="00370F0E" w:rsidRPr="0042658C" w14:paraId="6B6C3A24" w14:textId="77777777" w:rsidTr="00A543E7">
        <w:trPr>
          <w:cantSplit/>
          <w:trHeight w:hRule="exact" w:val="311"/>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6752702" w14:textId="77777777" w:rsidR="00370F0E" w:rsidRPr="0042658C" w:rsidRDefault="00370F0E" w:rsidP="00A543E7">
            <w:pPr>
              <w:spacing w:before="55" w:after="0" w:line="232" w:lineRule="auto"/>
              <w:ind w:left="247"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.1</w:t>
            </w:r>
            <w:r w:rsidRPr="0042658C">
              <w:rPr>
                <w:rFonts w:eastAsia="Arial" w:cstheme="minorHAnsi"/>
                <w:color w:val="000000"/>
                <w:spacing w:val="-1"/>
              </w:rPr>
              <w:t>0</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27663971" w14:textId="77777777" w:rsidR="00370F0E" w:rsidRPr="0042658C" w:rsidRDefault="00370F0E" w:rsidP="00A543E7">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17B662FE" w14:textId="77777777" w:rsidR="00370F0E" w:rsidRPr="0042658C" w:rsidRDefault="00370F0E" w:rsidP="00A543E7">
            <w:pPr>
              <w:spacing w:before="55" w:after="0" w:line="232" w:lineRule="auto"/>
              <w:ind w:right="-20"/>
              <w:rPr>
                <w:rFonts w:eastAsia="Arial" w:cstheme="minorHAnsi"/>
                <w:color w:val="000000"/>
              </w:rPr>
            </w:pPr>
            <w:r w:rsidRPr="00485D35">
              <w:t>Modification of instructions and cancellation of the executed order at the request of the client</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0073ED" w14:textId="1C2BF245" w:rsidR="00370F0E" w:rsidRPr="0042658C" w:rsidRDefault="00370F0E" w:rsidP="00A543E7">
            <w:pPr>
              <w:spacing w:before="55" w:after="0" w:line="232" w:lineRule="auto"/>
              <w:ind w:right="-20"/>
              <w:rPr>
                <w:rFonts w:eastAsia="Arial" w:cstheme="minorHAnsi"/>
                <w:color w:val="000000"/>
              </w:rPr>
            </w:pPr>
            <w:r w:rsidRPr="00627D69">
              <w:t xml:space="preserve">RSD </w:t>
            </w:r>
            <w:r w:rsidR="00BA62A2">
              <w:t>5,000.00</w:t>
            </w:r>
          </w:p>
        </w:tc>
      </w:tr>
      <w:tr w:rsidR="00370F0E" w:rsidRPr="0042658C" w14:paraId="0EA6E6C4" w14:textId="77777777" w:rsidTr="00A543E7">
        <w:trPr>
          <w:cantSplit/>
          <w:trHeight w:hRule="exact" w:val="919"/>
        </w:trPr>
        <w:tc>
          <w:tcPr>
            <w:tcW w:w="1110"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1FF5843" w14:textId="77777777" w:rsidR="00370F0E" w:rsidRPr="0042658C" w:rsidRDefault="00370F0E" w:rsidP="00A543E7">
            <w:pPr>
              <w:spacing w:after="10" w:line="220" w:lineRule="exact"/>
              <w:rPr>
                <w:rFonts w:eastAsia="Times New Roman" w:cstheme="minorHAnsi"/>
              </w:rPr>
            </w:pPr>
          </w:p>
          <w:p w14:paraId="2BE9CC72" w14:textId="77777777" w:rsidR="00370F0E" w:rsidRPr="0042658C" w:rsidRDefault="00370F0E" w:rsidP="00A543E7">
            <w:pPr>
              <w:spacing w:after="0" w:line="240" w:lineRule="auto"/>
              <w:ind w:left="247"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4354FD8B" w14:textId="77777777" w:rsidR="00370F0E" w:rsidRPr="0042658C" w:rsidRDefault="00370F0E" w:rsidP="00A543E7">
            <w:pPr>
              <w:rPr>
                <w:rFonts w:cstheme="minorHAnsi"/>
              </w:rPr>
            </w:pPr>
          </w:p>
        </w:tc>
        <w:tc>
          <w:tcPr>
            <w:tcW w:w="8418" w:type="dxa"/>
            <w:vMerge w:val="restart"/>
            <w:tcBorders>
              <w:top w:val="single" w:sz="7" w:space="0" w:color="000000"/>
              <w:right w:val="single" w:sz="7" w:space="0" w:color="000000"/>
            </w:tcBorders>
            <w:tcMar>
              <w:top w:w="0" w:type="dxa"/>
              <w:left w:w="0" w:type="dxa"/>
              <w:bottom w:w="0" w:type="dxa"/>
              <w:right w:w="0" w:type="dxa"/>
            </w:tcMar>
          </w:tcPr>
          <w:p w14:paraId="2E8F85F4" w14:textId="77777777" w:rsidR="00370F0E" w:rsidRPr="0042658C" w:rsidRDefault="00370F0E" w:rsidP="00A543E7">
            <w:pPr>
              <w:spacing w:before="55" w:after="0" w:line="239" w:lineRule="auto"/>
              <w:ind w:right="845"/>
              <w:rPr>
                <w:rFonts w:eastAsia="Arial" w:cstheme="minorHAnsi"/>
                <w:color w:val="000000"/>
              </w:rPr>
            </w:pPr>
            <w:r w:rsidRPr="005C24B3">
              <w:rPr>
                <w:rFonts w:eastAsia="Arial" w:cstheme="minorHAnsi"/>
                <w:color w:val="000000"/>
              </w:rPr>
              <w:t>Resolving the complaint of a foreign bank or domestic bank (order cancellation, change of instructions, refund of funds transferred by mistake, amendments, etc.)</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312ADEB" w14:textId="11868F57" w:rsidR="00370F0E" w:rsidRPr="0042658C" w:rsidRDefault="00370F0E" w:rsidP="00A543E7">
            <w:pPr>
              <w:spacing w:before="55" w:after="0" w:line="240" w:lineRule="auto"/>
              <w:ind w:right="-20"/>
              <w:rPr>
                <w:rFonts w:eastAsia="Arial" w:cstheme="minorHAnsi"/>
                <w:color w:val="000000"/>
              </w:rPr>
            </w:pPr>
            <w:r w:rsidRPr="00627D69">
              <w:t xml:space="preserve">RSD </w:t>
            </w:r>
            <w:r w:rsidR="00BA62A2">
              <w:t>3</w:t>
            </w:r>
            <w:r w:rsidRPr="00627D69">
              <w:t>,000.00</w:t>
            </w:r>
            <w:r w:rsidR="00BA62A2">
              <w:t xml:space="preserve"> – domestic bank</w:t>
            </w:r>
          </w:p>
        </w:tc>
      </w:tr>
      <w:tr w:rsidR="00370F0E" w:rsidRPr="0042658C" w14:paraId="66366B4D" w14:textId="77777777" w:rsidTr="00A543E7">
        <w:trPr>
          <w:cantSplit/>
          <w:trHeight w:hRule="exact" w:val="331"/>
        </w:trPr>
        <w:tc>
          <w:tcPr>
            <w:tcW w:w="1110"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3EFB13D" w14:textId="77777777" w:rsidR="00370F0E" w:rsidRPr="0042658C" w:rsidRDefault="00370F0E" w:rsidP="00A543E7">
            <w:pPr>
              <w:rPr>
                <w:rFonts w:cstheme="minorHAnsi"/>
              </w:rPr>
            </w:pPr>
          </w:p>
        </w:tc>
        <w:tc>
          <w:tcPr>
            <w:tcW w:w="51" w:type="dxa"/>
            <w:vMerge/>
            <w:tcBorders>
              <w:left w:val="single" w:sz="7" w:space="0" w:color="000000"/>
            </w:tcBorders>
            <w:tcMar>
              <w:top w:w="0" w:type="dxa"/>
              <w:left w:w="0" w:type="dxa"/>
              <w:bottom w:w="0" w:type="dxa"/>
              <w:right w:w="0" w:type="dxa"/>
            </w:tcMar>
          </w:tcPr>
          <w:p w14:paraId="0D6F484E" w14:textId="77777777" w:rsidR="00370F0E" w:rsidRPr="0042658C" w:rsidRDefault="00370F0E" w:rsidP="00A543E7">
            <w:pPr>
              <w:rPr>
                <w:rFonts w:cstheme="minorHAnsi"/>
              </w:rPr>
            </w:pPr>
          </w:p>
        </w:tc>
        <w:tc>
          <w:tcPr>
            <w:tcW w:w="8418" w:type="dxa"/>
            <w:vMerge/>
            <w:tcBorders>
              <w:bottom w:val="single" w:sz="7" w:space="0" w:color="000000"/>
              <w:right w:val="single" w:sz="7" w:space="0" w:color="000000"/>
            </w:tcBorders>
            <w:tcMar>
              <w:top w:w="0" w:type="dxa"/>
              <w:left w:w="0" w:type="dxa"/>
              <w:bottom w:w="0" w:type="dxa"/>
              <w:right w:w="0" w:type="dxa"/>
            </w:tcMar>
          </w:tcPr>
          <w:p w14:paraId="01359555" w14:textId="77777777" w:rsidR="00370F0E" w:rsidRPr="0042658C" w:rsidRDefault="00370F0E" w:rsidP="00A543E7">
            <w:pPr>
              <w:rPr>
                <w:rFonts w:cstheme="minorHAnsi"/>
              </w:rPr>
            </w:pP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AE8BCE" w14:textId="77777777" w:rsidR="00370F0E" w:rsidRPr="0042658C" w:rsidRDefault="00370F0E" w:rsidP="00A543E7">
            <w:pPr>
              <w:spacing w:before="55" w:after="0" w:line="240" w:lineRule="auto"/>
              <w:ind w:right="-20"/>
              <w:rPr>
                <w:rFonts w:eastAsia="Arial" w:cstheme="minorHAnsi"/>
                <w:color w:val="000000"/>
              </w:rPr>
            </w:pPr>
            <w:r w:rsidRPr="00F25B24">
              <w:rPr>
                <w:rFonts w:eastAsia="Arial" w:cstheme="minorHAnsi"/>
                <w:color w:val="000000"/>
              </w:rPr>
              <w:t>EUR 25.00 - foreign bank</w:t>
            </w:r>
          </w:p>
        </w:tc>
      </w:tr>
      <w:tr w:rsidR="00370F0E" w:rsidRPr="0042658C" w14:paraId="6B022D87" w14:textId="77777777" w:rsidTr="00A543E7">
        <w:trPr>
          <w:cantSplit/>
          <w:trHeight w:hRule="exact" w:val="1315"/>
        </w:trPr>
        <w:tc>
          <w:tcPr>
            <w:tcW w:w="11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0BF4BF4" w14:textId="77777777" w:rsidR="00370F0E" w:rsidRPr="0042658C" w:rsidRDefault="00370F0E" w:rsidP="00A543E7">
            <w:pPr>
              <w:spacing w:before="55" w:after="0" w:line="232" w:lineRule="auto"/>
              <w:ind w:left="247"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p>
        </w:tc>
        <w:tc>
          <w:tcPr>
            <w:tcW w:w="51" w:type="dxa"/>
            <w:vMerge/>
            <w:tcBorders>
              <w:left w:val="single" w:sz="7" w:space="0" w:color="000000"/>
            </w:tcBorders>
            <w:tcMar>
              <w:top w:w="0" w:type="dxa"/>
              <w:left w:w="0" w:type="dxa"/>
              <w:bottom w:w="0" w:type="dxa"/>
              <w:right w:w="0" w:type="dxa"/>
            </w:tcMar>
          </w:tcPr>
          <w:p w14:paraId="55D1A775" w14:textId="77777777" w:rsidR="00370F0E" w:rsidRPr="0042658C" w:rsidRDefault="00370F0E" w:rsidP="00A543E7">
            <w:pPr>
              <w:rPr>
                <w:rFonts w:cstheme="minorHAnsi"/>
              </w:rPr>
            </w:pPr>
          </w:p>
        </w:tc>
        <w:tc>
          <w:tcPr>
            <w:tcW w:w="8418" w:type="dxa"/>
            <w:tcBorders>
              <w:top w:val="single" w:sz="7" w:space="0" w:color="000000"/>
              <w:bottom w:val="single" w:sz="7" w:space="0" w:color="000000"/>
              <w:right w:val="single" w:sz="7" w:space="0" w:color="000000"/>
            </w:tcBorders>
            <w:tcMar>
              <w:top w:w="0" w:type="dxa"/>
              <w:left w:w="0" w:type="dxa"/>
              <w:bottom w:w="0" w:type="dxa"/>
              <w:right w:w="0" w:type="dxa"/>
            </w:tcMar>
          </w:tcPr>
          <w:p w14:paraId="671208D8" w14:textId="77777777" w:rsidR="00370F0E" w:rsidRPr="0042658C" w:rsidRDefault="00370F0E" w:rsidP="00A543E7">
            <w:pPr>
              <w:spacing w:before="55" w:after="0" w:line="232" w:lineRule="auto"/>
              <w:ind w:right="-20"/>
              <w:rPr>
                <w:rFonts w:eastAsia="Arial" w:cstheme="minorHAnsi"/>
                <w:color w:val="000000"/>
              </w:rPr>
            </w:pPr>
            <w:r w:rsidRPr="005C24B3">
              <w:rPr>
                <w:rFonts w:eastAsia="Arial" w:cstheme="minorHAnsi"/>
                <w:color w:val="000000"/>
              </w:rPr>
              <w:t>Obtaining information from abroad and providing information abroad;</w:t>
            </w:r>
          </w:p>
        </w:tc>
        <w:tc>
          <w:tcPr>
            <w:tcW w:w="565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9EA4267" w14:textId="77777777" w:rsidR="00370F0E" w:rsidRPr="0042658C" w:rsidRDefault="00370F0E" w:rsidP="00A543E7">
            <w:pPr>
              <w:spacing w:before="55" w:after="0" w:line="232" w:lineRule="auto"/>
              <w:ind w:right="-20"/>
              <w:rPr>
                <w:rFonts w:eastAsia="Arial" w:cstheme="minorHAnsi"/>
                <w:color w:val="000000"/>
              </w:rPr>
            </w:pPr>
            <w:r>
              <w:rPr>
                <w:rFonts w:eastAsia="Arial" w:cstheme="minorHAnsi"/>
                <w:color w:val="000000"/>
              </w:rPr>
              <w:t>Based on agreement</w:t>
            </w:r>
          </w:p>
        </w:tc>
      </w:tr>
    </w:tbl>
    <w:p w14:paraId="11163438" w14:textId="77777777" w:rsidR="004C563B" w:rsidRPr="0042658C" w:rsidRDefault="004C563B">
      <w:pPr>
        <w:spacing w:after="14" w:line="1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5676"/>
      </w:tblGrid>
      <w:tr w:rsidR="005C24B3" w:rsidRPr="0042658C" w14:paraId="04BD2B63" w14:textId="77777777">
        <w:trPr>
          <w:cantSplit/>
          <w:trHeight w:hRule="exact" w:val="311"/>
        </w:trPr>
        <w:tc>
          <w:tcPr>
            <w:tcW w:w="1128" w:type="dxa"/>
            <w:vMerge w:val="restart"/>
            <w:tcBorders>
              <w:left w:val="single" w:sz="7" w:space="0" w:color="000000"/>
              <w:right w:val="single" w:sz="7" w:space="0" w:color="000000"/>
            </w:tcBorders>
            <w:tcMar>
              <w:top w:w="0" w:type="dxa"/>
              <w:left w:w="0" w:type="dxa"/>
              <w:bottom w:w="0" w:type="dxa"/>
              <w:right w:w="0" w:type="dxa"/>
            </w:tcMar>
          </w:tcPr>
          <w:p w14:paraId="1BDE0377" w14:textId="77777777" w:rsidR="005C24B3" w:rsidRPr="0042658C" w:rsidRDefault="005C24B3" w:rsidP="005C24B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F37ABC5" w14:textId="42604958" w:rsidR="005C24B3" w:rsidRPr="0042658C" w:rsidRDefault="005C24B3" w:rsidP="005C24B3">
            <w:pPr>
              <w:spacing w:before="55" w:after="0" w:line="232" w:lineRule="auto"/>
              <w:ind w:left="43" w:right="-20"/>
              <w:rPr>
                <w:rFonts w:eastAsia="Arial" w:cstheme="minorHAnsi"/>
                <w:color w:val="000000"/>
              </w:rPr>
            </w:pPr>
            <w:r w:rsidRPr="005C1F36">
              <w:t>Legal and financial consulting;</w:t>
            </w:r>
          </w:p>
        </w:tc>
        <w:tc>
          <w:tcPr>
            <w:tcW w:w="5676" w:type="dxa"/>
            <w:vMerge w:val="restart"/>
            <w:tcBorders>
              <w:left w:val="single" w:sz="7" w:space="0" w:color="000000"/>
              <w:right w:val="single" w:sz="7" w:space="0" w:color="000000"/>
            </w:tcBorders>
            <w:tcMar>
              <w:top w:w="0" w:type="dxa"/>
              <w:left w:w="0" w:type="dxa"/>
              <w:bottom w:w="0" w:type="dxa"/>
              <w:right w:w="0" w:type="dxa"/>
            </w:tcMar>
          </w:tcPr>
          <w:p w14:paraId="05C57F9C" w14:textId="77777777" w:rsidR="005C24B3" w:rsidRPr="0042658C" w:rsidRDefault="005C24B3" w:rsidP="005C24B3">
            <w:pPr>
              <w:rPr>
                <w:rFonts w:cstheme="minorHAnsi"/>
              </w:rPr>
            </w:pPr>
          </w:p>
        </w:tc>
      </w:tr>
      <w:tr w:rsidR="005C24B3" w:rsidRPr="0042658C" w14:paraId="171A89CB" w14:textId="77777777">
        <w:trPr>
          <w:cantSplit/>
          <w:trHeight w:hRule="exact" w:val="312"/>
        </w:trPr>
        <w:tc>
          <w:tcPr>
            <w:tcW w:w="1128" w:type="dxa"/>
            <w:vMerge/>
            <w:tcBorders>
              <w:left w:val="single" w:sz="7" w:space="0" w:color="000000"/>
              <w:right w:val="single" w:sz="7" w:space="0" w:color="000000"/>
            </w:tcBorders>
            <w:tcMar>
              <w:top w:w="0" w:type="dxa"/>
              <w:left w:w="0" w:type="dxa"/>
              <w:bottom w:w="0" w:type="dxa"/>
              <w:right w:w="0" w:type="dxa"/>
            </w:tcMar>
          </w:tcPr>
          <w:p w14:paraId="683632C7" w14:textId="77777777" w:rsidR="005C24B3" w:rsidRPr="0042658C" w:rsidRDefault="005C24B3" w:rsidP="005C24B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46F6E1" w14:textId="7B58AE29" w:rsidR="005C24B3" w:rsidRPr="0042658C" w:rsidRDefault="005C24B3" w:rsidP="005C24B3">
            <w:pPr>
              <w:spacing w:before="55" w:after="0" w:line="232" w:lineRule="auto"/>
              <w:ind w:left="43" w:right="-20"/>
              <w:rPr>
                <w:rFonts w:eastAsia="Arial" w:cstheme="minorHAnsi"/>
                <w:color w:val="000000"/>
              </w:rPr>
            </w:pPr>
            <w:r w:rsidRPr="005C1F36">
              <w:t>Participation in negotiations;</w:t>
            </w:r>
          </w:p>
        </w:tc>
        <w:tc>
          <w:tcPr>
            <w:tcW w:w="5676" w:type="dxa"/>
            <w:vMerge/>
            <w:tcBorders>
              <w:left w:val="single" w:sz="7" w:space="0" w:color="000000"/>
              <w:right w:val="single" w:sz="7" w:space="0" w:color="000000"/>
            </w:tcBorders>
            <w:tcMar>
              <w:top w:w="0" w:type="dxa"/>
              <w:left w:w="0" w:type="dxa"/>
              <w:bottom w:w="0" w:type="dxa"/>
              <w:right w:w="0" w:type="dxa"/>
            </w:tcMar>
          </w:tcPr>
          <w:p w14:paraId="7779CF81" w14:textId="77777777" w:rsidR="005C24B3" w:rsidRPr="0042658C" w:rsidRDefault="005C24B3" w:rsidP="005C24B3">
            <w:pPr>
              <w:rPr>
                <w:rFonts w:cstheme="minorHAnsi"/>
              </w:rPr>
            </w:pPr>
          </w:p>
        </w:tc>
      </w:tr>
      <w:tr w:rsidR="005C24B3" w:rsidRPr="0042658C" w14:paraId="5CA01384" w14:textId="77777777">
        <w:trPr>
          <w:cantSplit/>
          <w:trHeight w:hRule="exact" w:val="314"/>
        </w:trPr>
        <w:tc>
          <w:tcPr>
            <w:tcW w:w="1128" w:type="dxa"/>
            <w:vMerge/>
            <w:tcBorders>
              <w:left w:val="single" w:sz="7" w:space="0" w:color="000000"/>
              <w:right w:val="single" w:sz="7" w:space="0" w:color="000000"/>
            </w:tcBorders>
            <w:tcMar>
              <w:top w:w="0" w:type="dxa"/>
              <w:left w:w="0" w:type="dxa"/>
              <w:bottom w:w="0" w:type="dxa"/>
              <w:right w:w="0" w:type="dxa"/>
            </w:tcMar>
          </w:tcPr>
          <w:p w14:paraId="7024F9F3" w14:textId="77777777" w:rsidR="005C24B3" w:rsidRPr="0042658C" w:rsidRDefault="005C24B3" w:rsidP="005C24B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95CAE0" w14:textId="6BF5B29E" w:rsidR="005C24B3" w:rsidRPr="0042658C" w:rsidRDefault="005C24B3" w:rsidP="005C24B3">
            <w:pPr>
              <w:spacing w:before="55" w:after="0" w:line="234" w:lineRule="auto"/>
              <w:ind w:left="43" w:right="-20"/>
              <w:rPr>
                <w:rFonts w:eastAsia="Arial" w:cstheme="minorHAnsi"/>
                <w:color w:val="000000"/>
              </w:rPr>
            </w:pPr>
            <w:r w:rsidRPr="005C1F36">
              <w:t>Calculation, drafting of contracts and accompanying documentation;</w:t>
            </w:r>
          </w:p>
        </w:tc>
        <w:tc>
          <w:tcPr>
            <w:tcW w:w="5676" w:type="dxa"/>
            <w:vMerge/>
            <w:tcBorders>
              <w:left w:val="single" w:sz="7" w:space="0" w:color="000000"/>
              <w:right w:val="single" w:sz="7" w:space="0" w:color="000000"/>
            </w:tcBorders>
            <w:tcMar>
              <w:top w:w="0" w:type="dxa"/>
              <w:left w:w="0" w:type="dxa"/>
              <w:bottom w:w="0" w:type="dxa"/>
              <w:right w:w="0" w:type="dxa"/>
            </w:tcMar>
          </w:tcPr>
          <w:p w14:paraId="6E94C6EB" w14:textId="77777777" w:rsidR="005C24B3" w:rsidRPr="0042658C" w:rsidRDefault="005C24B3" w:rsidP="005C24B3">
            <w:pPr>
              <w:rPr>
                <w:rFonts w:cstheme="minorHAnsi"/>
              </w:rPr>
            </w:pPr>
          </w:p>
        </w:tc>
      </w:tr>
      <w:tr w:rsidR="005C24B3" w:rsidRPr="0042658C" w14:paraId="3B3F0130" w14:textId="77777777">
        <w:trPr>
          <w:cantSplit/>
          <w:trHeight w:hRule="exact" w:val="311"/>
        </w:trPr>
        <w:tc>
          <w:tcPr>
            <w:tcW w:w="1128" w:type="dxa"/>
            <w:vMerge/>
            <w:tcBorders>
              <w:left w:val="single" w:sz="7" w:space="0" w:color="000000"/>
              <w:right w:val="single" w:sz="7" w:space="0" w:color="000000"/>
            </w:tcBorders>
            <w:tcMar>
              <w:top w:w="0" w:type="dxa"/>
              <w:left w:w="0" w:type="dxa"/>
              <w:bottom w:w="0" w:type="dxa"/>
              <w:right w:w="0" w:type="dxa"/>
            </w:tcMar>
          </w:tcPr>
          <w:p w14:paraId="04198965" w14:textId="77777777" w:rsidR="005C24B3" w:rsidRPr="0042658C" w:rsidRDefault="005C24B3" w:rsidP="005C24B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B8A462" w14:textId="5B868E02" w:rsidR="005C24B3" w:rsidRPr="0042658C" w:rsidRDefault="005C24B3" w:rsidP="005C24B3">
            <w:pPr>
              <w:spacing w:before="55" w:after="0" w:line="232" w:lineRule="auto"/>
              <w:ind w:left="43" w:right="-20"/>
              <w:rPr>
                <w:rFonts w:eastAsia="Arial" w:cstheme="minorHAnsi"/>
                <w:color w:val="000000"/>
              </w:rPr>
            </w:pPr>
            <w:r w:rsidRPr="005C1F36">
              <w:t>Mediation in the collection of receivables from abroad;</w:t>
            </w:r>
          </w:p>
        </w:tc>
        <w:tc>
          <w:tcPr>
            <w:tcW w:w="5676" w:type="dxa"/>
            <w:vMerge/>
            <w:tcBorders>
              <w:left w:val="single" w:sz="7" w:space="0" w:color="000000"/>
              <w:right w:val="single" w:sz="7" w:space="0" w:color="000000"/>
            </w:tcBorders>
            <w:tcMar>
              <w:top w:w="0" w:type="dxa"/>
              <w:left w:w="0" w:type="dxa"/>
              <w:bottom w:w="0" w:type="dxa"/>
              <w:right w:w="0" w:type="dxa"/>
            </w:tcMar>
          </w:tcPr>
          <w:p w14:paraId="60872262" w14:textId="77777777" w:rsidR="005C24B3" w:rsidRPr="0042658C" w:rsidRDefault="005C24B3" w:rsidP="005C24B3">
            <w:pPr>
              <w:rPr>
                <w:rFonts w:cstheme="minorHAnsi"/>
              </w:rPr>
            </w:pPr>
          </w:p>
        </w:tc>
      </w:tr>
      <w:tr w:rsidR="005C24B3" w:rsidRPr="0042658C" w14:paraId="5242322F" w14:textId="77777777">
        <w:trPr>
          <w:cantSplit/>
          <w:trHeight w:hRule="exact" w:val="312"/>
        </w:trPr>
        <w:tc>
          <w:tcPr>
            <w:tcW w:w="112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B1D6461" w14:textId="77777777" w:rsidR="005C24B3" w:rsidRPr="0042658C" w:rsidRDefault="005C24B3" w:rsidP="005C24B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1A0C431" w14:textId="0C054A71" w:rsidR="005C24B3" w:rsidRPr="0042658C" w:rsidRDefault="005C24B3" w:rsidP="005C24B3">
            <w:pPr>
              <w:spacing w:before="55" w:after="0" w:line="232" w:lineRule="auto"/>
              <w:ind w:left="43" w:right="-20"/>
              <w:rPr>
                <w:rFonts w:eastAsia="Arial" w:cstheme="minorHAnsi"/>
                <w:color w:val="000000"/>
              </w:rPr>
            </w:pPr>
            <w:r w:rsidRPr="005C1F36">
              <w:t>Business networking of domestic and foreign partners in connection with the promotion of exports / imports</w:t>
            </w:r>
          </w:p>
        </w:tc>
        <w:tc>
          <w:tcPr>
            <w:tcW w:w="5676"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F935574" w14:textId="77777777" w:rsidR="005C24B3" w:rsidRPr="0042658C" w:rsidRDefault="005C24B3" w:rsidP="005C24B3">
            <w:pPr>
              <w:rPr>
                <w:rFonts w:cstheme="minorHAnsi"/>
              </w:rPr>
            </w:pPr>
          </w:p>
        </w:tc>
      </w:tr>
      <w:tr w:rsidR="005C24B3" w:rsidRPr="0042658C" w14:paraId="1EF7BE49" w14:textId="77777777">
        <w:trPr>
          <w:cantSplit/>
          <w:trHeight w:hRule="exact" w:val="57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08C1668" w14:textId="77777777" w:rsidR="005C24B3" w:rsidRPr="0042658C" w:rsidRDefault="005C24B3" w:rsidP="005C24B3">
            <w:pPr>
              <w:spacing w:after="7" w:line="180" w:lineRule="exact"/>
              <w:rPr>
                <w:rFonts w:eastAsia="Times New Roman" w:cstheme="minorHAnsi"/>
              </w:rPr>
            </w:pPr>
          </w:p>
          <w:p w14:paraId="29446BC0" w14:textId="77777777" w:rsidR="005C24B3" w:rsidRPr="0042658C" w:rsidRDefault="005C24B3" w:rsidP="005C24B3">
            <w:pPr>
              <w:spacing w:after="0" w:line="240" w:lineRule="auto"/>
              <w:ind w:left="247"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0E661AB" w14:textId="67E26A6A" w:rsidR="005C24B3" w:rsidRPr="0042658C" w:rsidRDefault="005C24B3" w:rsidP="005C24B3">
            <w:pPr>
              <w:spacing w:before="55" w:after="0" w:line="236" w:lineRule="auto"/>
              <w:ind w:left="43" w:right="332"/>
              <w:rPr>
                <w:rFonts w:eastAsia="Arial" w:cstheme="minorHAnsi"/>
                <w:color w:val="000000"/>
              </w:rPr>
            </w:pPr>
            <w:r w:rsidRPr="005C1F36">
              <w:t>Servicing the collection / payment of increased risk that requires increased supervision and special engagement of the Bank</w:t>
            </w:r>
          </w:p>
        </w:tc>
        <w:tc>
          <w:tcPr>
            <w:tcW w:w="567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3DAA72" w14:textId="77777777" w:rsidR="005C24B3" w:rsidRPr="0042658C" w:rsidRDefault="005C24B3" w:rsidP="005C24B3">
            <w:pPr>
              <w:spacing w:after="7" w:line="180" w:lineRule="exact"/>
              <w:rPr>
                <w:rFonts w:eastAsia="Times New Roman" w:cstheme="minorHAnsi"/>
              </w:rPr>
            </w:pPr>
          </w:p>
          <w:p w14:paraId="15C0C2A4" w14:textId="471CB1CB" w:rsidR="005C24B3" w:rsidRPr="0042658C" w:rsidRDefault="00F25B24" w:rsidP="005C24B3">
            <w:pPr>
              <w:spacing w:after="0" w:line="240" w:lineRule="auto"/>
              <w:ind w:left="1749" w:right="-20"/>
              <w:rPr>
                <w:rFonts w:eastAsia="Arial" w:cstheme="minorHAnsi"/>
                <w:color w:val="000000"/>
              </w:rPr>
            </w:pPr>
            <w:r>
              <w:rPr>
                <w:rFonts w:eastAsia="Arial" w:cstheme="minorHAnsi"/>
                <w:color w:val="000000"/>
              </w:rPr>
              <w:t>up to</w:t>
            </w:r>
            <w:r w:rsidR="005C24B3" w:rsidRPr="0042658C">
              <w:rPr>
                <w:rFonts w:eastAsia="Arial" w:cstheme="minorHAnsi"/>
                <w:color w:val="000000"/>
                <w:spacing w:val="-1"/>
              </w:rPr>
              <w:t xml:space="preserve"> 10</w:t>
            </w:r>
            <w:r w:rsidR="005C24B3" w:rsidRPr="0042658C">
              <w:rPr>
                <w:rFonts w:eastAsia="Arial" w:cstheme="minorHAnsi"/>
                <w:color w:val="000000"/>
              </w:rPr>
              <w:t>% (</w:t>
            </w:r>
            <w:r>
              <w:rPr>
                <w:rFonts w:eastAsia="Arial" w:cstheme="minorHAnsi"/>
                <w:color w:val="000000"/>
                <w:spacing w:val="-1"/>
              </w:rPr>
              <w:t>based on agreement</w:t>
            </w:r>
            <w:r w:rsidR="005C24B3" w:rsidRPr="0042658C">
              <w:rPr>
                <w:rFonts w:eastAsia="Arial" w:cstheme="minorHAnsi"/>
                <w:color w:val="000000"/>
              </w:rPr>
              <w:t>)</w:t>
            </w:r>
          </w:p>
        </w:tc>
      </w:tr>
      <w:tr w:rsidR="004C563B" w:rsidRPr="0042658C" w14:paraId="0D223E71" w14:textId="77777777">
        <w:trPr>
          <w:cantSplit/>
          <w:trHeight w:hRule="exact" w:val="310"/>
        </w:trPr>
        <w:tc>
          <w:tcPr>
            <w:tcW w:w="1128" w:type="dxa"/>
            <w:tcBorders>
              <w:top w:val="single" w:sz="1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BA5B21B" w14:textId="77777777" w:rsidR="004C563B" w:rsidRPr="0042658C" w:rsidRDefault="00ED1567">
            <w:pPr>
              <w:spacing w:before="55" w:after="0" w:line="231" w:lineRule="auto"/>
              <w:ind w:left="436" w:right="-20"/>
              <w:rPr>
                <w:rFonts w:eastAsia="Arial" w:cstheme="minorHAnsi"/>
                <w:b/>
                <w:bCs/>
                <w:color w:val="000000"/>
              </w:rPr>
            </w:pPr>
            <w:r w:rsidRPr="0042658C">
              <w:rPr>
                <w:rFonts w:eastAsia="Arial" w:cstheme="minorHAnsi"/>
                <w:b/>
                <w:bCs/>
                <w:color w:val="000000"/>
              </w:rPr>
              <w:t>12</w:t>
            </w:r>
          </w:p>
        </w:tc>
        <w:tc>
          <w:tcPr>
            <w:tcW w:w="14127" w:type="dxa"/>
            <w:gridSpan w:val="2"/>
            <w:tcBorders>
              <w:top w:val="single" w:sz="1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EAEA5F9" w14:textId="7B95668C" w:rsidR="004C563B" w:rsidRPr="0042658C" w:rsidRDefault="005C24B3">
            <w:pPr>
              <w:spacing w:before="55" w:after="0" w:line="231" w:lineRule="auto"/>
              <w:ind w:left="43" w:right="-20"/>
              <w:rPr>
                <w:rFonts w:eastAsia="Arial" w:cstheme="minorHAnsi"/>
                <w:b/>
                <w:bCs/>
                <w:color w:val="000000"/>
              </w:rPr>
            </w:pPr>
            <w:r>
              <w:rPr>
                <w:rFonts w:eastAsia="Arial" w:cstheme="minorHAnsi"/>
                <w:b/>
                <w:bCs/>
                <w:color w:val="000000"/>
              </w:rPr>
              <w:t>ACTUAL COSTS</w:t>
            </w:r>
          </w:p>
        </w:tc>
      </w:tr>
      <w:tr w:rsidR="005C24B3" w:rsidRPr="0042658C" w14:paraId="66587B8B" w14:textId="77777777">
        <w:trPr>
          <w:cantSplit/>
          <w:trHeight w:hRule="exact" w:val="649"/>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5C227A0" w14:textId="77777777" w:rsidR="005C24B3" w:rsidRPr="0042658C" w:rsidRDefault="005C24B3" w:rsidP="005C24B3">
            <w:pPr>
              <w:spacing w:after="4" w:line="220" w:lineRule="exact"/>
              <w:rPr>
                <w:rFonts w:eastAsia="Times New Roman" w:cstheme="minorHAnsi"/>
              </w:rPr>
            </w:pPr>
          </w:p>
          <w:p w14:paraId="34771645" w14:textId="77777777" w:rsidR="005C24B3" w:rsidRPr="0042658C" w:rsidRDefault="005C24B3" w:rsidP="005C24B3">
            <w:pPr>
              <w:spacing w:after="0" w:line="240"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r w:rsidRPr="0042658C">
              <w:rPr>
                <w:rFonts w:eastAsia="Arial" w:cstheme="minorHAnsi"/>
                <w:color w:val="000000"/>
                <w:spacing w:val="-1"/>
              </w:rPr>
              <w:t>1</w:t>
            </w:r>
            <w:r w:rsidRPr="0042658C">
              <w:rPr>
                <w:rFonts w:eastAsia="Arial" w:cstheme="minorHAnsi"/>
                <w:color w:val="000000"/>
              </w:rPr>
              <w:t>.</w:t>
            </w:r>
          </w:p>
        </w:tc>
        <w:tc>
          <w:tcPr>
            <w:tcW w:w="1412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79E1355" w14:textId="3E96B1D8" w:rsidR="005C24B3" w:rsidRPr="0042658C" w:rsidRDefault="005C24B3" w:rsidP="005C24B3">
            <w:pPr>
              <w:spacing w:before="56" w:after="0" w:line="239" w:lineRule="auto"/>
              <w:ind w:left="43" w:right="33"/>
              <w:rPr>
                <w:rFonts w:eastAsia="Arial" w:cstheme="minorHAnsi"/>
                <w:color w:val="000000"/>
              </w:rPr>
            </w:pPr>
            <w:r w:rsidRPr="00FF22CE">
              <w:t>The Bank charges all commissions and costs charged by a foreign partner, correspondent bank or other financial institution, participant in the execution of the order, in order to reimburse the actual costs incurred during the execution of the client's order.</w:t>
            </w:r>
          </w:p>
        </w:tc>
      </w:tr>
      <w:tr w:rsidR="005C24B3" w:rsidRPr="0042658C" w14:paraId="5BEF944A" w14:textId="77777777">
        <w:trPr>
          <w:cantSplit/>
          <w:trHeight w:hRule="exact" w:val="67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B887144" w14:textId="77777777" w:rsidR="005C24B3" w:rsidRPr="0042658C" w:rsidRDefault="005C24B3" w:rsidP="005C24B3">
            <w:pPr>
              <w:spacing w:after="15" w:line="220" w:lineRule="exact"/>
              <w:rPr>
                <w:rFonts w:eastAsia="Times New Roman" w:cstheme="minorHAnsi"/>
              </w:rPr>
            </w:pPr>
          </w:p>
          <w:p w14:paraId="6C6E1B83" w14:textId="77777777" w:rsidR="005C24B3" w:rsidRPr="0042658C" w:rsidRDefault="005C24B3" w:rsidP="005C24B3">
            <w:pPr>
              <w:spacing w:after="0" w:line="240" w:lineRule="auto"/>
              <w:ind w:left="340"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.2</w:t>
            </w:r>
          </w:p>
        </w:tc>
        <w:tc>
          <w:tcPr>
            <w:tcW w:w="1412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7225A50" w14:textId="23868860" w:rsidR="005C24B3" w:rsidRPr="0042658C" w:rsidRDefault="005C24B3" w:rsidP="005C24B3">
            <w:pPr>
              <w:spacing w:before="55" w:after="0" w:line="239" w:lineRule="auto"/>
              <w:ind w:left="43" w:right="775"/>
              <w:rPr>
                <w:rFonts w:eastAsia="Arial" w:cstheme="minorHAnsi"/>
                <w:color w:val="000000"/>
              </w:rPr>
            </w:pPr>
            <w:r w:rsidRPr="00FF22CE">
              <w:t>In addition to the fees provided for in this tariff, the Bank also charges the actual costs incurred in performing foreign exchange services.</w:t>
            </w:r>
          </w:p>
        </w:tc>
      </w:tr>
      <w:tr w:rsidR="005C24B3" w:rsidRPr="0042658C" w14:paraId="36D7E460" w14:textId="77777777">
        <w:trPr>
          <w:cantSplit/>
          <w:trHeight w:hRule="exact" w:val="619"/>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118C3EF" w14:textId="77777777" w:rsidR="005C24B3" w:rsidRPr="0042658C" w:rsidRDefault="005C24B3" w:rsidP="005C24B3">
            <w:pPr>
              <w:spacing w:after="9" w:line="200" w:lineRule="exact"/>
              <w:rPr>
                <w:rFonts w:eastAsia="Times New Roman" w:cstheme="minorHAnsi"/>
              </w:rPr>
            </w:pPr>
          </w:p>
          <w:p w14:paraId="7E21749F" w14:textId="77777777" w:rsidR="005C24B3" w:rsidRPr="0042658C" w:rsidRDefault="005C24B3" w:rsidP="005C24B3">
            <w:pPr>
              <w:spacing w:after="0" w:line="240" w:lineRule="auto"/>
              <w:ind w:left="340"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p>
        </w:tc>
        <w:tc>
          <w:tcPr>
            <w:tcW w:w="1412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83FEEE" w14:textId="2AD336A0" w:rsidR="005C24B3" w:rsidRPr="0042658C" w:rsidRDefault="005C24B3" w:rsidP="005C24B3">
            <w:pPr>
              <w:spacing w:before="55" w:after="0" w:line="255" w:lineRule="auto"/>
              <w:ind w:left="43" w:right="353"/>
              <w:rPr>
                <w:rFonts w:eastAsia="Arial" w:cstheme="minorHAnsi"/>
                <w:color w:val="000000"/>
              </w:rPr>
            </w:pPr>
            <w:r w:rsidRPr="00FF22CE">
              <w:t>The Bank may charge other actual costs that are not covered by this tariff, if it is regulated by a special agreement between the Bank and the payment service user.</w:t>
            </w:r>
          </w:p>
        </w:tc>
      </w:tr>
    </w:tbl>
    <w:p w14:paraId="3F90664E" w14:textId="77777777" w:rsidR="004C563B" w:rsidRPr="0042658C" w:rsidRDefault="004C563B">
      <w:pPr>
        <w:rPr>
          <w:rFonts w:cstheme="minorHAnsi"/>
        </w:rPr>
        <w:sectPr w:rsidR="004C563B" w:rsidRPr="0042658C">
          <w:pgSz w:w="16838" w:h="11904" w:orient="landscape"/>
          <w:pgMar w:top="304" w:right="401" w:bottom="633" w:left="998" w:header="720" w:footer="720" w:gutter="0"/>
          <w:cols w:space="708"/>
        </w:sectPr>
      </w:pPr>
    </w:p>
    <w:p w14:paraId="21B18C90" w14:textId="146A7AA1"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6704" behindDoc="1" locked="0" layoutInCell="0" allowOverlap="1" wp14:anchorId="053D5379" wp14:editId="1CB80F04">
                <wp:simplePos x="0" y="0"/>
                <wp:positionH relativeFrom="page">
                  <wp:posOffset>10297414</wp:posOffset>
                </wp:positionH>
                <wp:positionV relativeFrom="paragraph">
                  <wp:posOffset>121870</wp:posOffset>
                </wp:positionV>
                <wp:extent cx="33796" cy="162780"/>
                <wp:effectExtent l="0" t="0" r="0" b="0"/>
                <wp:wrapNone/>
                <wp:docPr id="10" name="drawingObject10"/>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122B5797"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053D5379" id="drawingObject10" o:spid="_x0000_s1034" type="#_x0000_t202" style="position:absolute;left:0;text-align:left;margin-left:810.8pt;margin-top:9.6pt;width:2.65pt;height:12.8pt;z-index:-251659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M7w7&#10;lKABAABAAwAADgAAAAAAAAAAAAAAAAAuAgAAZHJzL2Uyb0RvYy54bWxQSwECLQAUAAYACAAAACEA&#10;9V/m7N0AAAALAQAADwAAAAAAAAAAAAAAAAD6AwAAZHJzL2Rvd25yZXYueG1sUEsFBgAAAAAEAAQA&#10;8wAAAAQFAAAAAA==&#10;" o:allowincell="f" filled="f" stroked="f">
                <v:textbox style="mso-fit-shape-to-text:t" inset="0,0,0,0">
                  <w:txbxContent>
                    <w:p w14:paraId="122B5797"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336A3C11"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2839"/>
        <w:gridCol w:w="2837"/>
      </w:tblGrid>
      <w:tr w:rsidR="00370F0E" w:rsidRPr="0042658C" w14:paraId="7F0B98CE" w14:textId="77777777" w:rsidTr="00A543E7">
        <w:trPr>
          <w:cantSplit/>
          <w:trHeight w:hRule="exact" w:val="31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AE4EAE" w14:textId="77777777" w:rsidR="00370F0E" w:rsidRPr="0042658C" w:rsidRDefault="00370F0E" w:rsidP="00A543E7">
            <w:pPr>
              <w:spacing w:before="55" w:after="0" w:line="234"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r w:rsidRPr="0042658C">
              <w:rPr>
                <w:rFonts w:eastAsia="Arial" w:cstheme="minorHAnsi"/>
                <w:color w:val="000000"/>
                <w:spacing w:val="-1"/>
              </w:rPr>
              <w:t>4</w:t>
            </w:r>
            <w:r w:rsidRPr="0042658C">
              <w:rPr>
                <w:rFonts w:eastAsia="Arial" w:cstheme="minorHAnsi"/>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30D448D" w14:textId="77777777" w:rsidR="00370F0E" w:rsidRPr="0042658C" w:rsidRDefault="00370F0E" w:rsidP="00A543E7">
            <w:pPr>
              <w:spacing w:before="55" w:after="0" w:line="234" w:lineRule="auto"/>
              <w:ind w:left="43" w:right="-20"/>
              <w:rPr>
                <w:rFonts w:eastAsia="Arial" w:cstheme="minorHAnsi"/>
                <w:color w:val="000000"/>
              </w:rPr>
            </w:pPr>
            <w:r w:rsidRPr="00FF22CE">
              <w:t xml:space="preserve">For foreign exchange services provided by the Bank to customers in the country, fees are calculated in </w:t>
            </w:r>
            <w:r>
              <w:t>RSDs</w:t>
            </w:r>
            <w:r w:rsidRPr="00FF22CE">
              <w:t xml:space="preserve"> at the current exchange rate.</w:t>
            </w:r>
          </w:p>
        </w:tc>
      </w:tr>
      <w:tr w:rsidR="00370F0E" w:rsidRPr="0042658C" w14:paraId="33FD17EE" w14:textId="77777777" w:rsidTr="00A543E7">
        <w:trPr>
          <w:cantSplit/>
          <w:trHeight w:hRule="exact" w:val="57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F210E4" w14:textId="77777777" w:rsidR="00370F0E" w:rsidRPr="0042658C" w:rsidRDefault="00370F0E" w:rsidP="00A543E7">
            <w:pPr>
              <w:spacing w:after="7" w:line="180" w:lineRule="exact"/>
              <w:rPr>
                <w:rFonts w:eastAsia="Times New Roman" w:cstheme="minorHAnsi"/>
              </w:rPr>
            </w:pPr>
          </w:p>
          <w:p w14:paraId="337EF6FC" w14:textId="77777777" w:rsidR="00370F0E" w:rsidRPr="0042658C" w:rsidRDefault="00370F0E" w:rsidP="00A543E7">
            <w:pPr>
              <w:spacing w:after="0" w:line="240"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r w:rsidRPr="0042658C">
              <w:rPr>
                <w:rFonts w:eastAsia="Arial" w:cstheme="minorHAnsi"/>
                <w:color w:val="000000"/>
                <w:spacing w:val="-1"/>
              </w:rPr>
              <w:t>5</w:t>
            </w:r>
            <w:r w:rsidRPr="0042658C">
              <w:rPr>
                <w:rFonts w:eastAsia="Arial" w:cstheme="minorHAnsi"/>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8D5FAA3" w14:textId="77777777" w:rsidR="00370F0E" w:rsidRPr="0042658C" w:rsidRDefault="00370F0E" w:rsidP="00A543E7">
            <w:pPr>
              <w:spacing w:before="55" w:after="0" w:line="236" w:lineRule="auto"/>
              <w:ind w:left="43" w:right="858"/>
              <w:rPr>
                <w:rFonts w:eastAsia="Arial" w:cstheme="minorHAnsi"/>
                <w:color w:val="000000"/>
              </w:rPr>
            </w:pPr>
            <w:r w:rsidRPr="00FF22CE">
              <w:t>If foreign exchange operations are performed through several domestic banks, the fees are divided in proportion to the participation of those banks, all on the basis of their mutual agreement.</w:t>
            </w:r>
          </w:p>
        </w:tc>
      </w:tr>
      <w:tr w:rsidR="00370F0E" w:rsidRPr="005C24B3" w14:paraId="32C2F5D5" w14:textId="77777777" w:rsidTr="00A543E7">
        <w:trPr>
          <w:cantSplit/>
          <w:trHeight w:hRule="exact" w:val="31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8BE1B3" w14:textId="77777777" w:rsidR="00370F0E" w:rsidRPr="0042658C" w:rsidRDefault="00370F0E" w:rsidP="00A543E7">
            <w:pPr>
              <w:spacing w:before="55" w:after="0" w:line="232" w:lineRule="auto"/>
              <w:ind w:left="439" w:right="-20"/>
              <w:rPr>
                <w:rFonts w:eastAsia="Arial" w:cstheme="minorHAnsi"/>
                <w:b/>
                <w:bCs/>
                <w:color w:val="000000"/>
              </w:rPr>
            </w:pPr>
            <w:r w:rsidRPr="0042658C">
              <w:rPr>
                <w:rFonts w:eastAsia="Arial" w:cstheme="minorHAnsi"/>
                <w:b/>
                <w:bCs/>
                <w:color w:val="000000"/>
              </w:rPr>
              <w:t>13</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45E5A83" w14:textId="77777777" w:rsidR="00370F0E" w:rsidRPr="005C24B3" w:rsidRDefault="00370F0E" w:rsidP="00A543E7">
            <w:pPr>
              <w:spacing w:before="55" w:after="0" w:line="232" w:lineRule="auto"/>
              <w:ind w:left="43" w:right="-20"/>
              <w:rPr>
                <w:rFonts w:eastAsia="Arial" w:cstheme="minorHAnsi"/>
                <w:b/>
                <w:bCs/>
                <w:color w:val="000000"/>
              </w:rPr>
            </w:pPr>
            <w:r w:rsidRPr="005C24B3">
              <w:rPr>
                <w:b/>
                <w:bCs/>
              </w:rPr>
              <w:t>BANKING FEES</w:t>
            </w:r>
          </w:p>
        </w:tc>
      </w:tr>
      <w:tr w:rsidR="00370F0E" w:rsidRPr="0042658C" w14:paraId="17864B95" w14:textId="77777777" w:rsidTr="00A543E7">
        <w:trPr>
          <w:cantSplit/>
          <w:trHeight w:hRule="exact" w:val="31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5DC697" w14:textId="77777777" w:rsidR="00370F0E" w:rsidRPr="0042658C" w:rsidRDefault="00370F0E" w:rsidP="00A543E7">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498835F" w14:textId="77777777" w:rsidR="00370F0E" w:rsidRPr="0042658C" w:rsidRDefault="00370F0E" w:rsidP="00A543E7">
            <w:pPr>
              <w:spacing w:before="55" w:after="0" w:line="232" w:lineRule="auto"/>
              <w:ind w:left="43" w:right="-20"/>
              <w:rPr>
                <w:rFonts w:eastAsia="Arial" w:cstheme="minorHAnsi"/>
                <w:color w:val="000000"/>
              </w:rPr>
            </w:pPr>
            <w:r w:rsidRPr="00FF22CE">
              <w:t>Opening and maintaining bank accounts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9F4985F" w14:textId="77777777" w:rsidR="00370F0E" w:rsidRPr="0042658C" w:rsidRDefault="00370F0E" w:rsidP="00A543E7">
            <w:pPr>
              <w:spacing w:before="55" w:after="0" w:line="232" w:lineRule="auto"/>
              <w:ind w:right="-20"/>
              <w:rPr>
                <w:rFonts w:eastAsia="Arial" w:cstheme="minorHAnsi"/>
                <w:color w:val="000000"/>
              </w:rPr>
            </w:pPr>
            <w:r>
              <w:rPr>
                <w:rFonts w:eastAsia="Arial" w:cstheme="minorHAnsi"/>
                <w:color w:val="000000"/>
              </w:rPr>
              <w:t>B</w:t>
            </w:r>
            <w:r w:rsidRPr="00F25B24">
              <w:rPr>
                <w:rFonts w:eastAsia="Arial" w:cstheme="minorHAnsi"/>
                <w:color w:val="000000"/>
              </w:rPr>
              <w:t>ased on agreement</w:t>
            </w:r>
          </w:p>
        </w:tc>
      </w:tr>
      <w:tr w:rsidR="00370F0E" w:rsidRPr="0042658C" w14:paraId="51815B85" w14:textId="77777777" w:rsidTr="00A543E7">
        <w:trPr>
          <w:cantSplit/>
          <w:trHeight w:hRule="exact" w:val="31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60E4928" w14:textId="77777777" w:rsidR="00370F0E" w:rsidRPr="0042658C" w:rsidRDefault="00370F0E" w:rsidP="00A543E7">
            <w:pPr>
              <w:spacing w:before="55" w:after="0" w:line="234"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w:t>
            </w:r>
            <w:r w:rsidRPr="0042658C">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D193595" w14:textId="77777777" w:rsidR="00370F0E" w:rsidRPr="0042658C" w:rsidRDefault="00370F0E" w:rsidP="00A543E7">
            <w:pPr>
              <w:spacing w:before="55" w:after="0" w:line="234" w:lineRule="auto"/>
              <w:ind w:left="43" w:right="-20"/>
              <w:rPr>
                <w:rFonts w:eastAsia="Arial" w:cstheme="minorHAnsi"/>
                <w:color w:val="000000"/>
              </w:rPr>
            </w:pPr>
            <w:r w:rsidRPr="00FF22CE">
              <w:t>Closing bank accounts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B297BDC" w14:textId="77777777" w:rsidR="00370F0E" w:rsidRPr="0042658C" w:rsidRDefault="00370F0E" w:rsidP="00A543E7">
            <w:pPr>
              <w:spacing w:before="55" w:after="0" w:line="234" w:lineRule="auto"/>
              <w:ind w:right="-20"/>
              <w:rPr>
                <w:rFonts w:eastAsia="Arial" w:cstheme="minorHAnsi"/>
                <w:color w:val="000000"/>
              </w:rPr>
            </w:pPr>
            <w:r>
              <w:rPr>
                <w:rFonts w:eastAsia="Arial" w:cstheme="minorHAnsi"/>
                <w:color w:val="000000"/>
              </w:rPr>
              <w:t>B</w:t>
            </w:r>
            <w:r w:rsidRPr="00F25B24">
              <w:rPr>
                <w:rFonts w:eastAsia="Arial" w:cstheme="minorHAnsi"/>
                <w:color w:val="000000"/>
              </w:rPr>
              <w:t>ased on agreement</w:t>
            </w:r>
          </w:p>
        </w:tc>
      </w:tr>
      <w:tr w:rsidR="00370F0E" w:rsidRPr="0042658C" w14:paraId="297AC482" w14:textId="77777777" w:rsidTr="00A543E7">
        <w:trPr>
          <w:cantSplit/>
          <w:trHeight w:hRule="exact" w:val="312"/>
        </w:trPr>
        <w:tc>
          <w:tcPr>
            <w:tcW w:w="1128"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6AA0EAC9" w14:textId="77777777" w:rsidR="00370F0E" w:rsidRPr="0042658C" w:rsidRDefault="00370F0E" w:rsidP="00A543E7">
            <w:pPr>
              <w:spacing w:before="56"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w:t>
            </w:r>
            <w:r w:rsidRPr="0042658C">
              <w:rPr>
                <w:rFonts w:eastAsia="Arial" w:cstheme="minorHAnsi"/>
                <w:color w:val="000000"/>
                <w:spacing w:val="-1"/>
              </w:rPr>
              <w:t>3</w:t>
            </w:r>
            <w:r w:rsidRPr="0042658C">
              <w:rPr>
                <w:rFonts w:eastAsia="Arial" w:cstheme="minorHAnsi"/>
                <w:color w:val="000000"/>
              </w:rPr>
              <w:t>.</w:t>
            </w:r>
          </w:p>
        </w:tc>
        <w:tc>
          <w:tcPr>
            <w:tcW w:w="8451"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3A5C0952" w14:textId="77777777" w:rsidR="00370F0E" w:rsidRPr="0042658C" w:rsidRDefault="00370F0E" w:rsidP="00A543E7">
            <w:pPr>
              <w:spacing w:before="56" w:after="0" w:line="232" w:lineRule="auto"/>
              <w:ind w:left="43" w:right="-20"/>
              <w:rPr>
                <w:rFonts w:eastAsia="Arial" w:cstheme="minorHAnsi"/>
                <w:color w:val="000000"/>
              </w:rPr>
            </w:pPr>
            <w:r w:rsidRPr="00FF22CE">
              <w:t>Loan - overdraft</w:t>
            </w:r>
          </w:p>
        </w:tc>
        <w:tc>
          <w:tcPr>
            <w:tcW w:w="5676" w:type="dxa"/>
            <w:gridSpan w:val="2"/>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77DE62A1" w14:textId="77777777" w:rsidR="00370F0E" w:rsidRPr="0042658C" w:rsidRDefault="00370F0E" w:rsidP="00A543E7">
            <w:pPr>
              <w:spacing w:before="56" w:after="0" w:line="232" w:lineRule="auto"/>
              <w:ind w:right="-20"/>
              <w:rPr>
                <w:rFonts w:eastAsia="Arial" w:cstheme="minorHAnsi"/>
                <w:color w:val="000000"/>
              </w:rPr>
            </w:pPr>
            <w:r>
              <w:rPr>
                <w:rFonts w:eastAsia="Arial" w:cstheme="minorHAnsi"/>
                <w:color w:val="000000"/>
              </w:rPr>
              <w:t>Not allowed</w:t>
            </w:r>
          </w:p>
        </w:tc>
      </w:tr>
      <w:tr w:rsidR="00370F0E" w:rsidRPr="0042658C" w14:paraId="102AC5F3" w14:textId="77777777" w:rsidTr="00A543E7">
        <w:trPr>
          <w:cantSplit/>
          <w:trHeight w:hRule="exact" w:val="311"/>
        </w:trPr>
        <w:tc>
          <w:tcPr>
            <w:tcW w:w="1128" w:type="dxa"/>
            <w:tcBorders>
              <w:top w:val="single" w:sz="3" w:space="0" w:color="000000"/>
              <w:left w:val="single" w:sz="7" w:space="0" w:color="000000"/>
              <w:bottom w:val="single" w:sz="7" w:space="0" w:color="000000"/>
              <w:right w:val="single" w:sz="7" w:space="0" w:color="000000"/>
            </w:tcBorders>
            <w:tcMar>
              <w:top w:w="0" w:type="dxa"/>
              <w:left w:w="0" w:type="dxa"/>
              <w:bottom w:w="0" w:type="dxa"/>
              <w:right w:w="0" w:type="dxa"/>
            </w:tcMar>
          </w:tcPr>
          <w:p w14:paraId="65D1792E" w14:textId="77777777" w:rsidR="00370F0E" w:rsidRPr="0042658C" w:rsidRDefault="00370F0E" w:rsidP="00A543E7">
            <w:pPr>
              <w:spacing w:before="5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w:t>
            </w:r>
            <w:r w:rsidRPr="0042658C">
              <w:rPr>
                <w:rFonts w:eastAsia="Arial" w:cstheme="minorHAnsi"/>
                <w:color w:val="000000"/>
                <w:spacing w:val="-1"/>
              </w:rPr>
              <w:t>4</w:t>
            </w:r>
            <w:r w:rsidRPr="0042658C">
              <w:rPr>
                <w:rFonts w:eastAsia="Arial" w:cstheme="minorHAnsi"/>
                <w:color w:val="000000"/>
              </w:rPr>
              <w:t>.</w:t>
            </w:r>
          </w:p>
        </w:tc>
        <w:tc>
          <w:tcPr>
            <w:tcW w:w="8451" w:type="dxa"/>
            <w:tcBorders>
              <w:top w:val="single" w:sz="3" w:space="0" w:color="000000"/>
              <w:left w:val="single" w:sz="7" w:space="0" w:color="000000"/>
              <w:bottom w:val="single" w:sz="7" w:space="0" w:color="000000"/>
              <w:right w:val="single" w:sz="7" w:space="0" w:color="000000"/>
            </w:tcBorders>
            <w:tcMar>
              <w:top w:w="0" w:type="dxa"/>
              <w:left w:w="0" w:type="dxa"/>
              <w:bottom w:w="0" w:type="dxa"/>
              <w:right w:w="0" w:type="dxa"/>
            </w:tcMar>
          </w:tcPr>
          <w:p w14:paraId="3022BE44" w14:textId="77777777" w:rsidR="00370F0E" w:rsidRPr="0042658C" w:rsidRDefault="00370F0E" w:rsidP="00A543E7">
            <w:pPr>
              <w:spacing w:before="55" w:after="0" w:line="232" w:lineRule="auto"/>
              <w:ind w:left="43" w:right="-20"/>
              <w:rPr>
                <w:rFonts w:eastAsia="Arial" w:cstheme="minorHAnsi"/>
                <w:color w:val="000000"/>
              </w:rPr>
            </w:pPr>
            <w:r w:rsidRPr="00FF22CE">
              <w:t>Confirmation of the balance on the bank account (upon request)</w:t>
            </w:r>
          </w:p>
        </w:tc>
        <w:tc>
          <w:tcPr>
            <w:tcW w:w="5676" w:type="dxa"/>
            <w:gridSpan w:val="2"/>
            <w:tcBorders>
              <w:top w:val="single" w:sz="3" w:space="0" w:color="000000"/>
              <w:left w:val="single" w:sz="7" w:space="0" w:color="000000"/>
              <w:bottom w:val="single" w:sz="3" w:space="0" w:color="000000"/>
              <w:right w:val="single" w:sz="7" w:space="0" w:color="000000"/>
            </w:tcBorders>
            <w:tcMar>
              <w:top w:w="0" w:type="dxa"/>
              <w:left w:w="0" w:type="dxa"/>
              <w:bottom w:w="0" w:type="dxa"/>
              <w:right w:w="0" w:type="dxa"/>
            </w:tcMar>
          </w:tcPr>
          <w:p w14:paraId="3FEA0767" w14:textId="77777777" w:rsidR="00370F0E" w:rsidRPr="0042658C" w:rsidRDefault="00370F0E" w:rsidP="00A543E7">
            <w:pPr>
              <w:spacing w:before="55" w:after="0" w:line="232" w:lineRule="auto"/>
              <w:ind w:right="-20"/>
              <w:rPr>
                <w:rFonts w:eastAsia="Arial" w:cstheme="minorHAnsi"/>
                <w:color w:val="000000"/>
              </w:rPr>
            </w:pPr>
            <w:r>
              <w:rPr>
                <w:rFonts w:eastAsia="Arial" w:cstheme="minorHAnsi"/>
                <w:color w:val="000000"/>
              </w:rPr>
              <w:t xml:space="preserve">EUR </w:t>
            </w:r>
            <w:r w:rsidRPr="0042658C">
              <w:rPr>
                <w:rFonts w:eastAsia="Arial" w:cstheme="minorHAnsi"/>
                <w:color w:val="000000"/>
              </w:rPr>
              <w:t>4</w:t>
            </w:r>
            <w:r w:rsidRPr="0042658C">
              <w:rPr>
                <w:rFonts w:eastAsia="Arial" w:cstheme="minorHAnsi"/>
                <w:color w:val="000000"/>
                <w:spacing w:val="-1"/>
              </w:rPr>
              <w:t>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370F0E" w:rsidRPr="0042658C" w14:paraId="314D1A29" w14:textId="77777777" w:rsidTr="00A543E7">
        <w:trPr>
          <w:cantSplit/>
          <w:trHeight w:hRule="exact" w:val="32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3F8B259" w14:textId="77777777" w:rsidR="00370F0E" w:rsidRPr="0042658C" w:rsidRDefault="00370F0E" w:rsidP="00A543E7">
            <w:pPr>
              <w:spacing w:before="65" w:after="0" w:line="232" w:lineRule="auto"/>
              <w:ind w:left="309"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.5.</w:t>
            </w:r>
          </w:p>
        </w:tc>
        <w:tc>
          <w:tcPr>
            <w:tcW w:w="14127" w:type="dxa"/>
            <w:gridSpan w:val="3"/>
            <w:tcBorders>
              <w:left w:val="single" w:sz="7" w:space="0" w:color="000000"/>
              <w:bottom w:val="single" w:sz="7" w:space="0" w:color="000000"/>
              <w:right w:val="single" w:sz="3" w:space="0" w:color="000000"/>
            </w:tcBorders>
            <w:tcMar>
              <w:top w:w="0" w:type="dxa"/>
              <w:left w:w="0" w:type="dxa"/>
              <w:bottom w:w="0" w:type="dxa"/>
              <w:right w:w="0" w:type="dxa"/>
            </w:tcMar>
          </w:tcPr>
          <w:p w14:paraId="06DEED95" w14:textId="77777777" w:rsidR="00370F0E" w:rsidRPr="0042658C" w:rsidRDefault="00370F0E" w:rsidP="00A543E7">
            <w:pPr>
              <w:spacing w:before="65" w:after="0" w:line="232" w:lineRule="auto"/>
              <w:ind w:left="43" w:right="-20"/>
              <w:rPr>
                <w:rFonts w:eastAsia="Arial" w:cstheme="minorHAnsi"/>
                <w:b/>
                <w:bCs/>
                <w:color w:val="000000"/>
              </w:rPr>
            </w:pPr>
            <w:r w:rsidRPr="00FF22CE">
              <w:t>Receipt of funds - MT103</w:t>
            </w:r>
          </w:p>
        </w:tc>
      </w:tr>
      <w:tr w:rsidR="00370F0E" w:rsidRPr="0042658C" w14:paraId="1744D061" w14:textId="77777777" w:rsidTr="00A543E7">
        <w:trPr>
          <w:cantSplit/>
          <w:trHeight w:hRule="exact" w:val="31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5F17719" w14:textId="77777777" w:rsidR="00370F0E" w:rsidRPr="0042658C" w:rsidRDefault="00370F0E" w:rsidP="00A543E7">
            <w:pPr>
              <w:spacing w:before="55" w:after="0" w:line="232" w:lineRule="auto"/>
              <w:ind w:left="213"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.5.1.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7302FA" w14:textId="77777777" w:rsidR="00370F0E" w:rsidRPr="0042658C" w:rsidRDefault="00370F0E" w:rsidP="00A543E7">
            <w:pPr>
              <w:spacing w:before="55" w:after="0" w:line="232" w:lineRule="auto"/>
              <w:ind w:left="43" w:right="-20"/>
              <w:rPr>
                <w:rFonts w:eastAsia="Arial" w:cstheme="minorHAnsi"/>
                <w:color w:val="000000"/>
              </w:rPr>
            </w:pPr>
            <w:r w:rsidRPr="00FF22CE">
              <w:t>SHA / BEN cost option</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6460544" w14:textId="77777777" w:rsidR="00370F0E" w:rsidRPr="0042658C" w:rsidRDefault="00370F0E" w:rsidP="00A543E7">
            <w:pPr>
              <w:spacing w:before="55" w:after="0" w:line="232" w:lineRule="auto"/>
              <w:ind w:right="-20"/>
              <w:rPr>
                <w:rFonts w:eastAsia="Arial" w:cstheme="minorHAnsi"/>
                <w:color w:val="000000"/>
              </w:rPr>
            </w:pPr>
            <w:r>
              <w:rPr>
                <w:rFonts w:eastAsia="Arial" w:cstheme="minorHAnsi"/>
                <w:color w:val="000000"/>
              </w:rPr>
              <w:t>Free of charge</w:t>
            </w:r>
          </w:p>
        </w:tc>
      </w:tr>
      <w:tr w:rsidR="00370F0E" w:rsidRPr="0042658C" w14:paraId="22306F1B" w14:textId="77777777" w:rsidTr="00A543E7">
        <w:trPr>
          <w:cantSplit/>
          <w:trHeight w:hRule="exact" w:val="31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5FAE870" w14:textId="77777777" w:rsidR="00370F0E" w:rsidRPr="0042658C" w:rsidRDefault="00370F0E" w:rsidP="00A543E7">
            <w:pPr>
              <w:spacing w:before="55" w:after="0" w:line="234" w:lineRule="auto"/>
              <w:ind w:left="180"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 5.2.</w:t>
            </w:r>
          </w:p>
        </w:tc>
        <w:tc>
          <w:tcPr>
            <w:tcW w:w="14127" w:type="dxa"/>
            <w:gridSpan w:val="3"/>
            <w:tcBorders>
              <w:top w:val="single" w:sz="7" w:space="0" w:color="000000"/>
              <w:left w:val="single" w:sz="7" w:space="0" w:color="000000"/>
              <w:bottom w:val="single" w:sz="7" w:space="0" w:color="000000"/>
              <w:right w:val="single" w:sz="3" w:space="0" w:color="000000"/>
            </w:tcBorders>
            <w:tcMar>
              <w:top w:w="0" w:type="dxa"/>
              <w:left w:w="0" w:type="dxa"/>
              <w:bottom w:w="0" w:type="dxa"/>
              <w:right w:w="0" w:type="dxa"/>
            </w:tcMar>
          </w:tcPr>
          <w:p w14:paraId="45B3EA4D" w14:textId="77777777" w:rsidR="00370F0E" w:rsidRPr="0042658C" w:rsidRDefault="00370F0E" w:rsidP="00A543E7">
            <w:pPr>
              <w:spacing w:before="55" w:after="0" w:line="234" w:lineRule="auto"/>
              <w:ind w:left="43" w:right="-20"/>
              <w:rPr>
                <w:rFonts w:eastAsia="Arial" w:cstheme="minorHAnsi"/>
                <w:color w:val="000000"/>
              </w:rPr>
            </w:pPr>
            <w:r w:rsidRPr="00FF22CE">
              <w:t>OUR cost option</w:t>
            </w:r>
          </w:p>
        </w:tc>
      </w:tr>
      <w:tr w:rsidR="00370F0E" w:rsidRPr="0042658C" w14:paraId="23D75EF8" w14:textId="77777777" w:rsidTr="00A543E7">
        <w:trPr>
          <w:cantSplit/>
          <w:trHeight w:hRule="exact" w:val="312"/>
        </w:trPr>
        <w:tc>
          <w:tcPr>
            <w:tcW w:w="1128"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37231E33" w14:textId="77777777" w:rsidR="00370F0E" w:rsidRPr="0042658C" w:rsidRDefault="00370F0E" w:rsidP="00A543E7">
            <w:pPr>
              <w:spacing w:before="55" w:after="0" w:line="232" w:lineRule="auto"/>
              <w:ind w:left="117"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.5.</w:t>
            </w:r>
            <w:r w:rsidRPr="0042658C">
              <w:rPr>
                <w:rFonts w:eastAsia="Arial" w:cstheme="minorHAnsi"/>
                <w:color w:val="000000"/>
                <w:spacing w:val="-1"/>
              </w:rPr>
              <w:t>2</w:t>
            </w:r>
            <w:r w:rsidRPr="0042658C">
              <w:rPr>
                <w:rFonts w:eastAsia="Arial" w:cstheme="minorHAnsi"/>
                <w:color w:val="000000"/>
              </w:rPr>
              <w:t>.1.</w:t>
            </w:r>
          </w:p>
        </w:tc>
        <w:tc>
          <w:tcPr>
            <w:tcW w:w="8451"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594A57A1" w14:textId="77777777" w:rsidR="00370F0E" w:rsidRPr="0042658C" w:rsidRDefault="00370F0E" w:rsidP="00A543E7">
            <w:pPr>
              <w:spacing w:before="55" w:after="0" w:line="232" w:lineRule="auto"/>
              <w:ind w:left="43" w:right="-20"/>
              <w:rPr>
                <w:rFonts w:eastAsia="Arial" w:cstheme="minorHAnsi"/>
                <w:color w:val="000000"/>
              </w:rPr>
            </w:pPr>
            <w:r w:rsidRPr="00FF22CE">
              <w:t>MT 103 received by the bank</w:t>
            </w:r>
          </w:p>
        </w:tc>
        <w:tc>
          <w:tcPr>
            <w:tcW w:w="283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41091CF" w14:textId="77777777" w:rsidR="00370F0E" w:rsidRPr="0042658C" w:rsidRDefault="00370F0E" w:rsidP="00A543E7">
            <w:pPr>
              <w:spacing w:before="55" w:after="0" w:line="232" w:lineRule="auto"/>
              <w:ind w:left="2145" w:right="-20"/>
              <w:rPr>
                <w:rFonts w:eastAsia="Arial" w:cstheme="minorHAnsi"/>
                <w:color w:val="000000"/>
              </w:rPr>
            </w:pPr>
            <w:r w:rsidRPr="0042658C">
              <w:rPr>
                <w:rFonts w:eastAsia="Arial" w:cstheme="minorHAnsi"/>
                <w:color w:val="000000"/>
              </w:rPr>
              <w:t>0</w:t>
            </w:r>
            <w:r>
              <w:rPr>
                <w:rFonts w:eastAsia="Arial" w:cstheme="minorHAnsi"/>
                <w:color w:val="000000"/>
              </w:rPr>
              <w:t>.</w:t>
            </w:r>
            <w:r w:rsidRPr="0042658C">
              <w:rPr>
                <w:rFonts w:eastAsia="Arial" w:cstheme="minorHAnsi"/>
                <w:color w:val="000000"/>
                <w:spacing w:val="-1"/>
              </w:rPr>
              <w:t>10</w:t>
            </w:r>
            <w:r w:rsidRPr="0042658C">
              <w:rPr>
                <w:rFonts w:eastAsia="Arial" w:cstheme="minorHAnsi"/>
                <w:color w:val="000000"/>
              </w:rPr>
              <w:t>%</w:t>
            </w:r>
          </w:p>
        </w:tc>
        <w:tc>
          <w:tcPr>
            <w:tcW w:w="283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AB66F44" w14:textId="77777777" w:rsidR="00370F0E" w:rsidRPr="0042658C" w:rsidRDefault="00370F0E" w:rsidP="00A543E7">
            <w:pPr>
              <w:spacing w:before="55" w:after="0" w:line="232" w:lineRule="auto"/>
              <w:ind w:right="-20"/>
              <w:rPr>
                <w:rFonts w:eastAsia="Arial" w:cstheme="minorHAnsi"/>
                <w:color w:val="000000"/>
              </w:rPr>
            </w:pPr>
            <w:r>
              <w:rPr>
                <w:rFonts w:eastAsia="Arial" w:cstheme="minorHAnsi"/>
                <w:color w:val="000000"/>
              </w:rPr>
              <w:t xml:space="preserve">                            </w:t>
            </w: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Pr>
                <w:rFonts w:eastAsia="Arial" w:cstheme="minorHAnsi"/>
                <w:color w:val="000000"/>
              </w:rPr>
              <w:t xml:space="preserve">EUR </w:t>
            </w:r>
            <w:r w:rsidRPr="0042658C">
              <w:rPr>
                <w:rFonts w:eastAsia="Arial" w:cstheme="minorHAnsi"/>
                <w:color w:val="000000"/>
              </w:rPr>
              <w:t>1</w:t>
            </w:r>
            <w:r w:rsidRPr="0042658C">
              <w:rPr>
                <w:rFonts w:eastAsia="Arial" w:cstheme="minorHAnsi"/>
                <w:color w:val="000000"/>
                <w:spacing w:val="-1"/>
              </w:rPr>
              <w:t>0</w:t>
            </w:r>
            <w:r>
              <w:rPr>
                <w:rFonts w:eastAsia="Arial" w:cstheme="minorHAnsi"/>
                <w:color w:val="000000"/>
              </w:rPr>
              <w:t>.</w:t>
            </w:r>
            <w:r w:rsidRPr="0042658C">
              <w:rPr>
                <w:rFonts w:eastAsia="Arial" w:cstheme="minorHAnsi"/>
                <w:color w:val="000000"/>
              </w:rPr>
              <w:t>00</w:t>
            </w:r>
            <w:r w:rsidRPr="0042658C">
              <w:rPr>
                <w:rFonts w:eastAsia="Arial" w:cstheme="minorHAnsi"/>
                <w:color w:val="000000"/>
                <w:spacing w:val="-1"/>
              </w:rPr>
              <w:t xml:space="preserve"> </w:t>
            </w:r>
          </w:p>
        </w:tc>
      </w:tr>
    </w:tbl>
    <w:p w14:paraId="0D8F2428" w14:textId="77777777" w:rsidR="004C563B" w:rsidRPr="0042658C" w:rsidRDefault="004C563B">
      <w:pPr>
        <w:spacing w:after="14" w:line="1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2839"/>
        <w:gridCol w:w="2838"/>
      </w:tblGrid>
      <w:tr w:rsidR="004C563B" w:rsidRPr="0042658C" w14:paraId="4479D905" w14:textId="77777777" w:rsidTr="005C24B3">
        <w:trPr>
          <w:cantSplit/>
          <w:trHeight w:hRule="exact" w:val="311"/>
        </w:trPr>
        <w:tc>
          <w:tcPr>
            <w:tcW w:w="1128"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476ACD0D" w14:textId="77777777" w:rsidR="004C563B" w:rsidRPr="0042658C" w:rsidRDefault="004C563B">
            <w:pPr>
              <w:rPr>
                <w:rFonts w:cstheme="minorHAnsi"/>
              </w:rPr>
            </w:pPr>
          </w:p>
        </w:tc>
        <w:tc>
          <w:tcPr>
            <w:tcW w:w="8451"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6749403D" w14:textId="77777777" w:rsidR="004C563B" w:rsidRPr="0042658C" w:rsidRDefault="004C563B">
            <w:pPr>
              <w:rPr>
                <w:rFonts w:cstheme="minorHAnsi"/>
              </w:rPr>
            </w:pPr>
          </w:p>
        </w:tc>
        <w:tc>
          <w:tcPr>
            <w:tcW w:w="2839" w:type="dxa"/>
            <w:tcBorders>
              <w:top w:val="single" w:sz="7" w:space="0" w:color="000000"/>
              <w:left w:val="single" w:sz="7" w:space="0" w:color="000000"/>
              <w:bottom w:val="single" w:sz="3" w:space="0" w:color="000000"/>
              <w:right w:val="single" w:sz="7" w:space="0" w:color="000000"/>
            </w:tcBorders>
            <w:tcMar>
              <w:top w:w="0" w:type="dxa"/>
              <w:left w:w="0" w:type="dxa"/>
              <w:bottom w:w="0" w:type="dxa"/>
              <w:right w:w="0" w:type="dxa"/>
            </w:tcMar>
          </w:tcPr>
          <w:p w14:paraId="0032602C" w14:textId="77777777" w:rsidR="004C563B" w:rsidRPr="0042658C" w:rsidRDefault="004C563B">
            <w:pPr>
              <w:rPr>
                <w:rFonts w:cstheme="minorHAnsi"/>
              </w:rPr>
            </w:pPr>
          </w:p>
        </w:tc>
        <w:tc>
          <w:tcPr>
            <w:tcW w:w="283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7A01CB3" w14:textId="2BA5D1A1" w:rsidR="004C563B" w:rsidRPr="0042658C" w:rsidRDefault="00ED1567">
            <w:pPr>
              <w:spacing w:before="55" w:after="0" w:line="232" w:lineRule="auto"/>
              <w:ind w:left="1109" w:right="-20"/>
              <w:rPr>
                <w:rFonts w:eastAsia="Arial" w:cstheme="minorHAnsi"/>
                <w:color w:val="000000"/>
              </w:rPr>
            </w:pPr>
            <w:r w:rsidRPr="0042658C">
              <w:rPr>
                <w:rFonts w:eastAsia="Arial" w:cstheme="minorHAnsi"/>
                <w:color w:val="000000"/>
              </w:rPr>
              <w:t xml:space="preserve">max. </w:t>
            </w:r>
            <w:r w:rsidR="00A05B81">
              <w:rPr>
                <w:rFonts w:eastAsia="Arial" w:cstheme="minorHAnsi"/>
                <w:color w:val="000000"/>
              </w:rPr>
              <w:t xml:space="preserve">EUR </w:t>
            </w:r>
            <w:r w:rsidRPr="0042658C">
              <w:rPr>
                <w:rFonts w:eastAsia="Arial" w:cstheme="minorHAnsi"/>
                <w:color w:val="000000"/>
              </w:rPr>
              <w:t>5</w:t>
            </w:r>
            <w:r w:rsidRPr="0042658C">
              <w:rPr>
                <w:rFonts w:eastAsia="Arial" w:cstheme="minorHAnsi"/>
                <w:color w:val="000000"/>
                <w:spacing w:val="-1"/>
              </w:rPr>
              <w:t>0</w:t>
            </w:r>
            <w:r w:rsidR="00A05B8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0 E</w:t>
            </w:r>
            <w:r w:rsidRPr="0042658C">
              <w:rPr>
                <w:rFonts w:eastAsia="Arial" w:cstheme="minorHAnsi"/>
                <w:color w:val="000000"/>
                <w:spacing w:val="-1"/>
              </w:rPr>
              <w:t>U</w:t>
            </w:r>
            <w:r w:rsidRPr="0042658C">
              <w:rPr>
                <w:rFonts w:eastAsia="Arial" w:cstheme="minorHAnsi"/>
                <w:color w:val="000000"/>
              </w:rPr>
              <w:t>R</w:t>
            </w:r>
          </w:p>
        </w:tc>
      </w:tr>
      <w:tr w:rsidR="004C563B" w:rsidRPr="0042658C" w14:paraId="1150F4E0" w14:textId="77777777" w:rsidTr="005C24B3">
        <w:trPr>
          <w:cantSplit/>
          <w:trHeight w:hRule="exact" w:val="312"/>
        </w:trPr>
        <w:tc>
          <w:tcPr>
            <w:tcW w:w="1128" w:type="dxa"/>
            <w:vMerge w:val="restart"/>
            <w:tcBorders>
              <w:top w:val="single" w:sz="3" w:space="0" w:color="000000"/>
              <w:left w:val="single" w:sz="7" w:space="0" w:color="000000"/>
              <w:right w:val="single" w:sz="7" w:space="0" w:color="000000"/>
            </w:tcBorders>
            <w:tcMar>
              <w:top w:w="0" w:type="dxa"/>
              <w:left w:w="0" w:type="dxa"/>
              <w:bottom w:w="0" w:type="dxa"/>
              <w:right w:w="0" w:type="dxa"/>
            </w:tcMar>
          </w:tcPr>
          <w:p w14:paraId="11875C73" w14:textId="77777777" w:rsidR="004C563B" w:rsidRPr="0042658C" w:rsidRDefault="004C563B">
            <w:pPr>
              <w:spacing w:after="11" w:line="200" w:lineRule="exact"/>
              <w:rPr>
                <w:rFonts w:eastAsia="Times New Roman" w:cstheme="minorHAnsi"/>
              </w:rPr>
            </w:pPr>
          </w:p>
          <w:p w14:paraId="10F27422" w14:textId="77777777" w:rsidR="004C563B" w:rsidRPr="0042658C" w:rsidRDefault="00ED1567">
            <w:pPr>
              <w:spacing w:after="0" w:line="240" w:lineRule="auto"/>
              <w:ind w:left="117"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.5.</w:t>
            </w:r>
            <w:r w:rsidRPr="0042658C">
              <w:rPr>
                <w:rFonts w:eastAsia="Arial" w:cstheme="minorHAnsi"/>
                <w:color w:val="000000"/>
                <w:spacing w:val="-1"/>
              </w:rPr>
              <w:t>2</w:t>
            </w:r>
            <w:r w:rsidRPr="0042658C">
              <w:rPr>
                <w:rFonts w:eastAsia="Arial" w:cstheme="minorHAnsi"/>
                <w:color w:val="000000"/>
              </w:rPr>
              <w:t>.2.</w:t>
            </w:r>
          </w:p>
        </w:tc>
        <w:tc>
          <w:tcPr>
            <w:tcW w:w="8451" w:type="dxa"/>
            <w:vMerge w:val="restart"/>
            <w:tcBorders>
              <w:top w:val="single" w:sz="3" w:space="0" w:color="000000"/>
              <w:left w:val="single" w:sz="7" w:space="0" w:color="000000"/>
              <w:right w:val="single" w:sz="7" w:space="0" w:color="000000"/>
            </w:tcBorders>
            <w:tcMar>
              <w:top w:w="0" w:type="dxa"/>
              <w:left w:w="0" w:type="dxa"/>
              <w:bottom w:w="0" w:type="dxa"/>
              <w:right w:w="0" w:type="dxa"/>
            </w:tcMar>
          </w:tcPr>
          <w:p w14:paraId="405DF359" w14:textId="77777777" w:rsidR="004C563B" w:rsidRPr="0042658C" w:rsidRDefault="004C563B">
            <w:pPr>
              <w:spacing w:after="11" w:line="200" w:lineRule="exact"/>
              <w:rPr>
                <w:rFonts w:eastAsia="Times New Roman" w:cstheme="minorHAnsi"/>
              </w:rPr>
            </w:pPr>
          </w:p>
          <w:p w14:paraId="6F4D839B" w14:textId="685B16EC" w:rsidR="004C563B" w:rsidRPr="0042658C" w:rsidRDefault="005C24B3">
            <w:pPr>
              <w:spacing w:after="0" w:line="240" w:lineRule="auto"/>
              <w:ind w:left="43" w:right="-20"/>
              <w:rPr>
                <w:rFonts w:eastAsia="Arial" w:cstheme="minorHAnsi"/>
                <w:color w:val="000000"/>
              </w:rPr>
            </w:pPr>
            <w:r w:rsidRPr="005C24B3">
              <w:rPr>
                <w:rFonts w:eastAsia="Arial" w:cstheme="minorHAnsi"/>
                <w:color w:val="000000"/>
              </w:rPr>
              <w:t>MT 103 received from a domestic bank</w:t>
            </w:r>
          </w:p>
        </w:tc>
        <w:tc>
          <w:tcPr>
            <w:tcW w:w="2839" w:type="dxa"/>
            <w:vMerge w:val="restart"/>
            <w:tcBorders>
              <w:top w:val="single" w:sz="3" w:space="0" w:color="000000"/>
              <w:left w:val="single" w:sz="7" w:space="0" w:color="000000"/>
              <w:right w:val="single" w:sz="7" w:space="0" w:color="000000"/>
            </w:tcBorders>
            <w:tcMar>
              <w:top w:w="0" w:type="dxa"/>
              <w:left w:w="0" w:type="dxa"/>
              <w:bottom w:w="0" w:type="dxa"/>
              <w:right w:w="0" w:type="dxa"/>
            </w:tcMar>
          </w:tcPr>
          <w:p w14:paraId="0BBECF31" w14:textId="77777777" w:rsidR="004C563B" w:rsidRPr="0042658C" w:rsidRDefault="004C563B">
            <w:pPr>
              <w:spacing w:after="11" w:line="200" w:lineRule="exact"/>
              <w:rPr>
                <w:rFonts w:eastAsia="Times New Roman" w:cstheme="minorHAnsi"/>
              </w:rPr>
            </w:pPr>
          </w:p>
          <w:p w14:paraId="321F4446" w14:textId="4A868F0B" w:rsidR="004C563B" w:rsidRPr="0042658C" w:rsidRDefault="00ED1567">
            <w:pPr>
              <w:spacing w:after="0" w:line="240" w:lineRule="auto"/>
              <w:ind w:left="2145" w:right="-20"/>
              <w:rPr>
                <w:rFonts w:eastAsia="Arial" w:cstheme="minorHAnsi"/>
                <w:color w:val="000000"/>
              </w:rPr>
            </w:pPr>
            <w:r w:rsidRPr="0042658C">
              <w:rPr>
                <w:rFonts w:eastAsia="Arial" w:cstheme="minorHAnsi"/>
                <w:color w:val="000000"/>
              </w:rPr>
              <w:t>0</w:t>
            </w:r>
            <w:r w:rsidR="00A05B81">
              <w:rPr>
                <w:rFonts w:eastAsia="Arial" w:cstheme="minorHAnsi"/>
                <w:color w:val="000000"/>
              </w:rPr>
              <w:t>.</w:t>
            </w:r>
            <w:r w:rsidRPr="0042658C">
              <w:rPr>
                <w:rFonts w:eastAsia="Arial" w:cstheme="minorHAnsi"/>
                <w:color w:val="000000"/>
                <w:spacing w:val="-1"/>
              </w:rPr>
              <w:t>10</w:t>
            </w:r>
            <w:r w:rsidRPr="0042658C">
              <w:rPr>
                <w:rFonts w:eastAsia="Arial" w:cstheme="minorHAnsi"/>
                <w:color w:val="000000"/>
              </w:rPr>
              <w:t>%</w:t>
            </w:r>
          </w:p>
        </w:tc>
        <w:tc>
          <w:tcPr>
            <w:tcW w:w="283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8AF11E" w14:textId="37B46074" w:rsidR="004C563B" w:rsidRPr="0042658C" w:rsidRDefault="00ED1567">
            <w:pPr>
              <w:spacing w:before="55" w:after="0" w:line="232" w:lineRule="auto"/>
              <w:ind w:left="852"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A05B81">
              <w:rPr>
                <w:rFonts w:eastAsia="Arial" w:cstheme="minorHAnsi"/>
                <w:color w:val="000000"/>
              </w:rPr>
              <w:t xml:space="preserve">RSD </w:t>
            </w:r>
            <w:r w:rsidRPr="0042658C">
              <w:rPr>
                <w:rFonts w:eastAsia="Arial" w:cstheme="minorHAnsi"/>
                <w:color w:val="000000"/>
              </w:rPr>
              <w:t>1</w:t>
            </w:r>
            <w:r w:rsidR="00A05B81">
              <w:rPr>
                <w:rFonts w:eastAsia="Arial" w:cstheme="minorHAnsi"/>
                <w:color w:val="000000"/>
              </w:rPr>
              <w:t>,</w:t>
            </w:r>
            <w:r w:rsidRPr="0042658C">
              <w:rPr>
                <w:rFonts w:eastAsia="Arial" w:cstheme="minorHAnsi"/>
                <w:color w:val="000000"/>
              </w:rPr>
              <w:t>10</w:t>
            </w:r>
            <w:r w:rsidRPr="0042658C">
              <w:rPr>
                <w:rFonts w:eastAsia="Arial" w:cstheme="minorHAnsi"/>
                <w:color w:val="000000"/>
                <w:spacing w:val="-1"/>
              </w:rPr>
              <w:t>0</w:t>
            </w:r>
            <w:r w:rsidR="00A05B8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18BF1373" w14:textId="77777777" w:rsidTr="005C24B3">
        <w:trPr>
          <w:cantSplit/>
          <w:trHeight w:hRule="exact" w:val="314"/>
        </w:trPr>
        <w:tc>
          <w:tcPr>
            <w:tcW w:w="1128" w:type="dxa"/>
            <w:vMerge/>
            <w:tcBorders>
              <w:left w:val="single" w:sz="7" w:space="0" w:color="000000"/>
              <w:bottom w:val="single" w:sz="1" w:space="0" w:color="FF6363"/>
              <w:right w:val="single" w:sz="7" w:space="0" w:color="000000"/>
            </w:tcBorders>
            <w:tcMar>
              <w:top w:w="0" w:type="dxa"/>
              <w:left w:w="0" w:type="dxa"/>
              <w:bottom w:w="0" w:type="dxa"/>
              <w:right w:w="0" w:type="dxa"/>
            </w:tcMar>
          </w:tcPr>
          <w:p w14:paraId="69CEFB48" w14:textId="77777777" w:rsidR="004C563B" w:rsidRPr="0042658C" w:rsidRDefault="004C563B">
            <w:pPr>
              <w:rPr>
                <w:rFonts w:cstheme="minorHAnsi"/>
              </w:rPr>
            </w:pPr>
          </w:p>
        </w:tc>
        <w:tc>
          <w:tcPr>
            <w:tcW w:w="8451" w:type="dxa"/>
            <w:vMerge/>
            <w:tcBorders>
              <w:left w:val="single" w:sz="7" w:space="0" w:color="000000"/>
              <w:bottom w:val="single" w:sz="1" w:space="0" w:color="FF6363"/>
              <w:right w:val="single" w:sz="7" w:space="0" w:color="000000"/>
            </w:tcBorders>
            <w:tcMar>
              <w:top w:w="0" w:type="dxa"/>
              <w:left w:w="0" w:type="dxa"/>
              <w:bottom w:w="0" w:type="dxa"/>
              <w:right w:w="0" w:type="dxa"/>
            </w:tcMar>
          </w:tcPr>
          <w:p w14:paraId="448AE50E" w14:textId="77777777" w:rsidR="004C563B" w:rsidRPr="0042658C" w:rsidRDefault="004C563B">
            <w:pPr>
              <w:rPr>
                <w:rFonts w:cstheme="minorHAnsi"/>
              </w:rPr>
            </w:pPr>
          </w:p>
        </w:tc>
        <w:tc>
          <w:tcPr>
            <w:tcW w:w="2839" w:type="dxa"/>
            <w:vMerge/>
            <w:tcBorders>
              <w:left w:val="single" w:sz="7" w:space="0" w:color="000000"/>
              <w:bottom w:val="single" w:sz="1" w:space="0" w:color="FF6363"/>
              <w:right w:val="single" w:sz="7" w:space="0" w:color="000000"/>
            </w:tcBorders>
            <w:tcMar>
              <w:top w:w="0" w:type="dxa"/>
              <w:left w:w="0" w:type="dxa"/>
              <w:bottom w:w="0" w:type="dxa"/>
              <w:right w:w="0" w:type="dxa"/>
            </w:tcMar>
          </w:tcPr>
          <w:p w14:paraId="1F821325" w14:textId="77777777" w:rsidR="004C563B" w:rsidRPr="0042658C" w:rsidRDefault="004C563B">
            <w:pPr>
              <w:rPr>
                <w:rFonts w:cstheme="minorHAnsi"/>
              </w:rPr>
            </w:pPr>
          </w:p>
        </w:tc>
        <w:tc>
          <w:tcPr>
            <w:tcW w:w="2838" w:type="dxa"/>
            <w:tcBorders>
              <w:top w:val="single" w:sz="7" w:space="0" w:color="000000"/>
              <w:left w:val="single" w:sz="7" w:space="0" w:color="000000"/>
              <w:bottom w:val="single" w:sz="1" w:space="0" w:color="FF6363"/>
              <w:right w:val="single" w:sz="7" w:space="0" w:color="000000"/>
            </w:tcBorders>
            <w:tcMar>
              <w:top w:w="0" w:type="dxa"/>
              <w:left w:w="0" w:type="dxa"/>
              <w:bottom w:w="0" w:type="dxa"/>
              <w:right w:w="0" w:type="dxa"/>
            </w:tcMar>
          </w:tcPr>
          <w:p w14:paraId="5C2529BD" w14:textId="46FCB41B" w:rsidR="004C563B" w:rsidRPr="0042658C" w:rsidRDefault="00ED1567">
            <w:pPr>
              <w:spacing w:before="55" w:after="0" w:line="234" w:lineRule="auto"/>
              <w:ind w:left="789" w:right="-20"/>
              <w:rPr>
                <w:rFonts w:eastAsia="Arial" w:cstheme="minorHAnsi"/>
                <w:color w:val="000000"/>
              </w:rPr>
            </w:pPr>
            <w:r w:rsidRPr="0042658C">
              <w:rPr>
                <w:rFonts w:eastAsia="Arial" w:cstheme="minorHAnsi"/>
                <w:color w:val="000000"/>
              </w:rPr>
              <w:t xml:space="preserve">max. </w:t>
            </w:r>
            <w:r w:rsidR="00A05B81">
              <w:rPr>
                <w:rFonts w:eastAsia="Arial" w:cstheme="minorHAnsi"/>
                <w:color w:val="000000"/>
              </w:rPr>
              <w:t xml:space="preserve">RSD </w:t>
            </w:r>
            <w:r w:rsidRPr="0042658C">
              <w:rPr>
                <w:rFonts w:eastAsia="Arial" w:cstheme="minorHAnsi"/>
                <w:color w:val="000000"/>
              </w:rPr>
              <w:t>5</w:t>
            </w:r>
            <w:r w:rsidR="00A05B81">
              <w:rPr>
                <w:rFonts w:eastAsia="Arial" w:cstheme="minorHAnsi"/>
                <w:color w:val="000000"/>
              </w:rPr>
              <w:t>,</w:t>
            </w:r>
            <w:r w:rsidRPr="0042658C">
              <w:rPr>
                <w:rFonts w:eastAsia="Arial" w:cstheme="minorHAnsi"/>
                <w:color w:val="000000"/>
              </w:rPr>
              <w:t>5</w:t>
            </w:r>
            <w:r w:rsidRPr="0042658C">
              <w:rPr>
                <w:rFonts w:eastAsia="Arial" w:cstheme="minorHAnsi"/>
                <w:color w:val="000000"/>
                <w:spacing w:val="-1"/>
              </w:rPr>
              <w:t>00</w:t>
            </w:r>
            <w:r w:rsidR="00A05B81">
              <w:rPr>
                <w:rFonts w:eastAsia="Arial" w:cstheme="minorHAnsi"/>
                <w:color w:val="000000"/>
              </w:rPr>
              <w:t>.</w:t>
            </w:r>
            <w:r w:rsidRPr="0042658C">
              <w:rPr>
                <w:rFonts w:eastAsia="Arial" w:cstheme="minorHAnsi"/>
                <w:color w:val="000000"/>
              </w:rPr>
              <w:t xml:space="preserve">00 </w:t>
            </w:r>
          </w:p>
        </w:tc>
      </w:tr>
      <w:tr w:rsidR="004C563B" w:rsidRPr="0042658C" w14:paraId="59D4B872" w14:textId="77777777">
        <w:trPr>
          <w:cantSplit/>
          <w:trHeight w:hRule="exact" w:val="577"/>
        </w:trPr>
        <w:tc>
          <w:tcPr>
            <w:tcW w:w="15256" w:type="dxa"/>
            <w:gridSpan w:val="4"/>
            <w:tcBorders>
              <w:top w:val="single" w:sz="1" w:space="0" w:color="FF6363"/>
              <w:left w:val="single" w:sz="7" w:space="0" w:color="000000"/>
              <w:bottom w:val="single" w:sz="1" w:space="0" w:color="F5D2D4"/>
              <w:right w:val="single" w:sz="7" w:space="0" w:color="000000"/>
            </w:tcBorders>
            <w:shd w:val="clear" w:color="auto" w:fill="FF6363"/>
            <w:tcMar>
              <w:top w:w="0" w:type="dxa"/>
              <w:left w:w="0" w:type="dxa"/>
              <w:bottom w:w="0" w:type="dxa"/>
              <w:right w:w="0" w:type="dxa"/>
            </w:tcMar>
          </w:tcPr>
          <w:p w14:paraId="7559E9CE" w14:textId="77777777" w:rsidR="004C563B" w:rsidRPr="0042658C" w:rsidRDefault="004C563B">
            <w:pPr>
              <w:spacing w:after="15" w:line="160" w:lineRule="exact"/>
              <w:rPr>
                <w:rFonts w:eastAsia="Times New Roman" w:cstheme="minorHAnsi"/>
              </w:rPr>
            </w:pPr>
          </w:p>
          <w:p w14:paraId="156B8B89" w14:textId="4815A6B8" w:rsidR="004C563B" w:rsidRPr="0042658C" w:rsidRDefault="00ED1567">
            <w:pPr>
              <w:spacing w:after="0" w:line="240" w:lineRule="auto"/>
              <w:ind w:left="4971" w:right="-20"/>
              <w:rPr>
                <w:rFonts w:eastAsia="Arial" w:cstheme="minorHAnsi"/>
                <w:b/>
                <w:bCs/>
                <w:color w:val="000000"/>
              </w:rPr>
            </w:pPr>
            <w:r w:rsidRPr="0042658C">
              <w:rPr>
                <w:rFonts w:eastAsia="Arial" w:cstheme="minorHAnsi"/>
                <w:b/>
                <w:bCs/>
                <w:color w:val="000000"/>
              </w:rPr>
              <w:t>III</w:t>
            </w:r>
            <w:r w:rsidRPr="0042658C">
              <w:rPr>
                <w:rFonts w:eastAsia="Arial" w:cstheme="minorHAnsi"/>
                <w:color w:val="000000"/>
                <w:spacing w:val="64"/>
              </w:rPr>
              <w:t xml:space="preserve"> </w:t>
            </w:r>
            <w:r w:rsidR="005C24B3">
              <w:rPr>
                <w:rFonts w:eastAsia="Arial" w:cstheme="minorHAnsi"/>
                <w:b/>
                <w:bCs/>
                <w:color w:val="000000"/>
              </w:rPr>
              <w:t>BUSINESS OPERATIONS WITH AUTHORIZED EXCHAGE OFFICES</w:t>
            </w:r>
          </w:p>
        </w:tc>
      </w:tr>
      <w:tr w:rsidR="005C24B3" w:rsidRPr="0042658C" w14:paraId="6F9B91F6" w14:textId="77777777" w:rsidTr="005C24B3">
        <w:trPr>
          <w:cantSplit/>
          <w:trHeight w:hRule="exact" w:val="287"/>
        </w:trPr>
        <w:tc>
          <w:tcPr>
            <w:tcW w:w="1128" w:type="dxa"/>
            <w:tcBorders>
              <w:top w:val="single" w:sz="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0B4D7A9" w14:textId="77777777" w:rsidR="005C24B3" w:rsidRPr="0042658C" w:rsidRDefault="005C24B3" w:rsidP="005C24B3">
            <w:pPr>
              <w:spacing w:before="32" w:after="0" w:line="231" w:lineRule="auto"/>
              <w:ind w:left="501" w:right="-20"/>
              <w:rPr>
                <w:rFonts w:eastAsia="Arial" w:cstheme="minorHAnsi"/>
                <w:b/>
                <w:bCs/>
                <w:color w:val="000000"/>
              </w:rPr>
            </w:pPr>
            <w:r w:rsidRPr="0042658C">
              <w:rPr>
                <w:rFonts w:eastAsia="Arial" w:cstheme="minorHAnsi"/>
                <w:b/>
                <w:bCs/>
                <w:color w:val="000000"/>
              </w:rPr>
              <w:t>1</w:t>
            </w:r>
          </w:p>
        </w:tc>
        <w:tc>
          <w:tcPr>
            <w:tcW w:w="14128" w:type="dxa"/>
            <w:gridSpan w:val="3"/>
            <w:tcBorders>
              <w:top w:val="single" w:sz="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44C25DF6" w14:textId="06F05F1C" w:rsidR="005C24B3" w:rsidRPr="0042658C" w:rsidRDefault="005C24B3" w:rsidP="005C24B3">
            <w:pPr>
              <w:spacing w:before="32" w:after="0" w:line="231" w:lineRule="auto"/>
              <w:ind w:left="43" w:right="-20"/>
              <w:rPr>
                <w:rFonts w:eastAsia="Arial" w:cstheme="minorHAnsi"/>
                <w:b/>
                <w:bCs/>
                <w:color w:val="000000"/>
              </w:rPr>
            </w:pPr>
            <w:r w:rsidRPr="008164DB">
              <w:t xml:space="preserve">BUSINESS WITH AUTHORIZED </w:t>
            </w:r>
            <w:r>
              <w:t>EXCHANGE OFFICES</w:t>
            </w:r>
          </w:p>
        </w:tc>
      </w:tr>
      <w:tr w:rsidR="005C24B3" w:rsidRPr="0042658C" w14:paraId="792B194F" w14:textId="77777777" w:rsidTr="005C24B3">
        <w:trPr>
          <w:cantSplit/>
          <w:trHeight w:hRule="exact" w:val="58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E3B8447" w14:textId="77777777" w:rsidR="005C24B3" w:rsidRPr="0042658C" w:rsidRDefault="005C24B3" w:rsidP="005C24B3">
            <w:pPr>
              <w:spacing w:before="66" w:after="0" w:line="240"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C4E5FA7" w14:textId="52220E4F" w:rsidR="005C24B3" w:rsidRPr="0042658C" w:rsidRDefault="005C24B3" w:rsidP="005C24B3">
            <w:pPr>
              <w:spacing w:before="66" w:after="0" w:line="236" w:lineRule="auto"/>
              <w:ind w:left="43" w:right="-20"/>
              <w:rPr>
                <w:rFonts w:eastAsia="Arial" w:cstheme="minorHAnsi"/>
                <w:color w:val="000000"/>
              </w:rPr>
            </w:pPr>
            <w:r w:rsidRPr="008164DB">
              <w:t xml:space="preserve">Opening and maintaining a dedicated </w:t>
            </w:r>
            <w:r>
              <w:t>RSD</w:t>
            </w:r>
            <w:r w:rsidRPr="008164DB">
              <w:t xml:space="preserve"> / foreign currency account for performing exchange offices</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5B84490" w14:textId="6939ED83" w:rsidR="005C24B3" w:rsidRPr="0042658C" w:rsidRDefault="00A05B81" w:rsidP="005C24B3">
            <w:pPr>
              <w:spacing w:before="66" w:after="0" w:line="240" w:lineRule="auto"/>
              <w:ind w:left="4296" w:right="-20"/>
              <w:rPr>
                <w:rFonts w:eastAsia="Arial" w:cstheme="minorHAnsi"/>
                <w:color w:val="000000"/>
              </w:rPr>
            </w:pPr>
            <w:r w:rsidRPr="00A05B81">
              <w:rPr>
                <w:rFonts w:eastAsia="Arial" w:cstheme="minorHAnsi"/>
                <w:color w:val="000000"/>
              </w:rPr>
              <w:t>Free of charge</w:t>
            </w:r>
          </w:p>
        </w:tc>
      </w:tr>
      <w:tr w:rsidR="005C24B3" w:rsidRPr="0042658C" w14:paraId="59859BFF" w14:textId="77777777" w:rsidTr="005C24B3">
        <w:trPr>
          <w:cantSplit/>
          <w:trHeight w:hRule="exact" w:val="35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76D31B" w14:textId="77777777" w:rsidR="005C24B3" w:rsidRPr="0042658C" w:rsidRDefault="005C24B3" w:rsidP="005C24B3">
            <w:pPr>
              <w:spacing w:before="31" w:after="0" w:line="240"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A8D5966" w14:textId="6C1F2132" w:rsidR="005C24B3" w:rsidRPr="0042658C" w:rsidRDefault="005C24B3" w:rsidP="005C24B3">
            <w:pPr>
              <w:spacing w:before="31" w:after="0" w:line="240" w:lineRule="auto"/>
              <w:ind w:left="43" w:right="-20"/>
              <w:rPr>
                <w:rFonts w:eastAsia="Arial" w:cstheme="minorHAnsi"/>
                <w:color w:val="000000"/>
              </w:rPr>
            </w:pPr>
            <w:r w:rsidRPr="008164DB">
              <w:t xml:space="preserve">Closing the dedicated </w:t>
            </w:r>
            <w:r>
              <w:t>RSD</w:t>
            </w:r>
            <w:r w:rsidRPr="008164DB">
              <w:t xml:space="preserve"> / foreign currency account for performing foreign exchange transactions</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BAB666F" w14:textId="0DFA1DED" w:rsidR="005C24B3" w:rsidRPr="0042658C" w:rsidRDefault="00A05B81" w:rsidP="005C24B3">
            <w:pPr>
              <w:spacing w:before="31" w:after="0" w:line="240" w:lineRule="auto"/>
              <w:ind w:left="4296" w:right="-20"/>
              <w:rPr>
                <w:rFonts w:eastAsia="Arial" w:cstheme="minorHAnsi"/>
                <w:color w:val="000000"/>
              </w:rPr>
            </w:pPr>
            <w:r w:rsidRPr="00A05B81">
              <w:rPr>
                <w:rFonts w:eastAsia="Arial" w:cstheme="minorHAnsi"/>
                <w:color w:val="000000"/>
              </w:rPr>
              <w:t>Free of charge</w:t>
            </w:r>
          </w:p>
        </w:tc>
      </w:tr>
      <w:tr w:rsidR="005C24B3" w:rsidRPr="0042658C" w14:paraId="64BC1AAD" w14:textId="77777777" w:rsidTr="005C24B3">
        <w:trPr>
          <w:cantSplit/>
          <w:trHeight w:hRule="exact" w:val="28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5BE6026" w14:textId="77777777" w:rsidR="005C24B3" w:rsidRPr="0042658C" w:rsidRDefault="005C24B3" w:rsidP="005C24B3">
            <w:pPr>
              <w:spacing w:before="31" w:after="0" w:line="232"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7B7BD5" w14:textId="621DCA10" w:rsidR="005C24B3" w:rsidRPr="0042658C" w:rsidRDefault="005C24B3" w:rsidP="005C24B3">
            <w:pPr>
              <w:spacing w:before="31" w:after="0" w:line="232" w:lineRule="auto"/>
              <w:ind w:left="43" w:right="-20"/>
              <w:rPr>
                <w:rFonts w:eastAsia="Arial" w:cstheme="minorHAnsi"/>
                <w:color w:val="000000"/>
              </w:rPr>
            </w:pPr>
            <w:r w:rsidRPr="008164DB">
              <w:t>Redemption of optical effective foreign currency</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34A4EC1" w14:textId="3E52639D" w:rsidR="005C24B3" w:rsidRPr="0042658C" w:rsidRDefault="00A05B81" w:rsidP="005C24B3">
            <w:pPr>
              <w:spacing w:before="31" w:after="0" w:line="232" w:lineRule="auto"/>
              <w:ind w:left="4296" w:right="-20"/>
              <w:rPr>
                <w:rFonts w:eastAsia="Arial" w:cstheme="minorHAnsi"/>
                <w:color w:val="000000"/>
              </w:rPr>
            </w:pPr>
            <w:r w:rsidRPr="00A05B81">
              <w:rPr>
                <w:rFonts w:eastAsia="Arial" w:cstheme="minorHAnsi"/>
                <w:color w:val="000000"/>
              </w:rPr>
              <w:t>Free of charge</w:t>
            </w:r>
          </w:p>
        </w:tc>
      </w:tr>
      <w:tr w:rsidR="005C24B3" w:rsidRPr="0042658C" w14:paraId="74F7FFA0" w14:textId="77777777" w:rsidTr="005C24B3">
        <w:trPr>
          <w:cantSplit/>
          <w:trHeight w:hRule="exact" w:val="28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F585383" w14:textId="77777777" w:rsidR="005C24B3" w:rsidRPr="0042658C" w:rsidRDefault="005C24B3" w:rsidP="005C24B3">
            <w:pPr>
              <w:spacing w:before="31" w:after="0" w:line="232"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4</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889B50" w14:textId="71EB25B0" w:rsidR="005C24B3" w:rsidRPr="0042658C" w:rsidRDefault="005C24B3" w:rsidP="005C24B3">
            <w:pPr>
              <w:spacing w:before="31" w:after="0" w:line="232" w:lineRule="auto"/>
              <w:ind w:left="43" w:right="-20"/>
              <w:rPr>
                <w:rFonts w:eastAsia="Arial" w:cstheme="minorHAnsi"/>
                <w:color w:val="000000"/>
              </w:rPr>
            </w:pPr>
            <w:r w:rsidRPr="008164DB">
              <w:t>Selling effective foreign money</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BB13EC" w14:textId="1E69D3FE" w:rsidR="005C24B3" w:rsidRPr="0042658C" w:rsidRDefault="00A05B81" w:rsidP="005C24B3">
            <w:pPr>
              <w:spacing w:before="31" w:after="0" w:line="232" w:lineRule="auto"/>
              <w:ind w:left="4296" w:right="-20"/>
              <w:rPr>
                <w:rFonts w:eastAsia="Arial" w:cstheme="minorHAnsi"/>
                <w:color w:val="000000"/>
              </w:rPr>
            </w:pPr>
            <w:r w:rsidRPr="00A05B81">
              <w:rPr>
                <w:rFonts w:eastAsia="Arial" w:cstheme="minorHAnsi"/>
                <w:color w:val="000000"/>
              </w:rPr>
              <w:t>Free of charge</w:t>
            </w:r>
          </w:p>
        </w:tc>
      </w:tr>
      <w:tr w:rsidR="005C24B3" w:rsidRPr="0042658C" w14:paraId="13DD6035" w14:textId="77777777" w:rsidTr="005C24B3">
        <w:trPr>
          <w:cantSplit/>
          <w:trHeight w:hRule="exact" w:val="29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16947C" w14:textId="77777777" w:rsidR="005C24B3" w:rsidRPr="0042658C" w:rsidRDefault="005C24B3" w:rsidP="005C24B3">
            <w:pPr>
              <w:spacing w:before="31" w:after="0" w:line="234"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5</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4B4086" w14:textId="2C1F48D8" w:rsidR="005C24B3" w:rsidRPr="0042658C" w:rsidRDefault="005C24B3" w:rsidP="005C24B3">
            <w:pPr>
              <w:spacing w:before="31" w:after="0" w:line="234" w:lineRule="auto"/>
              <w:ind w:left="43" w:right="-20"/>
              <w:rPr>
                <w:rFonts w:eastAsia="Arial" w:cstheme="minorHAnsi"/>
                <w:color w:val="000000"/>
              </w:rPr>
            </w:pPr>
            <w:r>
              <w:t>Cash payment</w:t>
            </w:r>
            <w:r w:rsidRPr="008164DB">
              <w:t xml:space="preserve"> to the account by submitting a payment order</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BF7289A" w14:textId="54DB96C7" w:rsidR="005C24B3" w:rsidRPr="0042658C" w:rsidRDefault="00A05B81" w:rsidP="005C24B3">
            <w:pPr>
              <w:spacing w:before="31" w:after="0" w:line="234" w:lineRule="auto"/>
              <w:ind w:left="4296" w:right="-20"/>
              <w:rPr>
                <w:rFonts w:eastAsia="Arial" w:cstheme="minorHAnsi"/>
                <w:color w:val="000000"/>
              </w:rPr>
            </w:pPr>
            <w:r w:rsidRPr="00A05B81">
              <w:rPr>
                <w:rFonts w:eastAsia="Arial" w:cstheme="minorHAnsi"/>
                <w:color w:val="000000"/>
              </w:rPr>
              <w:t>Free of charge</w:t>
            </w:r>
          </w:p>
        </w:tc>
      </w:tr>
      <w:tr w:rsidR="005C24B3" w:rsidRPr="0042658C" w14:paraId="73330C86" w14:textId="77777777" w:rsidTr="005C24B3">
        <w:trPr>
          <w:cantSplit/>
          <w:trHeight w:hRule="exact" w:val="288"/>
        </w:trPr>
        <w:tc>
          <w:tcPr>
            <w:tcW w:w="1128" w:type="dxa"/>
            <w:tcBorders>
              <w:top w:val="single" w:sz="7" w:space="0" w:color="000000"/>
              <w:left w:val="single" w:sz="7" w:space="0" w:color="000000"/>
              <w:bottom w:val="single" w:sz="1" w:space="0" w:color="FF6363"/>
              <w:right w:val="single" w:sz="7" w:space="0" w:color="000000"/>
            </w:tcBorders>
            <w:tcMar>
              <w:top w:w="0" w:type="dxa"/>
              <w:left w:w="0" w:type="dxa"/>
              <w:bottom w:w="0" w:type="dxa"/>
              <w:right w:w="0" w:type="dxa"/>
            </w:tcMar>
          </w:tcPr>
          <w:p w14:paraId="2EC096F0" w14:textId="77777777" w:rsidR="005C24B3" w:rsidRPr="0042658C" w:rsidRDefault="005C24B3" w:rsidP="005C24B3">
            <w:pPr>
              <w:spacing w:before="31" w:after="0" w:line="232"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6</w:t>
            </w:r>
            <w:r w:rsidRPr="0042658C">
              <w:rPr>
                <w:rFonts w:eastAsia="Arial" w:cstheme="minorHAnsi"/>
                <w:color w:val="000000"/>
              </w:rPr>
              <w:t>.</w:t>
            </w:r>
          </w:p>
        </w:tc>
        <w:tc>
          <w:tcPr>
            <w:tcW w:w="8451" w:type="dxa"/>
            <w:tcBorders>
              <w:top w:val="single" w:sz="7" w:space="0" w:color="000000"/>
              <w:left w:val="single" w:sz="7" w:space="0" w:color="000000"/>
              <w:bottom w:val="single" w:sz="1" w:space="0" w:color="FF6363"/>
              <w:right w:val="single" w:sz="7" w:space="0" w:color="000000"/>
            </w:tcBorders>
            <w:tcMar>
              <w:top w:w="0" w:type="dxa"/>
              <w:left w:w="0" w:type="dxa"/>
              <w:bottom w:w="0" w:type="dxa"/>
              <w:right w:w="0" w:type="dxa"/>
            </w:tcMar>
          </w:tcPr>
          <w:p w14:paraId="2D6B4C2E" w14:textId="7E6789DE" w:rsidR="005C24B3" w:rsidRPr="0042658C" w:rsidRDefault="005C24B3" w:rsidP="005C24B3">
            <w:pPr>
              <w:spacing w:before="31" w:after="0" w:line="232" w:lineRule="auto"/>
              <w:ind w:left="43" w:right="-20"/>
              <w:rPr>
                <w:rFonts w:eastAsia="Arial" w:cstheme="minorHAnsi"/>
                <w:color w:val="000000"/>
              </w:rPr>
            </w:pPr>
            <w:r>
              <w:t>Cash payment</w:t>
            </w:r>
            <w:r w:rsidRPr="008164DB">
              <w:t xml:space="preserve"> from the account by submitting a payment order</w:t>
            </w:r>
          </w:p>
        </w:tc>
        <w:tc>
          <w:tcPr>
            <w:tcW w:w="5677" w:type="dxa"/>
            <w:gridSpan w:val="2"/>
            <w:tcBorders>
              <w:top w:val="single" w:sz="7" w:space="0" w:color="000000"/>
              <w:left w:val="single" w:sz="7" w:space="0" w:color="000000"/>
              <w:bottom w:val="single" w:sz="1" w:space="0" w:color="FF6363"/>
              <w:right w:val="single" w:sz="7" w:space="0" w:color="000000"/>
            </w:tcBorders>
            <w:tcMar>
              <w:top w:w="0" w:type="dxa"/>
              <w:left w:w="0" w:type="dxa"/>
              <w:bottom w:w="0" w:type="dxa"/>
              <w:right w:w="0" w:type="dxa"/>
            </w:tcMar>
          </w:tcPr>
          <w:p w14:paraId="08565622" w14:textId="5D01A481" w:rsidR="005C24B3" w:rsidRPr="0042658C" w:rsidRDefault="00A05B81" w:rsidP="005C24B3">
            <w:pPr>
              <w:spacing w:before="31" w:after="0" w:line="232" w:lineRule="auto"/>
              <w:ind w:left="4296" w:right="-20"/>
              <w:rPr>
                <w:rFonts w:eastAsia="Arial" w:cstheme="minorHAnsi"/>
                <w:color w:val="000000"/>
              </w:rPr>
            </w:pPr>
            <w:r w:rsidRPr="00A05B81">
              <w:rPr>
                <w:rFonts w:eastAsia="Arial" w:cstheme="minorHAnsi"/>
                <w:color w:val="000000"/>
              </w:rPr>
              <w:t>Free of charge</w:t>
            </w:r>
          </w:p>
        </w:tc>
      </w:tr>
      <w:tr w:rsidR="004C563B" w:rsidRPr="0042658C" w14:paraId="765713C7" w14:textId="77777777">
        <w:trPr>
          <w:cantSplit/>
          <w:trHeight w:hRule="exact" w:val="541"/>
        </w:trPr>
        <w:tc>
          <w:tcPr>
            <w:tcW w:w="15256" w:type="dxa"/>
            <w:gridSpan w:val="4"/>
            <w:tcBorders>
              <w:top w:val="single" w:sz="1" w:space="0" w:color="FF6363"/>
              <w:left w:val="single" w:sz="7" w:space="0" w:color="000000"/>
              <w:bottom w:val="single" w:sz="1" w:space="0" w:color="F5D2D4"/>
              <w:right w:val="single" w:sz="7" w:space="0" w:color="000000"/>
            </w:tcBorders>
            <w:shd w:val="clear" w:color="auto" w:fill="FF6363"/>
            <w:tcMar>
              <w:top w:w="0" w:type="dxa"/>
              <w:left w:w="0" w:type="dxa"/>
              <w:bottom w:w="0" w:type="dxa"/>
              <w:right w:w="0" w:type="dxa"/>
            </w:tcMar>
          </w:tcPr>
          <w:p w14:paraId="08745709" w14:textId="77777777" w:rsidR="004C563B" w:rsidRPr="0042658C" w:rsidRDefault="004C563B">
            <w:pPr>
              <w:spacing w:after="19" w:line="140" w:lineRule="exact"/>
              <w:rPr>
                <w:rFonts w:eastAsia="Times New Roman" w:cstheme="minorHAnsi"/>
              </w:rPr>
            </w:pPr>
          </w:p>
          <w:p w14:paraId="723BAC8A" w14:textId="404E8DC5" w:rsidR="004C563B" w:rsidRPr="0042658C" w:rsidRDefault="00ED1567">
            <w:pPr>
              <w:spacing w:after="0" w:line="240" w:lineRule="auto"/>
              <w:ind w:left="5024" w:right="-20"/>
              <w:rPr>
                <w:rFonts w:eastAsia="Arial" w:cstheme="minorHAnsi"/>
                <w:b/>
                <w:bCs/>
                <w:color w:val="000000"/>
              </w:rPr>
            </w:pPr>
            <w:r w:rsidRPr="0042658C">
              <w:rPr>
                <w:rFonts w:eastAsia="Arial" w:cstheme="minorHAnsi"/>
                <w:b/>
                <w:bCs/>
                <w:color w:val="000000"/>
              </w:rPr>
              <w:t>IV</w:t>
            </w:r>
            <w:r w:rsidRPr="0042658C">
              <w:rPr>
                <w:rFonts w:eastAsia="Arial" w:cstheme="minorHAnsi"/>
                <w:color w:val="000000"/>
                <w:spacing w:val="65"/>
              </w:rPr>
              <w:t xml:space="preserve"> </w:t>
            </w:r>
            <w:r w:rsidR="005C24B3" w:rsidRPr="005C24B3">
              <w:rPr>
                <w:rFonts w:eastAsia="Arial" w:cstheme="minorHAnsi"/>
                <w:b/>
                <w:bCs/>
                <w:color w:val="000000"/>
                <w:spacing w:val="-1"/>
              </w:rPr>
              <w:t>BUSINESS WITH PAYMENT INSTITUTIONS</w:t>
            </w:r>
          </w:p>
        </w:tc>
      </w:tr>
      <w:tr w:rsidR="006D2923" w:rsidRPr="0042658C" w14:paraId="27ABA5E7" w14:textId="77777777" w:rsidTr="005C24B3">
        <w:trPr>
          <w:cantSplit/>
          <w:trHeight w:hRule="exact" w:val="288"/>
        </w:trPr>
        <w:tc>
          <w:tcPr>
            <w:tcW w:w="1128" w:type="dxa"/>
            <w:tcBorders>
              <w:top w:val="single" w:sz="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59EBDFF" w14:textId="77777777" w:rsidR="006D2923" w:rsidRPr="0042658C" w:rsidRDefault="006D2923" w:rsidP="006D2923">
            <w:pPr>
              <w:spacing w:before="32" w:after="0" w:line="231" w:lineRule="auto"/>
              <w:ind w:left="501" w:right="-20"/>
              <w:rPr>
                <w:rFonts w:eastAsia="Arial" w:cstheme="minorHAnsi"/>
                <w:b/>
                <w:bCs/>
                <w:color w:val="000000"/>
              </w:rPr>
            </w:pPr>
            <w:r w:rsidRPr="0042658C">
              <w:rPr>
                <w:rFonts w:eastAsia="Arial" w:cstheme="minorHAnsi"/>
                <w:b/>
                <w:bCs/>
                <w:color w:val="000000"/>
              </w:rPr>
              <w:t>1</w:t>
            </w:r>
          </w:p>
        </w:tc>
        <w:tc>
          <w:tcPr>
            <w:tcW w:w="14128" w:type="dxa"/>
            <w:gridSpan w:val="3"/>
            <w:tcBorders>
              <w:top w:val="single" w:sz="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5EB8720" w14:textId="2DC9FCE9" w:rsidR="006D2923" w:rsidRPr="006D2923" w:rsidRDefault="006D2923" w:rsidP="006D2923">
            <w:pPr>
              <w:spacing w:before="32" w:after="0" w:line="231" w:lineRule="auto"/>
              <w:ind w:left="43" w:right="-20"/>
              <w:rPr>
                <w:rFonts w:eastAsia="Arial" w:cstheme="minorHAnsi"/>
                <w:b/>
                <w:bCs/>
                <w:color w:val="000000"/>
              </w:rPr>
            </w:pPr>
            <w:r w:rsidRPr="006D2923">
              <w:rPr>
                <w:b/>
                <w:bCs/>
              </w:rPr>
              <w:t xml:space="preserve">Non-cash transfer of </w:t>
            </w:r>
            <w:r w:rsidR="00084CEB">
              <w:rPr>
                <w:b/>
                <w:bCs/>
              </w:rPr>
              <w:t>assets in RSD</w:t>
            </w:r>
            <w:r w:rsidRPr="006D2923">
              <w:rPr>
                <w:b/>
                <w:bCs/>
              </w:rPr>
              <w:t xml:space="preserve"> in the Republic of Serbia (for orders of payment institution payment service users)</w:t>
            </w:r>
          </w:p>
        </w:tc>
      </w:tr>
      <w:tr w:rsidR="006D2923" w:rsidRPr="0042658C" w14:paraId="6348A1E5" w14:textId="77777777" w:rsidTr="005C24B3">
        <w:trPr>
          <w:cantSplit/>
          <w:trHeight w:hRule="exact" w:val="289"/>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084922" w14:textId="77777777" w:rsidR="006D2923" w:rsidRPr="0042658C" w:rsidRDefault="006D2923" w:rsidP="006D2923">
            <w:pPr>
              <w:spacing w:before="32" w:after="0" w:line="232"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BEAA2B8" w14:textId="3B1E9C0B" w:rsidR="006D2923" w:rsidRPr="0042658C" w:rsidRDefault="006D2923" w:rsidP="006D2923">
            <w:pPr>
              <w:spacing w:before="32" w:after="0" w:line="232" w:lineRule="auto"/>
              <w:ind w:left="43" w:right="-20"/>
              <w:rPr>
                <w:rFonts w:eastAsia="Arial" w:cstheme="minorHAnsi"/>
                <w:i/>
                <w:iCs/>
                <w:color w:val="000000"/>
              </w:rPr>
            </w:pPr>
            <w:r w:rsidRPr="00DC35DD">
              <w:t>INTERNAL TRANSMISSION</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3717955" w14:textId="267BA0FF" w:rsidR="006D2923" w:rsidRPr="0042658C" w:rsidRDefault="006D2923" w:rsidP="006D2923">
            <w:pPr>
              <w:spacing w:before="32" w:after="0" w:line="232" w:lineRule="auto"/>
              <w:ind w:left="4296" w:right="-20"/>
              <w:rPr>
                <w:rFonts w:eastAsia="Arial" w:cstheme="minorHAnsi"/>
                <w:color w:val="000000"/>
              </w:rPr>
            </w:pPr>
            <w:r>
              <w:rPr>
                <w:rFonts w:eastAsia="Arial" w:cstheme="minorHAnsi"/>
                <w:color w:val="000000"/>
              </w:rPr>
              <w:t>Free of charge</w:t>
            </w:r>
          </w:p>
        </w:tc>
      </w:tr>
      <w:tr w:rsidR="006D2923" w:rsidRPr="0042658C" w14:paraId="7AEADC40" w14:textId="77777777" w:rsidTr="005C24B3">
        <w:trPr>
          <w:cantSplit/>
          <w:trHeight w:hRule="exact" w:val="28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77BD4F" w14:textId="77777777" w:rsidR="006D2923" w:rsidRPr="0042658C" w:rsidRDefault="006D2923" w:rsidP="006D2923">
            <w:pPr>
              <w:spacing w:before="31" w:after="0" w:line="232" w:lineRule="auto"/>
              <w:ind w:left="374"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p>
        </w:tc>
        <w:tc>
          <w:tcPr>
            <w:tcW w:w="1412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A667DA" w14:textId="7C409C47" w:rsidR="006D2923" w:rsidRPr="0042658C" w:rsidRDefault="006D2923" w:rsidP="006D2923">
            <w:pPr>
              <w:spacing w:before="31" w:after="0" w:line="232" w:lineRule="auto"/>
              <w:ind w:left="43" w:right="-20"/>
              <w:rPr>
                <w:rFonts w:eastAsia="Arial" w:cstheme="minorHAnsi"/>
                <w:i/>
                <w:iCs/>
                <w:color w:val="000000"/>
              </w:rPr>
            </w:pPr>
            <w:r w:rsidRPr="00DC35DD">
              <w:t>EXTERNAL TRANSMISSION</w:t>
            </w:r>
          </w:p>
        </w:tc>
      </w:tr>
      <w:tr w:rsidR="006D2923" w:rsidRPr="0042658C" w14:paraId="65049F69" w14:textId="77777777" w:rsidTr="005C24B3">
        <w:trPr>
          <w:cantSplit/>
          <w:trHeight w:hRule="exact" w:val="29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F107D16" w14:textId="77777777" w:rsidR="006D2923" w:rsidRPr="0042658C" w:rsidRDefault="006D2923" w:rsidP="006D2923">
            <w:pPr>
              <w:spacing w:before="31" w:after="0" w:line="236"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9B75F4" w14:textId="17D99E4E" w:rsidR="006D2923" w:rsidRPr="0042658C" w:rsidRDefault="006D2923" w:rsidP="006D2923">
            <w:pPr>
              <w:spacing w:before="31" w:after="0" w:line="236" w:lineRule="auto"/>
              <w:ind w:left="43" w:right="-20"/>
              <w:rPr>
                <w:rFonts w:eastAsia="Arial" w:cstheme="minorHAnsi"/>
                <w:color w:val="000000"/>
              </w:rPr>
            </w:pPr>
            <w:r w:rsidRPr="00DC35DD">
              <w:t>Orders from and below RSD 300,000 - CLEARING and RTGS MT102</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508FDFD" w14:textId="77777777" w:rsidR="006D2923" w:rsidRPr="0042658C" w:rsidRDefault="006D2923" w:rsidP="006D2923">
            <w:pPr>
              <w:rPr>
                <w:rFonts w:cstheme="minorHAnsi"/>
              </w:rPr>
            </w:pPr>
          </w:p>
        </w:tc>
      </w:tr>
    </w:tbl>
    <w:p w14:paraId="3AAB1133" w14:textId="77777777" w:rsidR="004C563B" w:rsidRPr="0042658C" w:rsidRDefault="004C563B">
      <w:pPr>
        <w:rPr>
          <w:rFonts w:cstheme="minorHAnsi"/>
        </w:rPr>
        <w:sectPr w:rsidR="004C563B" w:rsidRPr="0042658C">
          <w:pgSz w:w="16838" w:h="11904" w:orient="landscape"/>
          <w:pgMar w:top="304" w:right="401" w:bottom="1134" w:left="998" w:header="720" w:footer="720" w:gutter="0"/>
          <w:cols w:space="708"/>
        </w:sectPr>
      </w:pPr>
    </w:p>
    <w:p w14:paraId="4FBFB388" w14:textId="6FDC1AD2"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g">
            <w:drawing>
              <wp:anchor distT="0" distB="0" distL="0" distR="0" simplePos="0" relativeHeight="251665920" behindDoc="1" locked="0" layoutInCell="0" allowOverlap="1" wp14:anchorId="5C24DFEC" wp14:editId="0DAF47EA">
                <wp:simplePos x="0" y="0"/>
                <wp:positionH relativeFrom="page">
                  <wp:posOffset>633982</wp:posOffset>
                </wp:positionH>
                <wp:positionV relativeFrom="paragraph">
                  <wp:posOffset>495981</wp:posOffset>
                </wp:positionV>
                <wp:extent cx="9687687" cy="13716"/>
                <wp:effectExtent l="0" t="0" r="0" b="0"/>
                <wp:wrapNone/>
                <wp:docPr id="11" name="drawingObject11"/>
                <wp:cNvGraphicFramePr/>
                <a:graphic xmlns:a="http://schemas.openxmlformats.org/drawingml/2006/main">
                  <a:graphicData uri="http://schemas.microsoft.com/office/word/2010/wordprocessingGroup">
                    <wpg:wgp>
                      <wpg:cNvGrpSpPr/>
                      <wpg:grpSpPr>
                        <a:xfrm>
                          <a:off x="0" y="0"/>
                          <a:ext cx="9687687" cy="13716"/>
                          <a:chOff x="0" y="0"/>
                          <a:chExt cx="9687687" cy="13716"/>
                        </a:xfrm>
                        <a:noFill/>
                      </wpg:grpSpPr>
                      <wps:wsp>
                        <wps:cNvPr id="12" name="Shape 12"/>
                        <wps:cNvSpPr/>
                        <wps:spPr>
                          <a:xfrm>
                            <a:off x="0" y="6096"/>
                            <a:ext cx="716584" cy="0"/>
                          </a:xfrm>
                          <a:custGeom>
                            <a:avLst/>
                            <a:gdLst/>
                            <a:ahLst/>
                            <a:cxnLst/>
                            <a:rect l="0" t="0" r="0" b="0"/>
                            <a:pathLst>
                              <a:path w="716584">
                                <a:moveTo>
                                  <a:pt x="0" y="0"/>
                                </a:moveTo>
                                <a:lnTo>
                                  <a:pt x="716584" y="0"/>
                                </a:lnTo>
                              </a:path>
                            </a:pathLst>
                          </a:custGeom>
                          <a:noFill/>
                          <a:ln w="12193" cap="flat">
                            <a:solidFill>
                              <a:srgbClr val="000000"/>
                            </a:solidFill>
                            <a:prstDash/>
                          </a:ln>
                        </wps:spPr>
                        <wps:bodyPr vertOverflow="overflow" horzOverflow="overflow" vert="horz" lIns="91440" tIns="45720" rIns="91440" bIns="45720" anchor="t"/>
                      </wps:wsp>
                      <wps:wsp>
                        <wps:cNvPr id="13" name="Shape 13"/>
                        <wps:cNvSpPr/>
                        <wps:spPr>
                          <a:xfrm>
                            <a:off x="0" y="13716"/>
                            <a:ext cx="716584" cy="0"/>
                          </a:xfrm>
                          <a:custGeom>
                            <a:avLst/>
                            <a:gdLst/>
                            <a:ahLst/>
                            <a:cxnLst/>
                            <a:rect l="0" t="0" r="0" b="0"/>
                            <a:pathLst>
                              <a:path w="716584">
                                <a:moveTo>
                                  <a:pt x="0" y="0"/>
                                </a:moveTo>
                                <a:lnTo>
                                  <a:pt x="716584" y="0"/>
                                </a:lnTo>
                              </a:path>
                            </a:pathLst>
                          </a:custGeom>
                          <a:noFill/>
                          <a:ln w="3047" cap="flat">
                            <a:solidFill>
                              <a:srgbClr val="FFFFFF"/>
                            </a:solidFill>
                            <a:prstDash/>
                          </a:ln>
                        </wps:spPr>
                        <wps:bodyPr vertOverflow="overflow" horzOverflow="overflow" vert="horz" lIns="91440" tIns="45720" rIns="91440" bIns="45720" anchor="t"/>
                      </wps:wsp>
                      <wps:wsp>
                        <wps:cNvPr id="14" name="Shape 14"/>
                        <wps:cNvSpPr/>
                        <wps:spPr>
                          <a:xfrm>
                            <a:off x="716533" y="13716"/>
                            <a:ext cx="12191" cy="0"/>
                          </a:xfrm>
                          <a:custGeom>
                            <a:avLst/>
                            <a:gdLst/>
                            <a:ahLst/>
                            <a:cxnLst/>
                            <a:rect l="0" t="0" r="0" b="0"/>
                            <a:pathLst>
                              <a:path w="12191">
                                <a:moveTo>
                                  <a:pt x="0" y="0"/>
                                </a:moveTo>
                                <a:lnTo>
                                  <a:pt x="12191" y="0"/>
                                </a:lnTo>
                              </a:path>
                            </a:pathLst>
                          </a:custGeom>
                          <a:noFill/>
                          <a:ln w="3047" cap="flat">
                            <a:solidFill>
                              <a:srgbClr val="FFFFFF"/>
                            </a:solidFill>
                            <a:prstDash/>
                          </a:ln>
                        </wps:spPr>
                        <wps:bodyPr vertOverflow="overflow" horzOverflow="overflow" vert="horz" lIns="91440" tIns="45720" rIns="91440" bIns="45720" anchor="t"/>
                      </wps:wsp>
                      <wps:wsp>
                        <wps:cNvPr id="15" name="Shape 15"/>
                        <wps:cNvSpPr/>
                        <wps:spPr>
                          <a:xfrm>
                            <a:off x="722630" y="0"/>
                            <a:ext cx="0" cy="12193"/>
                          </a:xfrm>
                          <a:custGeom>
                            <a:avLst/>
                            <a:gdLst/>
                            <a:ahLst/>
                            <a:cxnLst/>
                            <a:rect l="0" t="0" r="0" b="0"/>
                            <a:pathLst>
                              <a:path h="12193">
                                <a:moveTo>
                                  <a:pt x="0" y="12193"/>
                                </a:moveTo>
                                <a:lnTo>
                                  <a:pt x="0" y="0"/>
                                </a:lnTo>
                              </a:path>
                            </a:pathLst>
                          </a:custGeom>
                          <a:noFill/>
                          <a:ln w="12191" cap="flat">
                            <a:solidFill>
                              <a:srgbClr val="000000"/>
                            </a:solidFill>
                            <a:prstDash/>
                          </a:ln>
                        </wps:spPr>
                        <wps:bodyPr vertOverflow="overflow" horzOverflow="overflow" vert="horz" lIns="91440" tIns="45720" rIns="91440" bIns="45720" anchor="t"/>
                      </wps:wsp>
                      <wps:wsp>
                        <wps:cNvPr id="16" name="Shape 16"/>
                        <wps:cNvSpPr/>
                        <wps:spPr>
                          <a:xfrm>
                            <a:off x="728727" y="6096"/>
                            <a:ext cx="5354445" cy="0"/>
                          </a:xfrm>
                          <a:custGeom>
                            <a:avLst/>
                            <a:gdLst/>
                            <a:ahLst/>
                            <a:cxnLst/>
                            <a:rect l="0" t="0" r="0" b="0"/>
                            <a:pathLst>
                              <a:path w="5354445">
                                <a:moveTo>
                                  <a:pt x="0" y="0"/>
                                </a:moveTo>
                                <a:lnTo>
                                  <a:pt x="5354445" y="0"/>
                                </a:lnTo>
                              </a:path>
                            </a:pathLst>
                          </a:custGeom>
                          <a:noFill/>
                          <a:ln w="12193" cap="flat">
                            <a:solidFill>
                              <a:srgbClr val="000000"/>
                            </a:solidFill>
                            <a:prstDash/>
                          </a:ln>
                        </wps:spPr>
                        <wps:bodyPr vertOverflow="overflow" horzOverflow="overflow" vert="horz" lIns="91440" tIns="45720" rIns="91440" bIns="45720" anchor="t"/>
                      </wps:wsp>
                      <wps:wsp>
                        <wps:cNvPr id="17" name="Shape 17"/>
                        <wps:cNvSpPr/>
                        <wps:spPr>
                          <a:xfrm>
                            <a:off x="728727" y="13716"/>
                            <a:ext cx="5354445" cy="0"/>
                          </a:xfrm>
                          <a:custGeom>
                            <a:avLst/>
                            <a:gdLst/>
                            <a:ahLst/>
                            <a:cxnLst/>
                            <a:rect l="0" t="0" r="0" b="0"/>
                            <a:pathLst>
                              <a:path w="5354445">
                                <a:moveTo>
                                  <a:pt x="0" y="0"/>
                                </a:moveTo>
                                <a:lnTo>
                                  <a:pt x="5354445" y="0"/>
                                </a:lnTo>
                              </a:path>
                            </a:pathLst>
                          </a:custGeom>
                          <a:noFill/>
                          <a:ln w="3047" cap="flat">
                            <a:solidFill>
                              <a:srgbClr val="FFFFFF"/>
                            </a:solidFill>
                            <a:prstDash/>
                          </a:ln>
                        </wps:spPr>
                        <wps:bodyPr vertOverflow="overflow" horzOverflow="overflow" vert="horz" lIns="91440" tIns="45720" rIns="91440" bIns="45720" anchor="t"/>
                      </wps:wsp>
                      <wps:wsp>
                        <wps:cNvPr id="18" name="Shape 18"/>
                        <wps:cNvSpPr/>
                        <wps:spPr>
                          <a:xfrm>
                            <a:off x="6083173" y="13716"/>
                            <a:ext cx="12191" cy="0"/>
                          </a:xfrm>
                          <a:custGeom>
                            <a:avLst/>
                            <a:gdLst/>
                            <a:ahLst/>
                            <a:cxnLst/>
                            <a:rect l="0" t="0" r="0" b="0"/>
                            <a:pathLst>
                              <a:path w="12191">
                                <a:moveTo>
                                  <a:pt x="0" y="0"/>
                                </a:moveTo>
                                <a:lnTo>
                                  <a:pt x="12191" y="0"/>
                                </a:lnTo>
                              </a:path>
                            </a:pathLst>
                          </a:custGeom>
                          <a:noFill/>
                          <a:ln w="3047" cap="flat">
                            <a:solidFill>
                              <a:srgbClr val="FFFFFF"/>
                            </a:solidFill>
                            <a:prstDash/>
                          </a:ln>
                        </wps:spPr>
                        <wps:bodyPr vertOverflow="overflow" horzOverflow="overflow" vert="horz" lIns="91440" tIns="45720" rIns="91440" bIns="45720" anchor="t"/>
                      </wps:wsp>
                      <wps:wsp>
                        <wps:cNvPr id="19" name="Shape 19"/>
                        <wps:cNvSpPr/>
                        <wps:spPr>
                          <a:xfrm>
                            <a:off x="6089268" y="0"/>
                            <a:ext cx="0" cy="12193"/>
                          </a:xfrm>
                          <a:custGeom>
                            <a:avLst/>
                            <a:gdLst/>
                            <a:ahLst/>
                            <a:cxnLst/>
                            <a:rect l="0" t="0" r="0" b="0"/>
                            <a:pathLst>
                              <a:path h="12193">
                                <a:moveTo>
                                  <a:pt x="0" y="12193"/>
                                </a:moveTo>
                                <a:lnTo>
                                  <a:pt x="0" y="0"/>
                                </a:lnTo>
                              </a:path>
                            </a:pathLst>
                          </a:custGeom>
                          <a:noFill/>
                          <a:ln w="12191" cap="flat">
                            <a:solidFill>
                              <a:srgbClr val="000000"/>
                            </a:solidFill>
                            <a:prstDash/>
                          </a:ln>
                        </wps:spPr>
                        <wps:bodyPr vertOverflow="overflow" horzOverflow="overflow" vert="horz" lIns="91440" tIns="45720" rIns="91440" bIns="45720" anchor="t"/>
                      </wps:wsp>
                      <wps:wsp>
                        <wps:cNvPr id="20" name="Shape 20"/>
                        <wps:cNvSpPr/>
                        <wps:spPr>
                          <a:xfrm>
                            <a:off x="6095364" y="6096"/>
                            <a:ext cx="3592322" cy="0"/>
                          </a:xfrm>
                          <a:custGeom>
                            <a:avLst/>
                            <a:gdLst/>
                            <a:ahLst/>
                            <a:cxnLst/>
                            <a:rect l="0" t="0" r="0" b="0"/>
                            <a:pathLst>
                              <a:path w="3592322">
                                <a:moveTo>
                                  <a:pt x="0" y="0"/>
                                </a:moveTo>
                                <a:lnTo>
                                  <a:pt x="3592322" y="0"/>
                                </a:lnTo>
                              </a:path>
                            </a:pathLst>
                          </a:custGeom>
                          <a:noFill/>
                          <a:ln w="12193" cap="flat">
                            <a:solidFill>
                              <a:srgbClr val="000000"/>
                            </a:solidFill>
                            <a:prstDash/>
                          </a:ln>
                        </wps:spPr>
                        <wps:bodyPr vertOverflow="overflow" horzOverflow="overflow" vert="horz" lIns="91440" tIns="45720" rIns="91440" bIns="45720" anchor="t"/>
                      </wps:wsp>
                      <wps:wsp>
                        <wps:cNvPr id="21" name="Shape 21"/>
                        <wps:cNvSpPr/>
                        <wps:spPr>
                          <a:xfrm>
                            <a:off x="6095364" y="13716"/>
                            <a:ext cx="3592322" cy="0"/>
                          </a:xfrm>
                          <a:custGeom>
                            <a:avLst/>
                            <a:gdLst/>
                            <a:ahLst/>
                            <a:cxnLst/>
                            <a:rect l="0" t="0" r="0" b="0"/>
                            <a:pathLst>
                              <a:path w="3592322">
                                <a:moveTo>
                                  <a:pt x="0" y="0"/>
                                </a:moveTo>
                                <a:lnTo>
                                  <a:pt x="3592322" y="0"/>
                                </a:lnTo>
                              </a:path>
                            </a:pathLst>
                          </a:custGeom>
                          <a:noFill/>
                          <a:ln w="3047" cap="flat">
                            <a:solidFill>
                              <a:srgbClr val="FFFFFF"/>
                            </a:solidFill>
                            <a:prstDash/>
                          </a:ln>
                        </wps:spPr>
                        <wps:bodyPr vertOverflow="overflow" horzOverflow="overflow" vert="horz" lIns="91440" tIns="45720" rIns="91440" bIns="45720" anchor="t"/>
                      </wps:wsp>
                    </wpg:wgp>
                  </a:graphicData>
                </a:graphic>
              </wp:anchor>
            </w:drawing>
          </mc:Choice>
          <mc:Fallback>
            <w:pict>
              <v:group w14:anchorId="2D4F1D4F" id="drawingObject11" o:spid="_x0000_s1026" style="position:absolute;margin-left:49.9pt;margin-top:39.05pt;width:762.8pt;height:1.1pt;z-index:-251650560;mso-wrap-distance-left:0;mso-wrap-distance-right:0;mso-position-horizontal-relative:page" coordsize="96876,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" o:allowincell="f">
                <v:shape id="Shape 12" o:spid="_x0000_s1027" style="position:absolute;top:60;width:7165;height:0;visibility:visible;mso-wrap-style:square;v-text-anchor:top" coordsize="716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" path="m,l716584,e" filled="f" strokeweight=".33869mm">
                  <v:path arrowok="t" textboxrect="0,0,716584,0"/>
                </v:shape>
                <v:shape id="Shape 13" o:spid="_x0000_s1028" style="position:absolute;top:137;width:7165;height:0;visibility:visible;mso-wrap-style:square;v-text-anchor:top" coordsize="716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" path="m,l716584,e" filled="f" strokecolor="white" strokeweight=".08464mm">
                  <v:path arrowok="t" textboxrect="0,0,716584,0"/>
                </v:shape>
                <v:shape id="Shape 14" o:spid="_x0000_s1029" style="position:absolute;left:7165;top:137;width:122;height:0;visibility:visible;mso-wrap-style:square;v-text-anchor:top" coordsize="121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" path="m,l12191,e" filled="f" strokecolor="white" strokeweight=".08464mm">
                  <v:path arrowok="t" textboxrect="0,0,12191,0"/>
                </v:shape>
                <v:shape id="Shape 15" o:spid="_x0000_s1030" style="position:absolute;left:7226;width:0;height:121;visibility:visible;mso-wrap-style:square;v-text-anchor:top" coordsize="0,1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" path="m,12193l,e" filled="f" strokeweight=".33864mm">
                  <v:path arrowok="t" textboxrect="0,0,0,12193"/>
                </v:shape>
                <v:shape id="Shape 16" o:spid="_x0000_s1031" style="position:absolute;left:7287;top:60;width:53544;height:0;visibility:visible;mso-wrap-style:square;v-text-anchor:top" coordsize="53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" path="m,l5354445,e" filled="f" strokeweight=".33869mm">
                  <v:path arrowok="t" textboxrect="0,0,5354445,0"/>
                </v:shape>
                <v:shape id="Shape 17" o:spid="_x0000_s1032" style="position:absolute;left:7287;top:137;width:53544;height:0;visibility:visible;mso-wrap-style:square;v-text-anchor:top" coordsize="53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" path="m,l5354445,e" filled="f" strokecolor="white" strokeweight=".08464mm">
                  <v:path arrowok="t" textboxrect="0,0,5354445,0"/>
                </v:shape>
                <v:shape id="Shape 18" o:spid="_x0000_s1033" style="position:absolute;left:60831;top:137;width:122;height:0;visibility:visible;mso-wrap-style:square;v-text-anchor:top" coordsize="121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" path="m,l12191,e" filled="f" strokecolor="white" strokeweight=".08464mm">
                  <v:path arrowok="t" textboxrect="0,0,12191,0"/>
                </v:shape>
                <v:shape id="Shape 19" o:spid="_x0000_s1034" style="position:absolute;left:60892;width:0;height:121;visibility:visible;mso-wrap-style:square;v-text-anchor:top" coordsize="0,1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" path="m,12193l,e" filled="f" strokeweight=".33864mm">
                  <v:path arrowok="t" textboxrect="0,0,0,12193"/>
                </v:shape>
                <v:shape id="Shape 20" o:spid="_x0000_s1035" style="position:absolute;left:60953;top:60;width:35923;height:0;visibility:visible;mso-wrap-style:square;v-text-anchor:top" coordsize="3592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" path="m,l3592322,e" filled="f" strokeweight=".33869mm">
                  <v:path arrowok="t" textboxrect="0,0,3592322,0"/>
                </v:shape>
                <v:shape id="Shape 21" o:spid="_x0000_s1036" style="position:absolute;left:60953;top:137;width:35923;height:0;visibility:visible;mso-wrap-style:square;v-text-anchor:top" coordsize="3592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" path="m,l3592322,e" filled="f" strokecolor="white" strokeweight=".08464mm">
                  <v:path arrowok="t" textboxrect="0,0,3592322,0"/>
                </v:shape>
                <w10:wrap anchorx="page"/>
              </v:group>
            </w:pict>
          </mc:Fallback>
        </mc:AlternateContent>
      </w:r>
      <w:r w:rsidRPr="0042658C">
        <w:rPr>
          <w:rFonts w:cstheme="minorHAnsi"/>
          <w:noProof/>
        </w:rPr>
        <mc:AlternateContent>
          <mc:Choice Requires="wps">
            <w:drawing>
              <wp:anchor distT="0" distB="0" distL="0" distR="0" simplePos="0" relativeHeight="251657728" behindDoc="1" locked="0" layoutInCell="0" allowOverlap="1" wp14:anchorId="1866940F" wp14:editId="324AB1D5">
                <wp:simplePos x="0" y="0"/>
                <wp:positionH relativeFrom="page">
                  <wp:posOffset>10297414</wp:posOffset>
                </wp:positionH>
                <wp:positionV relativeFrom="paragraph">
                  <wp:posOffset>121870</wp:posOffset>
                </wp:positionV>
                <wp:extent cx="33796" cy="162780"/>
                <wp:effectExtent l="0" t="0" r="0" b="0"/>
                <wp:wrapNone/>
                <wp:docPr id="22" name="drawingObject22"/>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6521999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1866940F" id="drawingObject22" o:spid="_x0000_s1035" type="#_x0000_t202" style="position:absolute;left:0;text-align:left;margin-left:810.8pt;margin-top:9.6pt;width:2.65pt;height:12.8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gE6R&#10;waABAABAAwAADgAAAAAAAAAAAAAAAAAuAgAAZHJzL2Uyb0RvYy54bWxQSwECLQAUAAYACAAAACEA&#10;9V/m7N0AAAALAQAADwAAAAAAAAAAAAAAAAD6AwAAZHJzL2Rvd25yZXYueG1sUEsFBgAAAAAEAAQA&#10;8wAAAAQFAAAAAA==&#10;" o:allowincell="f" filled="f" stroked="f">
                <v:textbox style="mso-fit-shape-to-text:t" inset="0,0,0,0">
                  <w:txbxContent>
                    <w:p w14:paraId="65219996"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085758BA" w14:textId="77777777" w:rsidR="004C563B" w:rsidRPr="0042658C" w:rsidRDefault="004C563B">
      <w:pPr>
        <w:spacing w:after="0" w:line="240" w:lineRule="exact"/>
        <w:rPr>
          <w:rFonts w:eastAsia="Calibri" w:cstheme="minorHAnsi"/>
          <w:w w:val="96"/>
        </w:rPr>
      </w:pPr>
    </w:p>
    <w:p w14:paraId="19F395C3"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2319"/>
        <w:gridCol w:w="66"/>
        <w:gridCol w:w="3292"/>
      </w:tblGrid>
      <w:tr w:rsidR="00370F0E" w:rsidRPr="0042658C" w14:paraId="6F6125B2" w14:textId="77777777" w:rsidTr="00A543E7">
        <w:trPr>
          <w:cantSplit/>
          <w:trHeight w:hRule="exact" w:val="55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A95046" w14:textId="77777777" w:rsidR="00370F0E" w:rsidRPr="0042658C" w:rsidRDefault="00370F0E" w:rsidP="00A543E7">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C7948EC" w14:textId="77777777" w:rsidR="00370F0E" w:rsidRPr="0042658C" w:rsidRDefault="00370F0E" w:rsidP="00A543E7">
            <w:pPr>
              <w:spacing w:before="31" w:after="0" w:line="236" w:lineRule="auto"/>
              <w:ind w:left="43" w:right="2"/>
              <w:rPr>
                <w:rFonts w:eastAsia="Arial" w:cstheme="minorHAnsi"/>
                <w:color w:val="000000"/>
              </w:rPr>
            </w:pPr>
            <w:r w:rsidRPr="00DC35DD">
              <w:t>up to 400,000 realized orders of the payment institution, in the month preceding the calculation of the fee</w:t>
            </w:r>
          </w:p>
        </w:tc>
        <w:tc>
          <w:tcPr>
            <w:tcW w:w="567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3EF681F" w14:textId="77777777" w:rsidR="00370F0E" w:rsidRPr="0042658C" w:rsidRDefault="00370F0E" w:rsidP="00A543E7">
            <w:pPr>
              <w:spacing w:after="3" w:line="160" w:lineRule="exact"/>
              <w:rPr>
                <w:rFonts w:eastAsia="Times New Roman" w:cstheme="minorHAnsi"/>
              </w:rPr>
            </w:pPr>
          </w:p>
          <w:p w14:paraId="127A0D69" w14:textId="77777777" w:rsidR="00370F0E" w:rsidRPr="0042658C" w:rsidRDefault="00370F0E" w:rsidP="00A543E7">
            <w:pPr>
              <w:spacing w:after="0" w:line="240" w:lineRule="auto"/>
              <w:ind w:left="4639" w:right="-20"/>
              <w:rPr>
                <w:rFonts w:eastAsia="Arial" w:cstheme="minorHAnsi"/>
                <w:color w:val="000000"/>
              </w:rPr>
            </w:pPr>
            <w:r>
              <w:rPr>
                <w:rFonts w:eastAsia="Arial" w:cstheme="minorHAnsi"/>
                <w:color w:val="000000"/>
              </w:rPr>
              <w:t xml:space="preserve">RSD </w:t>
            </w:r>
            <w:r w:rsidRPr="0042658C">
              <w:rPr>
                <w:rFonts w:eastAsia="Arial" w:cstheme="minorHAnsi"/>
                <w:color w:val="000000"/>
              </w:rPr>
              <w:t>6</w:t>
            </w:r>
            <w:r>
              <w:rPr>
                <w:rFonts w:eastAsia="Arial" w:cstheme="minorHAnsi"/>
                <w:color w:val="000000"/>
              </w:rPr>
              <w:t>.</w:t>
            </w:r>
            <w:r w:rsidRPr="0042658C">
              <w:rPr>
                <w:rFonts w:eastAsia="Arial" w:cstheme="minorHAnsi"/>
                <w:color w:val="000000"/>
                <w:spacing w:val="-1"/>
              </w:rPr>
              <w:t>5</w:t>
            </w:r>
            <w:r w:rsidRPr="0042658C">
              <w:rPr>
                <w:rFonts w:eastAsia="Arial" w:cstheme="minorHAnsi"/>
                <w:color w:val="000000"/>
              </w:rPr>
              <w:t xml:space="preserve">0 </w:t>
            </w:r>
          </w:p>
        </w:tc>
      </w:tr>
      <w:tr w:rsidR="00370F0E" w:rsidRPr="0042658C" w14:paraId="3933DCF2" w14:textId="77777777" w:rsidTr="00A543E7">
        <w:trPr>
          <w:cantSplit/>
          <w:trHeight w:hRule="exact" w:val="555"/>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F01279" w14:textId="77777777" w:rsidR="00370F0E" w:rsidRPr="0042658C" w:rsidRDefault="00370F0E" w:rsidP="00A543E7">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101B30E" w14:textId="77777777" w:rsidR="00370F0E" w:rsidRPr="0042658C" w:rsidRDefault="00370F0E" w:rsidP="00A543E7">
            <w:pPr>
              <w:spacing w:before="32" w:after="0" w:line="237" w:lineRule="auto"/>
              <w:ind w:left="43" w:right="-20"/>
              <w:rPr>
                <w:rFonts w:eastAsia="Arial" w:cstheme="minorHAnsi"/>
                <w:color w:val="000000"/>
              </w:rPr>
            </w:pPr>
            <w:r w:rsidRPr="00DC35DD">
              <w:t>from 400,000 to 800,000 realized orders of the payment institution in the month preceding the calculation of the fee</w:t>
            </w:r>
          </w:p>
        </w:tc>
        <w:tc>
          <w:tcPr>
            <w:tcW w:w="567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93EE6BE" w14:textId="77777777" w:rsidR="00370F0E" w:rsidRPr="0042658C" w:rsidRDefault="00370F0E" w:rsidP="00A543E7">
            <w:pPr>
              <w:spacing w:after="6" w:line="160" w:lineRule="exact"/>
              <w:rPr>
                <w:rFonts w:eastAsia="Times New Roman" w:cstheme="minorHAnsi"/>
              </w:rPr>
            </w:pPr>
          </w:p>
          <w:p w14:paraId="5D26EBE0" w14:textId="77777777" w:rsidR="00370F0E" w:rsidRPr="0042658C" w:rsidRDefault="00370F0E" w:rsidP="00A543E7">
            <w:pPr>
              <w:spacing w:after="0" w:line="240" w:lineRule="auto"/>
              <w:ind w:left="4639" w:right="-20"/>
              <w:rPr>
                <w:rFonts w:eastAsia="Arial" w:cstheme="minorHAnsi"/>
                <w:color w:val="000000"/>
              </w:rPr>
            </w:pPr>
            <w:r>
              <w:rPr>
                <w:rFonts w:eastAsia="Arial" w:cstheme="minorHAnsi"/>
                <w:color w:val="000000"/>
              </w:rPr>
              <w:t xml:space="preserve">RSD </w:t>
            </w:r>
            <w:r w:rsidRPr="0042658C">
              <w:rPr>
                <w:rFonts w:eastAsia="Arial" w:cstheme="minorHAnsi"/>
                <w:color w:val="000000"/>
              </w:rPr>
              <w:t>5</w:t>
            </w:r>
            <w:r>
              <w:rPr>
                <w:rFonts w:eastAsia="Arial" w:cstheme="minorHAnsi"/>
                <w:color w:val="000000"/>
              </w:rPr>
              <w:t>.</w:t>
            </w:r>
            <w:r w:rsidRPr="0042658C">
              <w:rPr>
                <w:rFonts w:eastAsia="Arial" w:cstheme="minorHAnsi"/>
                <w:color w:val="000000"/>
                <w:spacing w:val="-1"/>
              </w:rPr>
              <w:t>5</w:t>
            </w:r>
            <w:r w:rsidRPr="0042658C">
              <w:rPr>
                <w:rFonts w:eastAsia="Arial" w:cstheme="minorHAnsi"/>
                <w:color w:val="000000"/>
              </w:rPr>
              <w:t xml:space="preserve">0 </w:t>
            </w:r>
          </w:p>
        </w:tc>
      </w:tr>
      <w:tr w:rsidR="00370F0E" w:rsidRPr="0042658C" w14:paraId="770DE488" w14:textId="77777777" w:rsidTr="00A543E7">
        <w:trPr>
          <w:cantSplit/>
          <w:trHeight w:hRule="exact" w:val="59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5B01153" w14:textId="77777777" w:rsidR="00370F0E" w:rsidRPr="0042658C" w:rsidRDefault="00370F0E" w:rsidP="00A543E7">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E9555BA" w14:textId="77777777" w:rsidR="00370F0E" w:rsidRPr="0042658C" w:rsidRDefault="00370F0E" w:rsidP="00A543E7">
            <w:pPr>
              <w:spacing w:before="31" w:after="0" w:line="253" w:lineRule="auto"/>
              <w:ind w:left="43" w:right="705"/>
              <w:rPr>
                <w:rFonts w:eastAsia="Arial" w:cstheme="minorHAnsi"/>
                <w:color w:val="000000"/>
              </w:rPr>
            </w:pPr>
            <w:r w:rsidRPr="00DC35DD">
              <w:t>over 800,000 realized orders of the payment institution, in the month preceding the calculation of the fee</w:t>
            </w:r>
          </w:p>
        </w:tc>
        <w:tc>
          <w:tcPr>
            <w:tcW w:w="567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06795D" w14:textId="77777777" w:rsidR="00370F0E" w:rsidRPr="0042658C" w:rsidRDefault="00370F0E" w:rsidP="00A543E7">
            <w:pPr>
              <w:spacing w:after="2" w:line="180" w:lineRule="exact"/>
              <w:rPr>
                <w:rFonts w:eastAsia="Times New Roman" w:cstheme="minorHAnsi"/>
              </w:rPr>
            </w:pPr>
          </w:p>
          <w:p w14:paraId="2D6AD8DA" w14:textId="77777777" w:rsidR="00370F0E" w:rsidRPr="0042658C" w:rsidRDefault="00370F0E" w:rsidP="00A543E7">
            <w:pPr>
              <w:spacing w:after="0" w:line="240" w:lineRule="auto"/>
              <w:ind w:left="4639" w:right="-20"/>
              <w:rPr>
                <w:rFonts w:eastAsia="Arial" w:cstheme="minorHAnsi"/>
                <w:color w:val="000000"/>
              </w:rPr>
            </w:pPr>
            <w:r>
              <w:rPr>
                <w:rFonts w:eastAsia="Arial" w:cstheme="minorHAnsi"/>
                <w:color w:val="000000"/>
              </w:rPr>
              <w:t xml:space="preserve">RSD </w:t>
            </w:r>
            <w:r w:rsidRPr="0042658C">
              <w:rPr>
                <w:rFonts w:eastAsia="Arial" w:cstheme="minorHAnsi"/>
                <w:color w:val="000000"/>
              </w:rPr>
              <w:t>4</w:t>
            </w:r>
            <w:r>
              <w:rPr>
                <w:rFonts w:eastAsia="Arial" w:cstheme="minorHAnsi"/>
                <w:color w:val="000000"/>
              </w:rPr>
              <w:t>.</w:t>
            </w:r>
            <w:r w:rsidRPr="0042658C">
              <w:rPr>
                <w:rFonts w:eastAsia="Arial" w:cstheme="minorHAnsi"/>
                <w:color w:val="000000"/>
                <w:spacing w:val="-1"/>
              </w:rPr>
              <w:t>5</w:t>
            </w:r>
            <w:r w:rsidRPr="0042658C">
              <w:rPr>
                <w:rFonts w:eastAsia="Arial" w:cstheme="minorHAnsi"/>
                <w:color w:val="000000"/>
              </w:rPr>
              <w:t xml:space="preserve">0 </w:t>
            </w:r>
          </w:p>
        </w:tc>
      </w:tr>
      <w:tr w:rsidR="00370F0E" w:rsidRPr="0042658C" w14:paraId="5B15A26A" w14:textId="77777777" w:rsidTr="00A543E7">
        <w:trPr>
          <w:cantSplit/>
          <w:trHeight w:hRule="exact" w:val="288"/>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B051E3B" w14:textId="77777777" w:rsidR="00370F0E" w:rsidRPr="0042658C" w:rsidRDefault="00370F0E" w:rsidP="00A543E7">
            <w:pPr>
              <w:spacing w:before="31"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.2.</w:t>
            </w:r>
          </w:p>
        </w:tc>
        <w:tc>
          <w:tcPr>
            <w:tcW w:w="141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E659BC5" w14:textId="77777777" w:rsidR="00370F0E" w:rsidRPr="0042658C" w:rsidRDefault="00370F0E" w:rsidP="00A543E7">
            <w:pPr>
              <w:spacing w:before="31" w:after="0" w:line="232" w:lineRule="auto"/>
              <w:ind w:left="43" w:right="-20"/>
              <w:rPr>
                <w:rFonts w:eastAsia="Arial" w:cstheme="minorHAnsi"/>
                <w:color w:val="000000"/>
              </w:rPr>
            </w:pPr>
            <w:r w:rsidRPr="00DC35DD">
              <w:t>Orders over RSD 300,000 - RTGS</w:t>
            </w:r>
          </w:p>
        </w:tc>
      </w:tr>
      <w:tr w:rsidR="00370F0E" w:rsidRPr="0042658C" w14:paraId="1DE0C331" w14:textId="77777777" w:rsidTr="00A543E7">
        <w:trPr>
          <w:cantSplit/>
          <w:trHeight w:hRule="exact" w:val="29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04B225" w14:textId="77777777" w:rsidR="00370F0E" w:rsidRPr="0042658C" w:rsidRDefault="00370F0E" w:rsidP="00A543E7">
            <w:pPr>
              <w:rPr>
                <w:rFonts w:cstheme="minorHAnsi"/>
              </w:rPr>
            </w:pPr>
          </w:p>
        </w:tc>
        <w:tc>
          <w:tcPr>
            <w:tcW w:w="141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331607" w14:textId="56B403A9" w:rsidR="00370F0E" w:rsidRPr="0042658C" w:rsidRDefault="00370F0E" w:rsidP="00A543E7">
            <w:pPr>
              <w:tabs>
                <w:tab w:val="left" w:pos="13002"/>
              </w:tabs>
              <w:spacing w:before="31" w:after="0" w:line="236" w:lineRule="auto"/>
              <w:ind w:left="43" w:right="-20"/>
              <w:rPr>
                <w:rFonts w:eastAsia="Arial" w:cstheme="minorHAnsi"/>
                <w:color w:val="000000"/>
              </w:rPr>
            </w:pPr>
            <w:r w:rsidRPr="00DC35DD">
              <w:t xml:space="preserve">From 9 am to 1 pm </w:t>
            </w:r>
            <w:r w:rsidR="00A77988">
              <w:t xml:space="preserve">                   </w:t>
            </w:r>
            <w:r w:rsidR="00A77988" w:rsidRPr="00DC35DD">
              <w:t xml:space="preserve"> </w:t>
            </w:r>
            <w:r w:rsidR="00A77988">
              <w:t xml:space="preserve">                                                                                                                                                                                                             </w:t>
            </w:r>
            <w:r w:rsidR="00A77988" w:rsidRPr="00DC35DD">
              <w:t>RSD 30.00</w:t>
            </w:r>
          </w:p>
        </w:tc>
      </w:tr>
      <w:tr w:rsidR="00370F0E" w:rsidRPr="0042658C" w14:paraId="75BD803D" w14:textId="77777777" w:rsidTr="00A543E7">
        <w:trPr>
          <w:cantSplit/>
          <w:trHeight w:hRule="exact" w:val="292"/>
        </w:trPr>
        <w:tc>
          <w:tcPr>
            <w:tcW w:w="1128" w:type="dxa"/>
            <w:tcBorders>
              <w:top w:val="single" w:sz="7" w:space="0" w:color="000000"/>
              <w:left w:val="single" w:sz="7" w:space="0" w:color="000000"/>
              <w:bottom w:val="single" w:sz="1" w:space="0" w:color="F5D2D4"/>
              <w:right w:val="single" w:sz="7" w:space="0" w:color="000000"/>
            </w:tcBorders>
            <w:tcMar>
              <w:top w:w="0" w:type="dxa"/>
              <w:left w:w="0" w:type="dxa"/>
              <w:bottom w:w="0" w:type="dxa"/>
              <w:right w:w="0" w:type="dxa"/>
            </w:tcMar>
          </w:tcPr>
          <w:p w14:paraId="52ACEE90" w14:textId="77777777" w:rsidR="00370F0E" w:rsidRPr="0042658C" w:rsidRDefault="00370F0E" w:rsidP="00A543E7">
            <w:pPr>
              <w:rPr>
                <w:rFonts w:cstheme="minorHAnsi"/>
              </w:rPr>
            </w:pPr>
          </w:p>
        </w:tc>
        <w:tc>
          <w:tcPr>
            <w:tcW w:w="8451" w:type="dxa"/>
            <w:tcBorders>
              <w:top w:val="single" w:sz="7" w:space="0" w:color="000000"/>
              <w:left w:val="single" w:sz="7" w:space="0" w:color="000000"/>
              <w:bottom w:val="single" w:sz="1" w:space="0" w:color="F5D2D4"/>
              <w:right w:val="single" w:sz="7" w:space="0" w:color="000000"/>
            </w:tcBorders>
            <w:tcMar>
              <w:top w:w="0" w:type="dxa"/>
              <w:left w:w="0" w:type="dxa"/>
              <w:bottom w:w="0" w:type="dxa"/>
              <w:right w:w="0" w:type="dxa"/>
            </w:tcMar>
          </w:tcPr>
          <w:p w14:paraId="4F48FA41" w14:textId="77777777" w:rsidR="00370F0E" w:rsidRPr="0042658C" w:rsidRDefault="00370F0E" w:rsidP="00A543E7">
            <w:pPr>
              <w:spacing w:before="31" w:after="0" w:line="236" w:lineRule="auto"/>
              <w:ind w:left="43" w:right="-20"/>
              <w:rPr>
                <w:rFonts w:eastAsia="Arial" w:cstheme="minorHAnsi"/>
                <w:color w:val="000000"/>
              </w:rPr>
            </w:pPr>
            <w:r w:rsidRPr="00DC35DD">
              <w:t>From 1 pm to 4 pm</w:t>
            </w:r>
          </w:p>
        </w:tc>
        <w:tc>
          <w:tcPr>
            <w:tcW w:w="5677" w:type="dxa"/>
            <w:gridSpan w:val="3"/>
            <w:tcBorders>
              <w:top w:val="single" w:sz="7" w:space="0" w:color="000000"/>
              <w:left w:val="single" w:sz="7" w:space="0" w:color="000000"/>
              <w:bottom w:val="single" w:sz="1" w:space="0" w:color="F5D2D4"/>
              <w:right w:val="single" w:sz="7" w:space="0" w:color="000000"/>
            </w:tcBorders>
            <w:tcMar>
              <w:top w:w="0" w:type="dxa"/>
              <w:left w:w="0" w:type="dxa"/>
              <w:bottom w:w="0" w:type="dxa"/>
              <w:right w:w="0" w:type="dxa"/>
            </w:tcMar>
          </w:tcPr>
          <w:p w14:paraId="3DB577B0" w14:textId="77777777" w:rsidR="00370F0E" w:rsidRPr="0042658C" w:rsidRDefault="00370F0E" w:rsidP="00A543E7">
            <w:pPr>
              <w:spacing w:before="31" w:after="0" w:line="236" w:lineRule="auto"/>
              <w:ind w:left="4512" w:right="-20"/>
              <w:rPr>
                <w:rFonts w:eastAsia="Arial" w:cstheme="minorHAnsi"/>
                <w:color w:val="000000"/>
              </w:rPr>
            </w:pPr>
            <w:r>
              <w:rPr>
                <w:rFonts w:eastAsia="Arial" w:cstheme="minorHAnsi"/>
                <w:color w:val="000000"/>
              </w:rPr>
              <w:t xml:space="preserve">RSD </w:t>
            </w:r>
            <w:r w:rsidRPr="0042658C">
              <w:rPr>
                <w:rFonts w:eastAsia="Arial" w:cstheme="minorHAnsi"/>
                <w:color w:val="000000"/>
              </w:rPr>
              <w:t>7</w:t>
            </w:r>
            <w:r w:rsidRPr="0042658C">
              <w:rPr>
                <w:rFonts w:eastAsia="Arial" w:cstheme="minorHAnsi"/>
                <w:color w:val="000000"/>
                <w:spacing w:val="-1"/>
              </w:rPr>
              <w:t>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370F0E" w:rsidRPr="0042658C" w14:paraId="02C3EE84" w14:textId="77777777" w:rsidTr="00A543E7">
        <w:trPr>
          <w:cantSplit/>
          <w:trHeight w:hRule="exact" w:val="287"/>
        </w:trPr>
        <w:tc>
          <w:tcPr>
            <w:tcW w:w="1128" w:type="dxa"/>
            <w:tcBorders>
              <w:top w:val="single" w:sz="1" w:space="0" w:color="F5D2D4"/>
              <w:left w:val="single" w:sz="7" w:space="0" w:color="000000"/>
              <w:bottom w:val="single" w:sz="1" w:space="0" w:color="FFFFFF"/>
              <w:right w:val="single" w:sz="7" w:space="0" w:color="000000"/>
            </w:tcBorders>
            <w:shd w:val="clear" w:color="auto" w:fill="F5D2D4"/>
            <w:tcMar>
              <w:top w:w="0" w:type="dxa"/>
              <w:left w:w="0" w:type="dxa"/>
              <w:bottom w:w="0" w:type="dxa"/>
              <w:right w:w="0" w:type="dxa"/>
            </w:tcMar>
          </w:tcPr>
          <w:p w14:paraId="01ED942F" w14:textId="77777777" w:rsidR="00370F0E" w:rsidRPr="0042658C" w:rsidRDefault="00370F0E" w:rsidP="00A543E7">
            <w:pPr>
              <w:spacing w:before="31" w:after="0" w:line="231" w:lineRule="auto"/>
              <w:ind w:left="501" w:right="-20"/>
              <w:rPr>
                <w:rFonts w:eastAsia="Arial" w:cstheme="minorHAnsi"/>
                <w:b/>
                <w:bCs/>
                <w:color w:val="000000"/>
              </w:rPr>
            </w:pPr>
            <w:r w:rsidRPr="0042658C">
              <w:rPr>
                <w:rFonts w:eastAsia="Arial" w:cstheme="minorHAnsi"/>
                <w:b/>
                <w:bCs/>
                <w:color w:val="000000"/>
              </w:rPr>
              <w:t>2</w:t>
            </w:r>
          </w:p>
        </w:tc>
        <w:tc>
          <w:tcPr>
            <w:tcW w:w="8451" w:type="dxa"/>
            <w:tcBorders>
              <w:top w:val="single" w:sz="1" w:space="0" w:color="F5D2D4"/>
              <w:left w:val="single" w:sz="7" w:space="0" w:color="000000"/>
              <w:bottom w:val="single" w:sz="1" w:space="0" w:color="FFFFFF"/>
              <w:right w:val="single" w:sz="7" w:space="0" w:color="000000"/>
            </w:tcBorders>
            <w:shd w:val="clear" w:color="auto" w:fill="F5D2D4"/>
            <w:tcMar>
              <w:top w:w="0" w:type="dxa"/>
              <w:left w:w="0" w:type="dxa"/>
              <w:bottom w:w="0" w:type="dxa"/>
              <w:right w:w="0" w:type="dxa"/>
            </w:tcMar>
          </w:tcPr>
          <w:p w14:paraId="125A7178" w14:textId="77777777" w:rsidR="00370F0E" w:rsidRPr="006D2923" w:rsidRDefault="00370F0E" w:rsidP="00A543E7">
            <w:pPr>
              <w:spacing w:before="31" w:after="0" w:line="231" w:lineRule="auto"/>
              <w:ind w:left="43" w:right="-20"/>
              <w:rPr>
                <w:rFonts w:eastAsia="Arial" w:cstheme="minorHAnsi"/>
                <w:b/>
                <w:bCs/>
                <w:color w:val="000000"/>
              </w:rPr>
            </w:pPr>
            <w:r w:rsidRPr="006D2923">
              <w:rPr>
                <w:b/>
                <w:bCs/>
              </w:rPr>
              <w:t>Keeping a dedicated account</w:t>
            </w:r>
          </w:p>
        </w:tc>
        <w:tc>
          <w:tcPr>
            <w:tcW w:w="5677" w:type="dxa"/>
            <w:gridSpan w:val="3"/>
            <w:tcBorders>
              <w:top w:val="single" w:sz="1" w:space="0" w:color="F5D2D4"/>
              <w:left w:val="single" w:sz="7" w:space="0" w:color="000000"/>
              <w:bottom w:val="single" w:sz="1" w:space="0" w:color="FFFFFF"/>
              <w:right w:val="single" w:sz="7" w:space="0" w:color="000000"/>
            </w:tcBorders>
            <w:shd w:val="clear" w:color="auto" w:fill="F5D2D4"/>
            <w:tcMar>
              <w:top w:w="0" w:type="dxa"/>
              <w:left w:w="0" w:type="dxa"/>
              <w:bottom w:w="0" w:type="dxa"/>
              <w:right w:w="0" w:type="dxa"/>
            </w:tcMar>
          </w:tcPr>
          <w:p w14:paraId="32BFCA62" w14:textId="77777777" w:rsidR="00370F0E" w:rsidRPr="0042658C" w:rsidRDefault="00370F0E" w:rsidP="00A543E7">
            <w:pPr>
              <w:spacing w:before="31" w:after="0" w:line="231" w:lineRule="auto"/>
              <w:ind w:left="4385" w:right="-20"/>
              <w:rPr>
                <w:rFonts w:eastAsia="Arial" w:cstheme="minorHAnsi"/>
                <w:color w:val="000000"/>
              </w:rPr>
            </w:pPr>
            <w:r>
              <w:rPr>
                <w:rFonts w:eastAsia="Arial" w:cstheme="minorHAnsi"/>
                <w:color w:val="000000"/>
              </w:rPr>
              <w:t xml:space="preserve">RSD </w:t>
            </w:r>
            <w:r w:rsidRPr="0042658C">
              <w:rPr>
                <w:rFonts w:eastAsia="Arial" w:cstheme="minorHAnsi"/>
                <w:color w:val="000000"/>
              </w:rPr>
              <w:t>5</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C563B" w:rsidRPr="0042658C" w14:paraId="0872F544" w14:textId="77777777">
        <w:trPr>
          <w:cantSplit/>
          <w:trHeight w:hRule="exact" w:val="543"/>
        </w:trPr>
        <w:tc>
          <w:tcPr>
            <w:tcW w:w="15256" w:type="dxa"/>
            <w:gridSpan w:val="5"/>
            <w:tcBorders>
              <w:top w:val="single" w:sz="1" w:space="0" w:color="C00000"/>
              <w:left w:val="single" w:sz="7" w:space="0" w:color="000000"/>
              <w:bottom w:val="single" w:sz="1" w:space="0" w:color="F5D2D4"/>
              <w:right w:val="single" w:sz="7" w:space="0" w:color="000000"/>
            </w:tcBorders>
            <w:shd w:val="clear" w:color="auto" w:fill="C00000"/>
            <w:tcMar>
              <w:top w:w="0" w:type="dxa"/>
              <w:left w:w="0" w:type="dxa"/>
              <w:bottom w:w="0" w:type="dxa"/>
              <w:right w:w="0" w:type="dxa"/>
            </w:tcMar>
          </w:tcPr>
          <w:p w14:paraId="16FDBBAA" w14:textId="77777777" w:rsidR="004C563B" w:rsidRPr="0042658C" w:rsidRDefault="004C563B">
            <w:pPr>
              <w:spacing w:after="18" w:line="140" w:lineRule="exact"/>
              <w:rPr>
                <w:rFonts w:eastAsia="Times New Roman" w:cstheme="minorHAnsi"/>
              </w:rPr>
            </w:pPr>
          </w:p>
          <w:p w14:paraId="1F151FD5" w14:textId="5BCF1333" w:rsidR="004C563B" w:rsidRPr="0042658C" w:rsidRDefault="00ED1567">
            <w:pPr>
              <w:spacing w:after="0" w:line="240" w:lineRule="auto"/>
              <w:ind w:left="43" w:right="-20"/>
              <w:rPr>
                <w:rFonts w:eastAsia="Arial" w:cstheme="minorHAnsi"/>
                <w:b/>
                <w:bCs/>
                <w:i/>
                <w:iCs/>
                <w:color w:val="FFFFFF"/>
              </w:rPr>
            </w:pPr>
            <w:r w:rsidRPr="0042658C">
              <w:rPr>
                <w:rFonts w:eastAsia="Arial" w:cstheme="minorHAnsi"/>
                <w:b/>
                <w:bCs/>
                <w:i/>
                <w:iCs/>
                <w:color w:val="FFFFFF"/>
              </w:rPr>
              <w:t>B.</w:t>
            </w:r>
            <w:r w:rsidRPr="0042658C">
              <w:rPr>
                <w:rFonts w:eastAsia="Arial" w:cstheme="minorHAnsi"/>
                <w:color w:val="FFFFFF"/>
              </w:rPr>
              <w:t xml:space="preserve"> </w:t>
            </w:r>
            <w:r w:rsidR="006D2923" w:rsidRPr="006D2923">
              <w:rPr>
                <w:rFonts w:eastAsia="Arial" w:cstheme="minorHAnsi"/>
                <w:b/>
                <w:bCs/>
                <w:i/>
                <w:iCs/>
                <w:color w:val="FFFFFF"/>
              </w:rPr>
              <w:t>CREDIT AND GUARANTEE TRANSACTIONS WITH LEGAL ENTITIES</w:t>
            </w:r>
          </w:p>
        </w:tc>
      </w:tr>
      <w:tr w:rsidR="006D2923" w:rsidRPr="0042658C" w14:paraId="0294E166" w14:textId="77777777" w:rsidTr="006D2923">
        <w:trPr>
          <w:cantSplit/>
          <w:trHeight w:hRule="exact" w:val="371"/>
        </w:trPr>
        <w:tc>
          <w:tcPr>
            <w:tcW w:w="1128" w:type="dxa"/>
            <w:tcBorders>
              <w:top w:val="single" w:sz="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D37DEBC" w14:textId="77777777" w:rsidR="006D2923" w:rsidRPr="0042658C" w:rsidRDefault="006D2923" w:rsidP="006D2923">
            <w:pPr>
              <w:spacing w:before="32" w:after="0" w:line="240" w:lineRule="auto"/>
              <w:ind w:left="501" w:right="-20"/>
              <w:rPr>
                <w:rFonts w:eastAsia="Arial" w:cstheme="minorHAnsi"/>
                <w:b/>
                <w:bCs/>
                <w:color w:val="000000"/>
              </w:rPr>
            </w:pPr>
            <w:r w:rsidRPr="0042658C">
              <w:rPr>
                <w:rFonts w:eastAsia="Arial" w:cstheme="minorHAnsi"/>
                <w:b/>
                <w:bCs/>
                <w:color w:val="000000"/>
              </w:rPr>
              <w:t>1</w:t>
            </w:r>
          </w:p>
        </w:tc>
        <w:tc>
          <w:tcPr>
            <w:tcW w:w="14128" w:type="dxa"/>
            <w:gridSpan w:val="4"/>
            <w:tcBorders>
              <w:top w:val="single" w:sz="1"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368B282" w14:textId="7EEF4E58" w:rsidR="006D2923" w:rsidRPr="006D2923" w:rsidRDefault="006D2923" w:rsidP="006D2923">
            <w:pPr>
              <w:spacing w:before="32" w:after="0" w:line="240" w:lineRule="auto"/>
              <w:ind w:left="43" w:right="-20"/>
              <w:rPr>
                <w:rFonts w:eastAsia="Arial" w:cstheme="minorHAnsi"/>
                <w:b/>
                <w:bCs/>
                <w:color w:val="000000"/>
              </w:rPr>
            </w:pPr>
            <w:r w:rsidRPr="006D2923">
              <w:rPr>
                <w:b/>
                <w:bCs/>
              </w:rPr>
              <w:t>WARRANTIES</w:t>
            </w:r>
          </w:p>
        </w:tc>
      </w:tr>
      <w:tr w:rsidR="006D2923" w:rsidRPr="0042658C" w14:paraId="375285A4" w14:textId="77777777" w:rsidTr="006D2923">
        <w:trPr>
          <w:cantSplit/>
          <w:trHeight w:hRule="exact" w:val="29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497B410" w14:textId="77777777" w:rsidR="006D2923" w:rsidRPr="0042658C" w:rsidRDefault="006D2923" w:rsidP="006D2923">
            <w:pPr>
              <w:spacing w:before="32" w:after="0" w:line="234" w:lineRule="auto"/>
              <w:ind w:left="37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1</w:t>
            </w:r>
            <w:r w:rsidRPr="0042658C">
              <w:rPr>
                <w:rFonts w:eastAsia="Arial" w:cstheme="minorHAnsi"/>
                <w:b/>
                <w:bCs/>
                <w:color w:val="000000"/>
              </w:rPr>
              <w:t>.</w:t>
            </w:r>
          </w:p>
        </w:tc>
        <w:tc>
          <w:tcPr>
            <w:tcW w:w="141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E39185" w14:textId="5F4816B2" w:rsidR="006D2923" w:rsidRPr="006D2923" w:rsidRDefault="006D2923" w:rsidP="006D2923">
            <w:pPr>
              <w:spacing w:before="32" w:after="0" w:line="234" w:lineRule="auto"/>
              <w:ind w:left="43" w:right="-20"/>
              <w:rPr>
                <w:rFonts w:eastAsia="Arial" w:cstheme="minorHAnsi"/>
                <w:b/>
                <w:bCs/>
                <w:color w:val="000000"/>
              </w:rPr>
            </w:pPr>
            <w:r w:rsidRPr="006D2923">
              <w:rPr>
                <w:b/>
                <w:bCs/>
              </w:rPr>
              <w:t>NOSTRO GUARANTEES / COUNTER-GUARANTEES</w:t>
            </w:r>
          </w:p>
        </w:tc>
      </w:tr>
      <w:tr w:rsidR="006D2923" w:rsidRPr="0042658C" w14:paraId="5BAA2BA9" w14:textId="77777777" w:rsidTr="006D2923">
        <w:trPr>
          <w:cantSplit/>
          <w:trHeight w:hRule="exact" w:val="55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3DDB4D3" w14:textId="77777777" w:rsidR="006D2923" w:rsidRPr="0042658C" w:rsidRDefault="006D2923" w:rsidP="006D2923">
            <w:pPr>
              <w:spacing w:after="3" w:line="160" w:lineRule="exact"/>
              <w:rPr>
                <w:rFonts w:eastAsia="Times New Roman" w:cstheme="minorHAnsi"/>
              </w:rPr>
            </w:pPr>
          </w:p>
          <w:p w14:paraId="1B6EF119" w14:textId="77777777" w:rsidR="006D2923" w:rsidRPr="0042658C" w:rsidRDefault="006D2923" w:rsidP="006D2923">
            <w:pPr>
              <w:spacing w:after="0" w:line="240"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241C09" w14:textId="518B8C4F" w:rsidR="006D2923" w:rsidRPr="0042658C" w:rsidRDefault="006D2923" w:rsidP="006D2923">
            <w:pPr>
              <w:spacing w:before="31" w:after="0" w:line="240" w:lineRule="auto"/>
              <w:ind w:left="43" w:right="-20"/>
              <w:rPr>
                <w:rFonts w:eastAsia="Arial" w:cstheme="minorHAnsi"/>
                <w:color w:val="000000"/>
              </w:rPr>
            </w:pPr>
            <w:r w:rsidRPr="00FC33A5">
              <w:t xml:space="preserve">Issuance of a guarantee with </w:t>
            </w:r>
            <w:r w:rsidR="00084CEB">
              <w:t>security provision</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54317B" w14:textId="062B1FFD" w:rsidR="006D2923" w:rsidRPr="0042658C" w:rsidRDefault="00A05B81" w:rsidP="006D2923">
            <w:pPr>
              <w:spacing w:before="31" w:after="0" w:line="236" w:lineRule="auto"/>
              <w:ind w:left="64" w:right="-41"/>
              <w:jc w:val="center"/>
              <w:rPr>
                <w:rFonts w:eastAsia="Arial" w:cstheme="minorHAnsi"/>
                <w:color w:val="000000"/>
              </w:rPr>
            </w:pPr>
            <w:r>
              <w:rPr>
                <w:rFonts w:eastAsia="Arial" w:cstheme="minorHAnsi"/>
                <w:color w:val="000000"/>
              </w:rPr>
              <w:t>up to</w:t>
            </w:r>
            <w:r>
              <w:rPr>
                <w:rFonts w:eastAsia="Arial" w:cstheme="minorHAnsi"/>
                <w:color w:val="000000"/>
                <w:spacing w:val="63"/>
              </w:rPr>
              <w:t xml:space="preserve"> </w:t>
            </w:r>
            <w:r w:rsidR="006D2923" w:rsidRPr="0042658C">
              <w:rPr>
                <w:rFonts w:eastAsia="Arial" w:cstheme="minorHAnsi"/>
                <w:color w:val="000000"/>
              </w:rPr>
              <w:t>0</w:t>
            </w:r>
            <w:r>
              <w:rPr>
                <w:rFonts w:eastAsia="Arial" w:cstheme="minorHAnsi"/>
                <w:color w:val="000000"/>
              </w:rPr>
              <w:t>.</w:t>
            </w:r>
            <w:r w:rsidR="006D2923" w:rsidRPr="0042658C">
              <w:rPr>
                <w:rFonts w:eastAsia="Arial" w:cstheme="minorHAnsi"/>
                <w:color w:val="000000"/>
                <w:spacing w:val="-1"/>
              </w:rPr>
              <w:t>50</w:t>
            </w:r>
            <w:r w:rsidR="006D2923" w:rsidRPr="0042658C">
              <w:rPr>
                <w:rFonts w:eastAsia="Arial" w:cstheme="minorHAnsi"/>
                <w:color w:val="000000"/>
              </w:rPr>
              <w:t xml:space="preserve">% </w:t>
            </w:r>
            <w:r w:rsidRPr="00A05B81">
              <w:rPr>
                <w:rFonts w:eastAsia="Arial" w:cstheme="minorHAnsi"/>
                <w:color w:val="000000"/>
              </w:rPr>
              <w:t>quarterly in advance</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6FAF59B" w14:textId="77777777" w:rsidR="006D2923" w:rsidRPr="0042658C" w:rsidRDefault="006D2923" w:rsidP="006D2923">
            <w:pPr>
              <w:spacing w:after="3" w:line="160" w:lineRule="exact"/>
              <w:rPr>
                <w:rFonts w:eastAsia="Times New Roman" w:cstheme="minorHAnsi"/>
              </w:rPr>
            </w:pPr>
          </w:p>
          <w:p w14:paraId="64ACFE71" w14:textId="5DD9BDD9" w:rsidR="006D2923" w:rsidRPr="0042658C" w:rsidRDefault="006D2923" w:rsidP="006D2923">
            <w:pPr>
              <w:spacing w:after="0" w:line="240" w:lineRule="auto"/>
              <w:ind w:left="677"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A05B81">
              <w:rPr>
                <w:rFonts w:eastAsia="Arial" w:cstheme="minorHAnsi"/>
                <w:color w:val="000000"/>
              </w:rPr>
              <w:t xml:space="preserve">RSD </w:t>
            </w:r>
            <w:r w:rsidRPr="0042658C">
              <w:rPr>
                <w:rFonts w:eastAsia="Arial" w:cstheme="minorHAnsi"/>
                <w:color w:val="000000"/>
              </w:rPr>
              <w:t>3</w:t>
            </w:r>
            <w:r w:rsidR="00A05B8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A05B8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6485F3EA" w14:textId="77777777" w:rsidTr="006D2923">
        <w:trPr>
          <w:cantSplit/>
          <w:trHeight w:hRule="exact" w:val="288"/>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A59E0D7" w14:textId="77777777" w:rsidR="006D2923" w:rsidRPr="0042658C" w:rsidRDefault="006D2923" w:rsidP="006D2923">
            <w:pPr>
              <w:spacing w:before="31"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.2.</w:t>
            </w:r>
          </w:p>
        </w:tc>
        <w:tc>
          <w:tcPr>
            <w:tcW w:w="141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1367E7" w14:textId="3E774A3B" w:rsidR="006D2923" w:rsidRPr="0042658C" w:rsidRDefault="006D2923" w:rsidP="006D2923">
            <w:pPr>
              <w:spacing w:before="31" w:after="0" w:line="232" w:lineRule="auto"/>
              <w:ind w:left="43" w:right="-20"/>
              <w:rPr>
                <w:rFonts w:eastAsia="Arial" w:cstheme="minorHAnsi"/>
                <w:color w:val="000000"/>
              </w:rPr>
            </w:pPr>
            <w:r w:rsidRPr="00FC33A5">
              <w:t>Issuance of a guarantee with other security</w:t>
            </w:r>
          </w:p>
        </w:tc>
      </w:tr>
      <w:tr w:rsidR="006D2923" w:rsidRPr="0042658C" w14:paraId="2EFFE66B" w14:textId="77777777" w:rsidTr="006D2923">
        <w:trPr>
          <w:cantSplit/>
          <w:trHeight w:hRule="exact" w:val="55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1EB4089" w14:textId="77777777" w:rsidR="006D2923" w:rsidRPr="0042658C" w:rsidRDefault="006D2923" w:rsidP="006D2923">
            <w:pPr>
              <w:spacing w:after="3" w:line="160" w:lineRule="exact"/>
              <w:rPr>
                <w:rFonts w:eastAsia="Times New Roman" w:cstheme="minorHAnsi"/>
              </w:rPr>
            </w:pPr>
          </w:p>
          <w:p w14:paraId="39178A28" w14:textId="77777777" w:rsidR="006D2923" w:rsidRPr="0042658C" w:rsidRDefault="006D2923" w:rsidP="006D2923">
            <w:pPr>
              <w:spacing w:after="0" w:line="240"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6FF3B95" w14:textId="7D2251C2" w:rsidR="006D2923" w:rsidRPr="0042658C" w:rsidRDefault="006D2923" w:rsidP="006D2923">
            <w:pPr>
              <w:spacing w:after="0" w:line="240" w:lineRule="auto"/>
              <w:ind w:left="43" w:right="-20"/>
              <w:rPr>
                <w:rFonts w:eastAsia="Arial" w:cstheme="minorHAnsi"/>
                <w:color w:val="000000"/>
              </w:rPr>
            </w:pPr>
            <w:r w:rsidRPr="00FC33A5">
              <w:t>Issuance of payable guarantees</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9DAC7A" w14:textId="77777777" w:rsidR="006D2923" w:rsidRPr="0042658C" w:rsidRDefault="006D2923" w:rsidP="006D2923">
            <w:pPr>
              <w:spacing w:before="31" w:after="0" w:line="237" w:lineRule="auto"/>
              <w:ind w:left="368" w:right="38"/>
              <w:jc w:val="right"/>
              <w:rPr>
                <w:rFonts w:eastAsia="Arial" w:cstheme="minorHAnsi"/>
                <w:color w:val="000000"/>
              </w:rPr>
            </w:pPr>
            <w:r w:rsidRPr="0042658C">
              <w:rPr>
                <w:rFonts w:eastAsia="Arial" w:cstheme="minorHAnsi"/>
                <w:color w:val="000000"/>
              </w:rPr>
              <w:t>do</w:t>
            </w:r>
            <w:r w:rsidRPr="0042658C">
              <w:rPr>
                <w:rFonts w:eastAsia="Arial" w:cstheme="minorHAnsi"/>
                <w:color w:val="000000"/>
                <w:spacing w:val="-1"/>
              </w:rPr>
              <w:t xml:space="preserve"> 1</w:t>
            </w:r>
            <w:r w:rsidRPr="0042658C">
              <w:rPr>
                <w:rFonts w:eastAsia="Arial" w:cstheme="minorHAnsi"/>
                <w:color w:val="000000"/>
              </w:rPr>
              <w:t>% trom</w:t>
            </w:r>
            <w:r w:rsidRPr="0042658C">
              <w:rPr>
                <w:rFonts w:eastAsia="Arial" w:cstheme="minorHAnsi"/>
                <w:color w:val="000000"/>
                <w:spacing w:val="-1"/>
              </w:rPr>
              <w:t>e</w:t>
            </w:r>
            <w:r w:rsidRPr="0042658C">
              <w:rPr>
                <w:rFonts w:eastAsia="Arial" w:cstheme="minorHAnsi"/>
                <w:color w:val="000000"/>
              </w:rPr>
              <w:t>s</w:t>
            </w:r>
            <w:r w:rsidRPr="0042658C">
              <w:rPr>
                <w:rFonts w:eastAsia="Arial" w:cstheme="minorHAnsi"/>
                <w:color w:val="000000"/>
                <w:spacing w:val="-1"/>
              </w:rPr>
              <w:t>e</w:t>
            </w:r>
            <w:r w:rsidRPr="0042658C">
              <w:rPr>
                <w:rFonts w:eastAsia="Arial" w:cstheme="minorHAnsi"/>
                <w:color w:val="000000"/>
              </w:rPr>
              <w:t>č</w:t>
            </w:r>
            <w:r w:rsidRPr="0042658C">
              <w:rPr>
                <w:rFonts w:eastAsia="Arial" w:cstheme="minorHAnsi"/>
                <w:color w:val="000000"/>
                <w:spacing w:val="-1"/>
              </w:rPr>
              <w:t>n</w:t>
            </w:r>
            <w:r w:rsidRPr="0042658C">
              <w:rPr>
                <w:rFonts w:eastAsia="Arial" w:cstheme="minorHAnsi"/>
                <w:color w:val="000000"/>
              </w:rPr>
              <w:t>o u</w:t>
            </w:r>
            <w:r w:rsidRPr="0042658C">
              <w:rPr>
                <w:rFonts w:eastAsia="Arial" w:cstheme="minorHAnsi"/>
                <w:color w:val="000000"/>
                <w:spacing w:val="-1"/>
              </w:rPr>
              <w:t>nap</w:t>
            </w:r>
            <w:r w:rsidRPr="0042658C">
              <w:rPr>
                <w:rFonts w:eastAsia="Arial" w:cstheme="minorHAnsi"/>
                <w:color w:val="000000"/>
              </w:rPr>
              <w:t>red</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3EEAD00" w14:textId="77777777" w:rsidR="006D2923" w:rsidRPr="0042658C" w:rsidRDefault="006D2923" w:rsidP="006D2923">
            <w:pPr>
              <w:spacing w:after="55" w:line="240" w:lineRule="exact"/>
              <w:rPr>
                <w:rFonts w:eastAsia="Times New Roman" w:cstheme="minorHAnsi"/>
              </w:rPr>
            </w:pPr>
          </w:p>
          <w:p w14:paraId="766F82F5" w14:textId="01B77FBB" w:rsidR="006D2923" w:rsidRPr="0042658C" w:rsidRDefault="006D2923" w:rsidP="006D2923">
            <w:pPr>
              <w:spacing w:after="0" w:line="234"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A05B81">
              <w:rPr>
                <w:rFonts w:eastAsia="Arial" w:cstheme="minorHAnsi"/>
                <w:color w:val="000000"/>
              </w:rPr>
              <w:t xml:space="preserve">RSD </w:t>
            </w:r>
            <w:r w:rsidRPr="0042658C">
              <w:rPr>
                <w:rFonts w:eastAsia="Arial" w:cstheme="minorHAnsi"/>
                <w:color w:val="000000"/>
              </w:rPr>
              <w:t>3</w:t>
            </w:r>
            <w:r w:rsidR="00A05B8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A05B8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3C0802AF" w14:textId="77777777" w:rsidTr="006D2923">
        <w:trPr>
          <w:cantSplit/>
          <w:trHeight w:hRule="exact" w:val="55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A3762A0" w14:textId="77777777" w:rsidR="006D2923" w:rsidRPr="0042658C" w:rsidRDefault="006D2923" w:rsidP="006D2923">
            <w:pPr>
              <w:spacing w:after="3" w:line="160" w:lineRule="exact"/>
              <w:rPr>
                <w:rFonts w:eastAsia="Times New Roman" w:cstheme="minorHAnsi"/>
              </w:rPr>
            </w:pPr>
          </w:p>
          <w:p w14:paraId="29CF601B" w14:textId="77777777" w:rsidR="006D2923" w:rsidRPr="0042658C" w:rsidRDefault="006D2923" w:rsidP="006D2923">
            <w:pPr>
              <w:spacing w:after="0" w:line="240"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B47B908" w14:textId="3AA98CA4" w:rsidR="006D2923" w:rsidRPr="0042658C" w:rsidRDefault="006D2923" w:rsidP="006D2923">
            <w:pPr>
              <w:spacing w:after="0" w:line="240" w:lineRule="auto"/>
              <w:ind w:left="43" w:right="-20"/>
              <w:rPr>
                <w:rFonts w:eastAsia="Arial" w:cstheme="minorHAnsi"/>
                <w:color w:val="000000"/>
              </w:rPr>
            </w:pPr>
            <w:r w:rsidRPr="00FC33A5">
              <w:t>Issuance of performance guarantees (bidding, advance, for good performance)</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9263EB" w14:textId="77777777" w:rsidR="006D2923" w:rsidRPr="0042658C" w:rsidRDefault="006D2923" w:rsidP="006D2923">
            <w:pPr>
              <w:spacing w:before="31" w:after="0" w:line="236" w:lineRule="auto"/>
              <w:ind w:left="368" w:right="38"/>
              <w:jc w:val="right"/>
              <w:rPr>
                <w:rFonts w:eastAsia="Arial" w:cstheme="minorHAnsi"/>
                <w:color w:val="000000"/>
              </w:rPr>
            </w:pPr>
            <w:r w:rsidRPr="0042658C">
              <w:rPr>
                <w:rFonts w:eastAsia="Arial" w:cstheme="minorHAnsi"/>
                <w:color w:val="000000"/>
              </w:rPr>
              <w:t>do</w:t>
            </w:r>
            <w:r w:rsidRPr="0042658C">
              <w:rPr>
                <w:rFonts w:eastAsia="Arial" w:cstheme="minorHAnsi"/>
                <w:color w:val="000000"/>
                <w:spacing w:val="-1"/>
              </w:rPr>
              <w:t xml:space="preserve"> 1</w:t>
            </w:r>
            <w:r w:rsidRPr="0042658C">
              <w:rPr>
                <w:rFonts w:eastAsia="Arial" w:cstheme="minorHAnsi"/>
                <w:color w:val="000000"/>
              </w:rPr>
              <w:t>% trom</w:t>
            </w:r>
            <w:r w:rsidRPr="0042658C">
              <w:rPr>
                <w:rFonts w:eastAsia="Arial" w:cstheme="minorHAnsi"/>
                <w:color w:val="000000"/>
                <w:spacing w:val="-1"/>
              </w:rPr>
              <w:t>e</w:t>
            </w:r>
            <w:r w:rsidRPr="0042658C">
              <w:rPr>
                <w:rFonts w:eastAsia="Arial" w:cstheme="minorHAnsi"/>
                <w:color w:val="000000"/>
              </w:rPr>
              <w:t>s</w:t>
            </w:r>
            <w:r w:rsidRPr="0042658C">
              <w:rPr>
                <w:rFonts w:eastAsia="Arial" w:cstheme="minorHAnsi"/>
                <w:color w:val="000000"/>
                <w:spacing w:val="-1"/>
              </w:rPr>
              <w:t>e</w:t>
            </w:r>
            <w:r w:rsidRPr="0042658C">
              <w:rPr>
                <w:rFonts w:eastAsia="Arial" w:cstheme="minorHAnsi"/>
                <w:color w:val="000000"/>
              </w:rPr>
              <w:t>č</w:t>
            </w:r>
            <w:r w:rsidRPr="0042658C">
              <w:rPr>
                <w:rFonts w:eastAsia="Arial" w:cstheme="minorHAnsi"/>
                <w:color w:val="000000"/>
                <w:spacing w:val="-1"/>
              </w:rPr>
              <w:t>n</w:t>
            </w:r>
            <w:r w:rsidRPr="0042658C">
              <w:rPr>
                <w:rFonts w:eastAsia="Arial" w:cstheme="minorHAnsi"/>
                <w:color w:val="000000"/>
              </w:rPr>
              <w:t>o u</w:t>
            </w:r>
            <w:r w:rsidRPr="0042658C">
              <w:rPr>
                <w:rFonts w:eastAsia="Arial" w:cstheme="minorHAnsi"/>
                <w:color w:val="000000"/>
                <w:spacing w:val="-1"/>
              </w:rPr>
              <w:t>nap</w:t>
            </w:r>
            <w:r w:rsidRPr="0042658C">
              <w:rPr>
                <w:rFonts w:eastAsia="Arial" w:cstheme="minorHAnsi"/>
                <w:color w:val="000000"/>
              </w:rPr>
              <w:t>red</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00FD329" w14:textId="77777777" w:rsidR="006D2923" w:rsidRPr="0042658C" w:rsidRDefault="006D2923" w:rsidP="006D2923">
            <w:pPr>
              <w:spacing w:after="55" w:line="240" w:lineRule="exact"/>
              <w:rPr>
                <w:rFonts w:eastAsia="Times New Roman" w:cstheme="minorHAnsi"/>
              </w:rPr>
            </w:pPr>
          </w:p>
          <w:p w14:paraId="0A24ACDB" w14:textId="7679297C" w:rsidR="006D2923" w:rsidRPr="0042658C" w:rsidRDefault="006D2923" w:rsidP="006D2923">
            <w:pPr>
              <w:spacing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A05B81">
              <w:rPr>
                <w:rFonts w:eastAsia="Arial" w:cstheme="minorHAnsi"/>
                <w:color w:val="000000"/>
              </w:rPr>
              <w:t xml:space="preserve">RSD </w:t>
            </w:r>
            <w:r w:rsidRPr="0042658C">
              <w:rPr>
                <w:rFonts w:eastAsia="Arial" w:cstheme="minorHAnsi"/>
                <w:color w:val="000000"/>
              </w:rPr>
              <w:t>3</w:t>
            </w:r>
            <w:r w:rsidR="00A05B8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A05B8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52E7F586" w14:textId="77777777" w:rsidTr="006D2923">
        <w:trPr>
          <w:cantSplit/>
          <w:trHeight w:hRule="exact" w:val="56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5BC519" w14:textId="77777777" w:rsidR="006D2923" w:rsidRPr="0042658C" w:rsidRDefault="006D2923" w:rsidP="006D2923">
            <w:pPr>
              <w:spacing w:after="13" w:line="160" w:lineRule="exact"/>
              <w:rPr>
                <w:rFonts w:eastAsia="Times New Roman" w:cstheme="minorHAnsi"/>
              </w:rPr>
            </w:pPr>
          </w:p>
          <w:p w14:paraId="4DA51B89" w14:textId="77777777" w:rsidR="006D2923" w:rsidRPr="0042658C" w:rsidRDefault="006D2923" w:rsidP="006D2923">
            <w:pPr>
              <w:spacing w:after="0" w:line="240"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.3.</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21E2D3C" w14:textId="34D7459F" w:rsidR="006D2923" w:rsidRPr="0042658C" w:rsidRDefault="006D2923" w:rsidP="006D2923">
            <w:pPr>
              <w:spacing w:before="41" w:after="0" w:line="236" w:lineRule="auto"/>
              <w:ind w:left="43" w:right="-20"/>
              <w:rPr>
                <w:rFonts w:eastAsia="Arial" w:cstheme="minorHAnsi"/>
                <w:color w:val="000000"/>
              </w:rPr>
            </w:pPr>
            <w:r w:rsidRPr="00FC33A5">
              <w:t>Notification, advising or issuing a guarantee based on a counter-guarantee of ALTA Bank</w:t>
            </w:r>
          </w:p>
        </w:tc>
        <w:tc>
          <w:tcPr>
            <w:tcW w:w="567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BA4829" w14:textId="77777777" w:rsidR="006D2923" w:rsidRPr="0042658C" w:rsidRDefault="006D2923" w:rsidP="006D2923">
            <w:pPr>
              <w:spacing w:after="13" w:line="160" w:lineRule="exact"/>
              <w:rPr>
                <w:rFonts w:eastAsia="Times New Roman" w:cstheme="minorHAnsi"/>
              </w:rPr>
            </w:pPr>
          </w:p>
          <w:p w14:paraId="076F4648" w14:textId="2C64AA49" w:rsidR="006D2923" w:rsidRPr="0042658C" w:rsidRDefault="00A05B81" w:rsidP="006D2923">
            <w:pPr>
              <w:spacing w:after="0" w:line="240" w:lineRule="auto"/>
              <w:ind w:left="3067" w:right="-20"/>
              <w:rPr>
                <w:rFonts w:eastAsia="Arial" w:cstheme="minorHAnsi"/>
                <w:color w:val="000000"/>
              </w:rPr>
            </w:pPr>
            <w:r w:rsidRPr="00A05B81">
              <w:rPr>
                <w:rFonts w:eastAsia="Arial" w:cstheme="minorHAnsi"/>
                <w:color w:val="000000"/>
              </w:rPr>
              <w:t>Foreign bank costs</w:t>
            </w:r>
          </w:p>
        </w:tc>
      </w:tr>
      <w:tr w:rsidR="006D2923" w:rsidRPr="0042658C" w14:paraId="0DF291A3" w14:textId="77777777" w:rsidTr="006D2923">
        <w:trPr>
          <w:cantSplit/>
          <w:trHeight w:hRule="exact" w:val="298"/>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7C2E674" w14:textId="77777777" w:rsidR="006D2923" w:rsidRPr="0042658C" w:rsidRDefault="006D2923" w:rsidP="006D2923">
            <w:pPr>
              <w:spacing w:before="41"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.4.</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B0FC2A2" w14:textId="4F518929" w:rsidR="006D2923" w:rsidRPr="0042658C" w:rsidRDefault="006D2923" w:rsidP="006D2923">
            <w:pPr>
              <w:spacing w:before="41" w:after="0" w:line="232" w:lineRule="auto"/>
              <w:ind w:left="43" w:right="-20"/>
              <w:rPr>
                <w:rFonts w:eastAsia="Arial" w:cstheme="minorHAnsi"/>
                <w:color w:val="000000"/>
              </w:rPr>
            </w:pPr>
            <w:r w:rsidRPr="00FC33A5">
              <w:t>Warranty protest and document review</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AAC088" w14:textId="7C43C2BB" w:rsidR="006D2923" w:rsidRPr="0042658C" w:rsidRDefault="006D2923" w:rsidP="006D2923">
            <w:pPr>
              <w:spacing w:before="41" w:after="0" w:line="232" w:lineRule="auto"/>
              <w:ind w:left="1694" w:right="-20"/>
              <w:rPr>
                <w:rFonts w:eastAsia="Arial" w:cstheme="minorHAnsi"/>
                <w:color w:val="000000"/>
              </w:rPr>
            </w:pPr>
            <w:r w:rsidRPr="0042658C">
              <w:rPr>
                <w:rFonts w:eastAsia="Arial" w:cstheme="minorHAnsi"/>
                <w:color w:val="000000"/>
              </w:rPr>
              <w:t>0</w:t>
            </w:r>
            <w:r w:rsidR="00A05B81">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A8E8A9" w14:textId="3365FF7A" w:rsidR="006D2923" w:rsidRPr="0042658C" w:rsidRDefault="006D2923" w:rsidP="006D2923">
            <w:pPr>
              <w:spacing w:before="41"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02D11">
              <w:rPr>
                <w:rFonts w:eastAsia="Arial" w:cstheme="minorHAnsi"/>
                <w:color w:val="000000"/>
              </w:rPr>
              <w:t xml:space="preserve">RSD </w:t>
            </w:r>
            <w:r w:rsidRPr="0042658C">
              <w:rPr>
                <w:rFonts w:eastAsia="Arial" w:cstheme="minorHAnsi"/>
                <w:color w:val="000000"/>
              </w:rPr>
              <w:t>1</w:t>
            </w:r>
            <w:r w:rsidR="00602D11">
              <w:rPr>
                <w:rFonts w:eastAsia="Arial" w:cstheme="minorHAnsi"/>
                <w:color w:val="000000"/>
              </w:rPr>
              <w:t>,</w:t>
            </w:r>
            <w:r w:rsidRPr="0042658C">
              <w:rPr>
                <w:rFonts w:eastAsia="Arial" w:cstheme="minorHAnsi"/>
                <w:color w:val="000000"/>
              </w:rPr>
              <w:t>2</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7C5949D4" w14:textId="77777777" w:rsidTr="006D2923">
        <w:trPr>
          <w:cantSplit/>
          <w:trHeight w:hRule="exact" w:val="29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C9BF9B" w14:textId="77777777" w:rsidR="006D2923" w:rsidRPr="0042658C" w:rsidRDefault="006D2923" w:rsidP="006D2923">
            <w:pPr>
              <w:spacing w:before="41"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.5.</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FC8694A" w14:textId="729F3875" w:rsidR="006D2923" w:rsidRPr="0042658C" w:rsidRDefault="006D2923" w:rsidP="006D2923">
            <w:pPr>
              <w:spacing w:before="41" w:after="0" w:line="232" w:lineRule="auto"/>
              <w:ind w:left="43" w:right="-20"/>
              <w:rPr>
                <w:rFonts w:eastAsia="Arial" w:cstheme="minorHAnsi"/>
                <w:color w:val="000000"/>
              </w:rPr>
            </w:pPr>
            <w:r w:rsidRPr="00FC33A5">
              <w:t>Transfer of warranty to another user</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67BF667" w14:textId="6350A739" w:rsidR="006D2923" w:rsidRPr="0042658C" w:rsidRDefault="006D2923" w:rsidP="006D2923">
            <w:pPr>
              <w:spacing w:before="41" w:after="0" w:line="232" w:lineRule="auto"/>
              <w:ind w:left="1824" w:right="-20"/>
              <w:rPr>
                <w:rFonts w:eastAsia="Arial" w:cstheme="minorHAnsi"/>
                <w:color w:val="000000"/>
              </w:rPr>
            </w:pPr>
            <w:r w:rsidRPr="0042658C">
              <w:rPr>
                <w:rFonts w:eastAsia="Arial" w:cstheme="minorHAnsi"/>
                <w:color w:val="000000"/>
              </w:rPr>
              <w:t>0</w:t>
            </w:r>
            <w:r w:rsidR="00A05B81">
              <w:rPr>
                <w:rFonts w:eastAsia="Arial" w:cstheme="minorHAnsi"/>
                <w:color w:val="000000"/>
              </w:rPr>
              <w:t>.</w:t>
            </w:r>
            <w:r w:rsidRPr="0042658C">
              <w:rPr>
                <w:rFonts w:eastAsia="Arial" w:cstheme="minorHAnsi"/>
                <w:color w:val="000000"/>
                <w:spacing w:val="-1"/>
              </w:rPr>
              <w:t>1</w:t>
            </w:r>
            <w:r w:rsidRPr="0042658C">
              <w:rPr>
                <w:rFonts w:eastAsia="Arial" w:cstheme="minorHAnsi"/>
                <w:color w:val="000000"/>
              </w:rPr>
              <w:t>%</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A8A1F0" w14:textId="20D7E462" w:rsidR="006D2923" w:rsidRPr="0042658C" w:rsidRDefault="006D2923" w:rsidP="006D2923">
            <w:pPr>
              <w:spacing w:before="41"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02D11">
              <w:rPr>
                <w:rFonts w:eastAsia="Arial" w:cstheme="minorHAnsi"/>
                <w:color w:val="000000"/>
              </w:rPr>
              <w:t xml:space="preserve">RSD </w:t>
            </w:r>
            <w:r w:rsidRPr="0042658C">
              <w:rPr>
                <w:rFonts w:eastAsia="Arial" w:cstheme="minorHAnsi"/>
                <w:color w:val="000000"/>
              </w:rPr>
              <w:t>3</w:t>
            </w:r>
            <w:r w:rsidR="00602D1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73FA6E1F" w14:textId="77777777" w:rsidTr="006D2923">
        <w:trPr>
          <w:cantSplit/>
          <w:trHeight w:hRule="exact" w:val="30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723B76" w14:textId="77777777" w:rsidR="006D2923" w:rsidRPr="0042658C" w:rsidRDefault="006D2923" w:rsidP="006D2923">
            <w:pPr>
              <w:spacing w:before="41" w:after="0" w:line="236" w:lineRule="auto"/>
              <w:ind w:left="37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2</w:t>
            </w:r>
            <w:r w:rsidRPr="0042658C">
              <w:rPr>
                <w:rFonts w:eastAsia="Arial" w:cstheme="minorHAnsi"/>
                <w:b/>
                <w:bCs/>
                <w:color w:val="000000"/>
              </w:rPr>
              <w:t>.</w:t>
            </w:r>
          </w:p>
        </w:tc>
        <w:tc>
          <w:tcPr>
            <w:tcW w:w="141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15FD1A5" w14:textId="502678F2" w:rsidR="006D2923" w:rsidRPr="006D2923" w:rsidRDefault="006D2923" w:rsidP="006D2923">
            <w:pPr>
              <w:spacing w:before="41" w:after="0" w:line="236" w:lineRule="auto"/>
              <w:ind w:left="43" w:right="-20"/>
              <w:rPr>
                <w:rFonts w:eastAsia="Arial" w:cstheme="minorHAnsi"/>
                <w:b/>
                <w:bCs/>
                <w:color w:val="000000"/>
              </w:rPr>
            </w:pPr>
            <w:r w:rsidRPr="006D2923">
              <w:rPr>
                <w:b/>
                <w:bCs/>
              </w:rPr>
              <w:t>LORO WARRANTIES</w:t>
            </w:r>
          </w:p>
        </w:tc>
      </w:tr>
      <w:tr w:rsidR="006D2923" w:rsidRPr="0042658C" w14:paraId="017FBEB4" w14:textId="77777777" w:rsidTr="00A77988">
        <w:trPr>
          <w:cantSplit/>
          <w:trHeight w:hRule="exact" w:val="297"/>
        </w:trPr>
        <w:tc>
          <w:tcPr>
            <w:tcW w:w="112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695F8A87" w14:textId="77777777" w:rsidR="006D2923" w:rsidRPr="0042658C" w:rsidRDefault="006D2923" w:rsidP="006D2923">
            <w:pPr>
              <w:spacing w:after="7" w:line="180" w:lineRule="exact"/>
              <w:rPr>
                <w:rFonts w:eastAsia="Times New Roman" w:cstheme="minorHAnsi"/>
              </w:rPr>
            </w:pPr>
          </w:p>
          <w:p w14:paraId="11525335" w14:textId="77777777" w:rsidR="006D2923" w:rsidRPr="0042658C" w:rsidRDefault="006D2923" w:rsidP="006D2923">
            <w:pPr>
              <w:spacing w:after="0" w:line="240"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.1.</w:t>
            </w:r>
          </w:p>
        </w:tc>
        <w:tc>
          <w:tcPr>
            <w:tcW w:w="8451" w:type="dxa"/>
            <w:vMerge w:val="restart"/>
            <w:tcBorders>
              <w:top w:val="single" w:sz="7" w:space="0" w:color="000000"/>
              <w:left w:val="single" w:sz="7" w:space="0" w:color="000000"/>
              <w:right w:val="single" w:sz="7" w:space="0" w:color="000000"/>
            </w:tcBorders>
            <w:tcMar>
              <w:top w:w="0" w:type="dxa"/>
              <w:left w:w="0" w:type="dxa"/>
              <w:bottom w:w="0" w:type="dxa"/>
              <w:right w:w="0" w:type="dxa"/>
            </w:tcMar>
            <w:vAlign w:val="center"/>
          </w:tcPr>
          <w:p w14:paraId="527CD8FD" w14:textId="6B6A9034" w:rsidR="006D2923" w:rsidRPr="0042658C" w:rsidRDefault="006D2923" w:rsidP="00A77988">
            <w:pPr>
              <w:spacing w:after="0" w:line="240" w:lineRule="auto"/>
              <w:ind w:left="43" w:right="-20"/>
              <w:rPr>
                <w:rFonts w:eastAsia="Arial" w:cstheme="minorHAnsi"/>
                <w:color w:val="000000"/>
              </w:rPr>
            </w:pPr>
            <w:r w:rsidRPr="00FC33A5">
              <w:t>Notification without obligation</w:t>
            </w:r>
          </w:p>
        </w:tc>
        <w:tc>
          <w:tcPr>
            <w:tcW w:w="2385" w:type="dxa"/>
            <w:gridSpan w:val="2"/>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A9D4AAA" w14:textId="77777777" w:rsidR="006D2923" w:rsidRPr="0042658C" w:rsidRDefault="006D2923" w:rsidP="006D2923">
            <w:pPr>
              <w:spacing w:after="7" w:line="180" w:lineRule="exact"/>
              <w:rPr>
                <w:rFonts w:eastAsia="Times New Roman" w:cstheme="minorHAnsi"/>
              </w:rPr>
            </w:pPr>
          </w:p>
          <w:p w14:paraId="1F460CB0" w14:textId="3DCD5A7D" w:rsidR="006D2923" w:rsidRPr="0042658C" w:rsidRDefault="006D2923" w:rsidP="006D2923">
            <w:pPr>
              <w:spacing w:after="0" w:line="240" w:lineRule="auto"/>
              <w:ind w:left="1694" w:right="-20"/>
              <w:rPr>
                <w:rFonts w:eastAsia="Arial" w:cstheme="minorHAnsi"/>
                <w:color w:val="000000"/>
              </w:rPr>
            </w:pPr>
            <w:r w:rsidRPr="0042658C">
              <w:rPr>
                <w:rFonts w:eastAsia="Arial" w:cstheme="minorHAnsi"/>
                <w:color w:val="000000"/>
              </w:rPr>
              <w:t>0</w:t>
            </w:r>
            <w:r w:rsidR="00A05B81">
              <w:rPr>
                <w:rFonts w:eastAsia="Arial" w:cstheme="minorHAnsi"/>
                <w:color w:val="000000"/>
              </w:rPr>
              <w:t>.</w:t>
            </w:r>
            <w:r w:rsidRPr="0042658C">
              <w:rPr>
                <w:rFonts w:eastAsia="Arial" w:cstheme="minorHAnsi"/>
                <w:color w:val="000000"/>
                <w:spacing w:val="-1"/>
              </w:rPr>
              <w:t>20</w:t>
            </w:r>
            <w:r w:rsidRPr="0042658C">
              <w:rPr>
                <w:rFonts w:eastAsia="Arial" w:cstheme="minorHAnsi"/>
                <w:color w:val="000000"/>
              </w:rPr>
              <w:t>%</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D6186DD" w14:textId="7EB52434" w:rsidR="006D2923" w:rsidRPr="0042658C" w:rsidRDefault="006D2923" w:rsidP="006D2923">
            <w:pPr>
              <w:spacing w:before="38" w:after="0" w:line="234"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02D11">
              <w:rPr>
                <w:rFonts w:eastAsia="Arial" w:cstheme="minorHAnsi"/>
                <w:color w:val="000000"/>
              </w:rPr>
              <w:t xml:space="preserve">RSD </w:t>
            </w:r>
            <w:r w:rsidRPr="0042658C">
              <w:rPr>
                <w:rFonts w:eastAsia="Arial" w:cstheme="minorHAnsi"/>
                <w:color w:val="000000"/>
              </w:rPr>
              <w:t>3</w:t>
            </w:r>
            <w:r w:rsidR="00602D1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6A867832" w14:textId="77777777" w:rsidTr="006D2923">
        <w:trPr>
          <w:cantSplit/>
          <w:trHeight w:hRule="exact" w:val="297"/>
        </w:trPr>
        <w:tc>
          <w:tcPr>
            <w:tcW w:w="112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CC3C0E1" w14:textId="77777777" w:rsidR="006D2923" w:rsidRPr="0042658C" w:rsidRDefault="006D2923" w:rsidP="006D2923">
            <w:pPr>
              <w:rPr>
                <w:rFonts w:cstheme="minorHAnsi"/>
              </w:rPr>
            </w:pPr>
          </w:p>
        </w:tc>
        <w:tc>
          <w:tcPr>
            <w:tcW w:w="845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CCB4824" w14:textId="77777777" w:rsidR="006D2923" w:rsidRPr="0042658C" w:rsidRDefault="006D2923" w:rsidP="006D2923">
            <w:pPr>
              <w:rPr>
                <w:rFonts w:cstheme="minorHAnsi"/>
              </w:rPr>
            </w:pPr>
          </w:p>
        </w:tc>
        <w:tc>
          <w:tcPr>
            <w:tcW w:w="2385" w:type="dxa"/>
            <w:gridSpan w:val="2"/>
            <w:vMerge/>
            <w:tcBorders>
              <w:left w:val="single" w:sz="7" w:space="0" w:color="000000"/>
              <w:bottom w:val="single" w:sz="7" w:space="0" w:color="000000"/>
              <w:right w:val="single" w:sz="7" w:space="0" w:color="000000"/>
            </w:tcBorders>
            <w:tcMar>
              <w:top w:w="0" w:type="dxa"/>
              <w:left w:w="0" w:type="dxa"/>
              <w:bottom w:w="0" w:type="dxa"/>
              <w:right w:w="0" w:type="dxa"/>
            </w:tcMar>
          </w:tcPr>
          <w:p w14:paraId="3D9B483C" w14:textId="77777777" w:rsidR="006D2923" w:rsidRPr="0042658C" w:rsidRDefault="006D2923" w:rsidP="006D2923">
            <w:pPr>
              <w:rPr>
                <w:rFonts w:cstheme="minorHAnsi"/>
              </w:rPr>
            </w:pP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2EFC01" w14:textId="52FD3EFD" w:rsidR="006D2923" w:rsidRPr="0042658C" w:rsidRDefault="00A77988" w:rsidP="006D2923">
            <w:pPr>
              <w:spacing w:before="38" w:after="0" w:line="234" w:lineRule="auto"/>
              <w:ind w:left="1114" w:right="-20"/>
              <w:rPr>
                <w:rFonts w:eastAsia="Arial" w:cstheme="minorHAnsi"/>
                <w:color w:val="000000"/>
              </w:rPr>
            </w:pPr>
            <w:r>
              <w:rPr>
                <w:rFonts w:eastAsia="Arial" w:cstheme="minorHAnsi"/>
                <w:color w:val="000000"/>
              </w:rPr>
              <w:t xml:space="preserve"> </w:t>
            </w:r>
            <w:r w:rsidR="006D2923" w:rsidRPr="0042658C">
              <w:rPr>
                <w:rFonts w:eastAsia="Arial" w:cstheme="minorHAnsi"/>
                <w:color w:val="000000"/>
              </w:rPr>
              <w:t xml:space="preserve">max. </w:t>
            </w:r>
            <w:r w:rsidR="00602D11">
              <w:rPr>
                <w:rFonts w:eastAsia="Arial" w:cstheme="minorHAnsi"/>
                <w:color w:val="000000"/>
              </w:rPr>
              <w:t xml:space="preserve">RSD </w:t>
            </w:r>
            <w:r w:rsidR="006D2923" w:rsidRPr="0042658C">
              <w:rPr>
                <w:rFonts w:eastAsia="Arial" w:cstheme="minorHAnsi"/>
                <w:color w:val="000000"/>
              </w:rPr>
              <w:t>5</w:t>
            </w:r>
            <w:r w:rsidR="006D2923" w:rsidRPr="0042658C">
              <w:rPr>
                <w:rFonts w:eastAsia="Arial" w:cstheme="minorHAnsi"/>
                <w:color w:val="000000"/>
                <w:spacing w:val="-1"/>
              </w:rPr>
              <w:t>0</w:t>
            </w:r>
            <w:r w:rsidR="00602D11">
              <w:rPr>
                <w:rFonts w:eastAsia="Arial" w:cstheme="minorHAnsi"/>
                <w:color w:val="000000"/>
              </w:rPr>
              <w:t>,</w:t>
            </w:r>
            <w:r w:rsidR="006D2923" w:rsidRPr="0042658C">
              <w:rPr>
                <w:rFonts w:eastAsia="Arial" w:cstheme="minorHAnsi"/>
                <w:color w:val="000000"/>
              </w:rPr>
              <w:t>0</w:t>
            </w:r>
            <w:r w:rsidR="006D2923" w:rsidRPr="0042658C">
              <w:rPr>
                <w:rFonts w:eastAsia="Arial" w:cstheme="minorHAnsi"/>
                <w:color w:val="000000"/>
                <w:spacing w:val="-1"/>
              </w:rPr>
              <w:t>00</w:t>
            </w:r>
            <w:r w:rsidR="00602D11">
              <w:rPr>
                <w:rFonts w:eastAsia="Arial" w:cstheme="minorHAnsi"/>
                <w:color w:val="000000"/>
              </w:rPr>
              <w:t>.</w:t>
            </w:r>
            <w:r w:rsidR="006D2923" w:rsidRPr="0042658C">
              <w:rPr>
                <w:rFonts w:eastAsia="Arial" w:cstheme="minorHAnsi"/>
                <w:color w:val="000000"/>
              </w:rPr>
              <w:t xml:space="preserve">00 </w:t>
            </w:r>
          </w:p>
        </w:tc>
      </w:tr>
      <w:tr w:rsidR="006D2923" w:rsidRPr="0042658C" w14:paraId="515511A1" w14:textId="77777777" w:rsidTr="006D2923">
        <w:trPr>
          <w:cantSplit/>
          <w:trHeight w:hRule="exact" w:val="30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3BDFB18" w14:textId="77777777" w:rsidR="006D2923" w:rsidRPr="0042658C" w:rsidRDefault="006D2923" w:rsidP="006D2923">
            <w:pPr>
              <w:spacing w:before="38" w:after="0" w:line="236"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5694E5" w14:textId="33A367DF" w:rsidR="006D2923" w:rsidRPr="0042658C" w:rsidRDefault="00A77988" w:rsidP="006D2923">
            <w:pPr>
              <w:spacing w:before="38" w:after="0" w:line="236" w:lineRule="auto"/>
              <w:ind w:left="43" w:right="-20"/>
              <w:rPr>
                <w:rFonts w:eastAsia="Arial" w:cstheme="minorHAnsi"/>
                <w:color w:val="000000"/>
              </w:rPr>
            </w:pPr>
            <w:r w:rsidRPr="00FC33A5">
              <w:t>Forwarding letters of guarantee</w:t>
            </w:r>
          </w:p>
        </w:tc>
        <w:tc>
          <w:tcPr>
            <w:tcW w:w="567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69AF27B" w14:textId="618E124A" w:rsidR="006D2923" w:rsidRPr="0042658C" w:rsidRDefault="00A77988" w:rsidP="00A77988">
            <w:pPr>
              <w:spacing w:before="38" w:after="0" w:line="236" w:lineRule="auto"/>
              <w:ind w:right="-20"/>
              <w:rPr>
                <w:rFonts w:eastAsia="Arial" w:cstheme="minorHAnsi"/>
                <w:color w:val="000000"/>
              </w:rPr>
            </w:pPr>
            <w:r>
              <w:rPr>
                <w:rFonts w:eastAsia="Arial" w:cstheme="minorHAnsi"/>
                <w:color w:val="000000"/>
              </w:rPr>
              <w:t xml:space="preserve">                                                                                   </w:t>
            </w:r>
            <w:r w:rsidR="00602D11">
              <w:rPr>
                <w:rFonts w:eastAsia="Arial" w:cstheme="minorHAnsi"/>
                <w:color w:val="000000"/>
              </w:rPr>
              <w:t xml:space="preserve">RSD </w:t>
            </w:r>
            <w:r w:rsidR="006D2923" w:rsidRPr="0042658C">
              <w:rPr>
                <w:rFonts w:eastAsia="Arial" w:cstheme="minorHAnsi"/>
                <w:color w:val="000000"/>
              </w:rPr>
              <w:t>3</w:t>
            </w:r>
            <w:r w:rsidR="00602D11">
              <w:rPr>
                <w:rFonts w:eastAsia="Arial" w:cstheme="minorHAnsi"/>
                <w:color w:val="000000"/>
              </w:rPr>
              <w:t>,</w:t>
            </w:r>
            <w:r w:rsidR="006D2923" w:rsidRPr="0042658C">
              <w:rPr>
                <w:rFonts w:eastAsia="Arial" w:cstheme="minorHAnsi"/>
                <w:color w:val="000000"/>
                <w:spacing w:val="-1"/>
              </w:rPr>
              <w:t>00</w:t>
            </w:r>
            <w:r w:rsidR="006D2923" w:rsidRPr="0042658C">
              <w:rPr>
                <w:rFonts w:eastAsia="Arial" w:cstheme="minorHAnsi"/>
                <w:color w:val="000000"/>
              </w:rPr>
              <w:t>0</w:t>
            </w:r>
            <w:r w:rsidR="00602D11">
              <w:rPr>
                <w:rFonts w:eastAsia="Arial" w:cstheme="minorHAnsi"/>
                <w:color w:val="000000"/>
              </w:rPr>
              <w:t>.0</w:t>
            </w:r>
            <w:r w:rsidR="006D2923" w:rsidRPr="0042658C">
              <w:rPr>
                <w:rFonts w:eastAsia="Arial" w:cstheme="minorHAnsi"/>
                <w:color w:val="000000"/>
              </w:rPr>
              <w:t xml:space="preserve">0 </w:t>
            </w:r>
          </w:p>
        </w:tc>
      </w:tr>
      <w:tr w:rsidR="00A77988" w:rsidRPr="0042658C" w14:paraId="7AD46BF9" w14:textId="77777777" w:rsidTr="006C2B78">
        <w:trPr>
          <w:cantSplit/>
          <w:trHeight w:hRule="exact" w:val="30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348B3FD" w14:textId="17AE40D8" w:rsidR="00A77988" w:rsidRPr="0042658C" w:rsidRDefault="00A77988" w:rsidP="00A77988">
            <w:pPr>
              <w:spacing w:before="38" w:after="0" w:line="236"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p>
        </w:tc>
        <w:tc>
          <w:tcPr>
            <w:tcW w:w="14128"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F5B40DE" w14:textId="0ED1AF0F" w:rsidR="00A77988" w:rsidRDefault="00A77988" w:rsidP="00A77988">
            <w:pPr>
              <w:spacing w:before="38" w:after="0" w:line="236" w:lineRule="auto"/>
              <w:ind w:right="-20"/>
              <w:rPr>
                <w:rFonts w:eastAsia="Arial" w:cstheme="minorHAnsi"/>
                <w:color w:val="000000"/>
              </w:rPr>
            </w:pPr>
            <w:r w:rsidRPr="00FC33A5">
              <w:t>Issuance of a guarantee based on a counter-guarantee</w:t>
            </w:r>
          </w:p>
        </w:tc>
      </w:tr>
      <w:tr w:rsidR="00A77988" w:rsidRPr="0042658C" w14:paraId="77562741" w14:textId="77777777" w:rsidTr="006D2923">
        <w:trPr>
          <w:cantSplit/>
          <w:trHeight w:hRule="exact" w:val="298"/>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77B9D9A" w14:textId="59373219" w:rsidR="00A77988" w:rsidRPr="0042658C" w:rsidRDefault="00A77988" w:rsidP="00A77988">
            <w:pPr>
              <w:spacing w:before="41" w:after="0" w:line="232"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59D9DD" w14:textId="70AFC3CA" w:rsidR="00A77988" w:rsidRPr="00FC33A5" w:rsidRDefault="00A77988" w:rsidP="00A77988">
            <w:pPr>
              <w:spacing w:before="41" w:after="0" w:line="232" w:lineRule="auto"/>
              <w:ind w:left="43" w:right="-20"/>
            </w:pPr>
            <w:r w:rsidRPr="00FC33A5">
              <w:t>No collateral</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07C09D" w14:textId="32BDAD34" w:rsidR="00A77988" w:rsidRPr="0042658C" w:rsidRDefault="00A77988" w:rsidP="00A77988">
            <w:pPr>
              <w:spacing w:before="41" w:after="0" w:line="232" w:lineRule="auto"/>
              <w:ind w:left="2013" w:right="-20"/>
              <w:rPr>
                <w:rFonts w:eastAsia="Arial" w:cstheme="minorHAnsi"/>
                <w:color w:val="000000"/>
              </w:rPr>
            </w:pPr>
            <w:r w:rsidRPr="0042658C">
              <w:rPr>
                <w:rFonts w:eastAsia="Arial" w:cstheme="minorHAnsi"/>
                <w:color w:val="000000"/>
              </w:rPr>
              <w:t>1%</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750BE4" w14:textId="31AA73FD" w:rsidR="00A77988" w:rsidRPr="0042658C" w:rsidRDefault="00A77988" w:rsidP="00A77988">
            <w:pPr>
              <w:spacing w:before="41"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Pr>
                <w:rFonts w:eastAsia="Arial" w:cstheme="minorHAnsi"/>
                <w:color w:val="000000"/>
              </w:rPr>
              <w:t xml:space="preserve">RSD </w:t>
            </w:r>
            <w:r w:rsidRPr="0042658C">
              <w:rPr>
                <w:rFonts w:eastAsia="Arial" w:cstheme="minorHAnsi"/>
                <w:color w:val="000000"/>
              </w:rPr>
              <w:t>3</w:t>
            </w:r>
            <w:r>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52844" w:rsidRPr="0042658C" w14:paraId="44C4AB56" w14:textId="77777777" w:rsidTr="006D2923">
        <w:trPr>
          <w:cantSplit/>
          <w:trHeight w:hRule="exact" w:val="298"/>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FA1F2E" w14:textId="07FB956B" w:rsidR="00452844" w:rsidRPr="0042658C" w:rsidRDefault="00452844" w:rsidP="00452844">
            <w:pPr>
              <w:spacing w:before="41" w:after="0" w:line="232"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.3.</w:t>
            </w:r>
            <w:r>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8AFBA1" w14:textId="357F5754" w:rsidR="00452844" w:rsidRPr="00FC33A5" w:rsidRDefault="00452844" w:rsidP="00452844">
            <w:pPr>
              <w:spacing w:before="41" w:after="0" w:line="232" w:lineRule="auto"/>
              <w:ind w:left="43" w:right="-20"/>
            </w:pPr>
            <w:r w:rsidRPr="00FC33A5">
              <w:t xml:space="preserve">With full </w:t>
            </w:r>
            <w:r>
              <w:t>security provision</w:t>
            </w:r>
            <w:r w:rsidRPr="00FC33A5">
              <w:t xml:space="preserve"> (collateral)</w:t>
            </w:r>
          </w:p>
        </w:tc>
        <w:tc>
          <w:tcPr>
            <w:tcW w:w="2385"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E43A1D" w14:textId="021E7B92" w:rsidR="00452844" w:rsidRPr="0042658C" w:rsidRDefault="00452844" w:rsidP="00452844">
            <w:pPr>
              <w:spacing w:before="41" w:after="0" w:line="232" w:lineRule="auto"/>
              <w:ind w:right="-20"/>
              <w:rPr>
                <w:rFonts w:eastAsia="Arial" w:cstheme="minorHAnsi"/>
                <w:color w:val="000000"/>
              </w:rPr>
            </w:pPr>
            <w:r>
              <w:rPr>
                <w:rFonts w:eastAsia="Arial" w:cstheme="minorHAnsi"/>
                <w:color w:val="000000"/>
              </w:rPr>
              <w:t xml:space="preserve">                                   0.10</w:t>
            </w:r>
            <w:r w:rsidRPr="0042658C">
              <w:rPr>
                <w:rFonts w:eastAsia="Arial" w:cstheme="minorHAnsi"/>
                <w:color w:val="000000"/>
              </w:rPr>
              <w:t>%</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8963038" w14:textId="32761BFF" w:rsidR="00452844" w:rsidRPr="0042658C" w:rsidRDefault="00452844" w:rsidP="00452844">
            <w:pPr>
              <w:spacing w:before="41" w:after="0" w:line="232"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Pr>
                <w:rFonts w:eastAsia="Arial" w:cstheme="minorHAnsi"/>
                <w:color w:val="000000"/>
              </w:rPr>
              <w:t xml:space="preserve">RSD </w:t>
            </w:r>
            <w:r w:rsidRPr="0042658C">
              <w:rPr>
                <w:rFonts w:eastAsia="Arial" w:cstheme="minorHAnsi"/>
                <w:color w:val="000000"/>
              </w:rPr>
              <w:t>3</w:t>
            </w:r>
            <w:r>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52844" w:rsidRPr="0042658C" w14:paraId="4A8B9EDB" w14:textId="77777777" w:rsidTr="007C1C6F">
        <w:trPr>
          <w:cantSplit/>
          <w:trHeight w:hRule="exact" w:val="29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F9ABF2F" w14:textId="6EECB15B" w:rsidR="00452844" w:rsidRPr="0042658C" w:rsidRDefault="00452844" w:rsidP="00452844">
            <w:pPr>
              <w:spacing w:before="41" w:after="0" w:line="232" w:lineRule="auto"/>
              <w:ind w:left="182" w:right="-20"/>
              <w:rPr>
                <w:rFonts w:eastAsia="Arial" w:cstheme="minorHAnsi"/>
                <w:color w:val="000000"/>
              </w:rPr>
            </w:pPr>
            <w:r>
              <w:rPr>
                <w:rFonts w:eastAsia="Arial" w:cstheme="minorHAnsi"/>
                <w:color w:val="000000"/>
              </w:rPr>
              <w:t xml:space="preserve">  </w:t>
            </w: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r>
              <w:rPr>
                <w:rFonts w:eastAsia="Arial" w:cstheme="minorHAnsi"/>
                <w:color w:val="000000"/>
              </w:rPr>
              <w:t>4</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A53495" w14:textId="354637C2" w:rsidR="00452844" w:rsidRPr="0042658C" w:rsidRDefault="00452844" w:rsidP="00452844">
            <w:pPr>
              <w:spacing w:before="41" w:after="0" w:line="232" w:lineRule="auto"/>
              <w:ind w:left="43" w:right="-20"/>
              <w:rPr>
                <w:rFonts w:eastAsia="Arial" w:cstheme="minorHAnsi"/>
                <w:color w:val="000000"/>
              </w:rPr>
            </w:pPr>
            <w:r w:rsidRPr="00FC33A5">
              <w:t>Modification of warranty conditions</w:t>
            </w:r>
          </w:p>
        </w:tc>
        <w:tc>
          <w:tcPr>
            <w:tcW w:w="567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510DD0" w14:textId="682AE98F" w:rsidR="00452844" w:rsidRPr="0042658C" w:rsidRDefault="00452844" w:rsidP="00452844">
            <w:pPr>
              <w:spacing w:before="41" w:after="0" w:line="232" w:lineRule="auto"/>
              <w:ind w:left="1308" w:right="-20"/>
              <w:rPr>
                <w:rFonts w:eastAsia="Arial" w:cstheme="minorHAnsi"/>
                <w:color w:val="000000"/>
              </w:rPr>
            </w:pPr>
            <w:r>
              <w:rPr>
                <w:rFonts w:eastAsia="Arial" w:cstheme="minorHAnsi"/>
                <w:color w:val="000000"/>
              </w:rPr>
              <w:t xml:space="preserve">                                                </w:t>
            </w: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Pr>
                <w:rFonts w:eastAsia="Arial" w:cstheme="minorHAnsi"/>
                <w:color w:val="000000"/>
              </w:rPr>
              <w:t xml:space="preserve">RSD </w:t>
            </w:r>
            <w:r w:rsidRPr="0042658C">
              <w:rPr>
                <w:rFonts w:eastAsia="Arial" w:cstheme="minorHAnsi"/>
                <w:color w:val="000000"/>
              </w:rPr>
              <w:t>3</w:t>
            </w:r>
            <w:r>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52844" w:rsidRPr="0042658C" w14:paraId="219894CB" w14:textId="77777777" w:rsidTr="00452844">
        <w:trPr>
          <w:cantSplit/>
          <w:trHeight w:hRule="exact" w:val="29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9F1AC60" w14:textId="733EB7C0" w:rsidR="00452844" w:rsidRDefault="00452844" w:rsidP="00452844">
            <w:pPr>
              <w:spacing w:before="41" w:after="0" w:line="232" w:lineRule="auto"/>
              <w:ind w:left="182" w:right="-20"/>
              <w:rPr>
                <w:rFonts w:eastAsia="Arial" w:cstheme="minorHAnsi"/>
                <w:color w:val="000000"/>
              </w:rPr>
            </w:pPr>
            <w:r>
              <w:rPr>
                <w:rFonts w:eastAsia="Arial" w:cstheme="minorHAnsi"/>
                <w:color w:val="000000"/>
              </w:rPr>
              <w:t xml:space="preserve">  1.2.5.</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76EB93D" w14:textId="75527338" w:rsidR="00452844" w:rsidRPr="00FC33A5" w:rsidRDefault="00452844" w:rsidP="00452844">
            <w:pPr>
              <w:spacing w:before="41" w:after="0" w:line="232" w:lineRule="auto"/>
              <w:ind w:left="43" w:right="-20"/>
            </w:pPr>
            <w:r w:rsidRPr="00FC33A5">
              <w:t>Collection of documents and protest under warranty</w:t>
            </w:r>
          </w:p>
        </w:tc>
        <w:tc>
          <w:tcPr>
            <w:tcW w:w="231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FA14623" w14:textId="067B3BC6" w:rsidR="00452844" w:rsidRDefault="00452844" w:rsidP="00452844">
            <w:pPr>
              <w:spacing w:before="41" w:after="0" w:line="232" w:lineRule="auto"/>
              <w:ind w:left="1308" w:right="-20"/>
              <w:rPr>
                <w:rFonts w:eastAsia="Arial" w:cstheme="minorHAnsi"/>
                <w:color w:val="000000"/>
              </w:rPr>
            </w:pPr>
            <w:r>
              <w:rPr>
                <w:rFonts w:eastAsia="Arial" w:cstheme="minorHAnsi"/>
                <w:color w:val="000000"/>
              </w:rPr>
              <w:t xml:space="preserve">        0,30%</w:t>
            </w:r>
          </w:p>
        </w:tc>
        <w:tc>
          <w:tcPr>
            <w:tcW w:w="3358" w:type="dxa"/>
            <w:gridSpan w:val="2"/>
            <w:tcBorders>
              <w:top w:val="single" w:sz="7" w:space="0" w:color="000000"/>
              <w:left w:val="single" w:sz="7" w:space="0" w:color="000000"/>
              <w:bottom w:val="single" w:sz="7" w:space="0" w:color="000000"/>
              <w:right w:val="single" w:sz="7" w:space="0" w:color="000000"/>
            </w:tcBorders>
          </w:tcPr>
          <w:p w14:paraId="4DC5353F" w14:textId="2B9766C6" w:rsidR="00452844" w:rsidRDefault="00452844" w:rsidP="00452844">
            <w:pPr>
              <w:spacing w:before="41" w:after="0" w:line="232" w:lineRule="auto"/>
              <w:ind w:left="1308" w:right="-20"/>
              <w:rPr>
                <w:rFonts w:eastAsia="Arial" w:cstheme="minorHAnsi"/>
                <w:color w:val="000000"/>
              </w:rPr>
            </w:pPr>
            <w:r>
              <w:rPr>
                <w:rFonts w:eastAsia="Arial" w:cstheme="minorHAnsi"/>
                <w:color w:val="000000"/>
              </w:rPr>
              <w:t xml:space="preserve">          </w:t>
            </w:r>
            <w:r>
              <w:rPr>
                <w:rFonts w:eastAsia="Arial" w:cstheme="minorHAnsi"/>
                <w:color w:val="000000"/>
              </w:rPr>
              <w:t xml:space="preserve">RSD </w:t>
            </w:r>
            <w:r w:rsidRPr="0042658C">
              <w:rPr>
                <w:rFonts w:eastAsia="Arial" w:cstheme="minorHAnsi"/>
                <w:color w:val="000000"/>
              </w:rPr>
              <w:t>3</w:t>
            </w:r>
            <w:r>
              <w:rPr>
                <w:rFonts w:eastAsia="Arial" w:cstheme="minorHAnsi"/>
                <w:color w:val="000000"/>
              </w:rPr>
              <w:t>,</w:t>
            </w:r>
            <w:r w:rsidRPr="0042658C">
              <w:rPr>
                <w:rFonts w:eastAsia="Arial" w:cstheme="minorHAnsi"/>
                <w:color w:val="000000"/>
                <w:spacing w:val="-1"/>
              </w:rPr>
              <w:t>000</w:t>
            </w:r>
            <w:r>
              <w:rPr>
                <w:rFonts w:eastAsia="Arial" w:cstheme="minorHAnsi"/>
                <w:color w:val="000000"/>
              </w:rPr>
              <w:t>.</w:t>
            </w:r>
            <w:r w:rsidRPr="0042658C">
              <w:rPr>
                <w:rFonts w:eastAsia="Arial" w:cstheme="minorHAnsi"/>
                <w:color w:val="000000"/>
              </w:rPr>
              <w:t>00</w:t>
            </w:r>
          </w:p>
        </w:tc>
      </w:tr>
    </w:tbl>
    <w:p w14:paraId="12D2705B" w14:textId="77777777" w:rsidR="004C563B" w:rsidRPr="0042658C" w:rsidRDefault="004C563B">
      <w:pPr>
        <w:rPr>
          <w:rFonts w:cstheme="minorHAnsi"/>
        </w:rPr>
        <w:sectPr w:rsidR="004C563B" w:rsidRPr="0042658C">
          <w:pgSz w:w="16838" w:h="11904" w:orient="landscape"/>
          <w:pgMar w:top="304" w:right="401" w:bottom="772" w:left="998" w:header="720" w:footer="720" w:gutter="0"/>
          <w:cols w:space="708"/>
        </w:sectPr>
      </w:pPr>
    </w:p>
    <w:p w14:paraId="2E2D173F" w14:textId="5ED44CEF"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8752" behindDoc="1" locked="0" layoutInCell="0" allowOverlap="1" wp14:anchorId="7694FC90" wp14:editId="4CAA0564">
                <wp:simplePos x="0" y="0"/>
                <wp:positionH relativeFrom="page">
                  <wp:posOffset>10297414</wp:posOffset>
                </wp:positionH>
                <wp:positionV relativeFrom="paragraph">
                  <wp:posOffset>121870</wp:posOffset>
                </wp:positionV>
                <wp:extent cx="33796" cy="162780"/>
                <wp:effectExtent l="0" t="0" r="0" b="0"/>
                <wp:wrapNone/>
                <wp:docPr id="23" name="drawingObject23"/>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164F1EEB"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7694FC90" id="drawingObject23" o:spid="_x0000_s1036" type="#_x0000_t202" style="position:absolute;left:0;text-align:left;margin-left:810.8pt;margin-top:9.6pt;width:2.65pt;height:12.8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" o:allowincell="f" filled="f" stroked="f">
                <v:textbox style="mso-fit-shape-to-text:t" inset="0,0,0,0">
                  <w:txbxContent>
                    <w:p w14:paraId="164F1EEB"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12E18A9B"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2385"/>
        <w:gridCol w:w="3292"/>
      </w:tblGrid>
      <w:tr w:rsidR="00452844" w:rsidRPr="0042658C" w14:paraId="2BA2E5C8" w14:textId="77777777" w:rsidTr="00F4398B">
        <w:trPr>
          <w:cantSplit/>
          <w:trHeight w:hRule="exact" w:val="29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D7EBEC0" w14:textId="77777777" w:rsidR="00452844" w:rsidRPr="0042658C" w:rsidRDefault="00452844" w:rsidP="00A543E7">
            <w:pPr>
              <w:spacing w:before="41"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.5.</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689628" w14:textId="77777777" w:rsidR="00452844" w:rsidRPr="0042658C" w:rsidRDefault="00452844" w:rsidP="00A543E7">
            <w:pPr>
              <w:spacing w:before="41" w:after="0" w:line="232" w:lineRule="auto"/>
              <w:ind w:left="43" w:right="-20"/>
              <w:rPr>
                <w:rFonts w:eastAsia="Arial" w:cstheme="minorHAnsi"/>
                <w:color w:val="000000"/>
              </w:rPr>
            </w:pPr>
            <w:r w:rsidRPr="00FC33A5">
              <w:t>Drafting the LORO guarantee</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3ED5F4" w14:textId="6A4E8B4D" w:rsidR="00452844" w:rsidRPr="0042658C" w:rsidRDefault="00452844" w:rsidP="00A543E7">
            <w:pPr>
              <w:spacing w:before="41" w:after="0" w:line="232" w:lineRule="auto"/>
              <w:ind w:left="1308" w:right="-20"/>
              <w:rPr>
                <w:rFonts w:eastAsia="Arial" w:cstheme="minorHAnsi"/>
                <w:color w:val="000000"/>
              </w:rPr>
            </w:pPr>
            <w:r>
              <w:rPr>
                <w:rFonts w:eastAsia="Arial" w:cstheme="minorHAnsi"/>
                <w:color w:val="000000"/>
              </w:rPr>
              <w:t xml:space="preserve">                                                 </w:t>
            </w: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Pr>
                <w:rFonts w:eastAsia="Arial" w:cstheme="minorHAnsi"/>
                <w:color w:val="000000"/>
              </w:rPr>
              <w:t>RSD 5,</w:t>
            </w:r>
            <w:r w:rsidRPr="0042658C">
              <w:rPr>
                <w:rFonts w:eastAsia="Arial" w:cstheme="minorHAnsi"/>
                <w:color w:val="000000"/>
              </w:rPr>
              <w:t>0</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452844" w:rsidRPr="0042658C" w14:paraId="0B8235A3" w14:textId="77777777" w:rsidTr="00452844">
        <w:trPr>
          <w:cantSplit/>
          <w:trHeight w:hRule="exact" w:val="30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55F1F7" w14:textId="52BFB51B" w:rsidR="00452844" w:rsidRPr="00452844" w:rsidRDefault="00452844" w:rsidP="00A543E7">
            <w:pPr>
              <w:spacing w:before="41" w:after="0" w:line="236" w:lineRule="auto"/>
              <w:ind w:left="276" w:right="-20"/>
              <w:rPr>
                <w:rFonts w:eastAsia="Arial" w:cstheme="minorHAnsi"/>
                <w:b/>
                <w:bCs/>
                <w:color w:val="000000"/>
              </w:rPr>
            </w:pPr>
            <w:r w:rsidRPr="00452844">
              <w:rPr>
                <w:rFonts w:eastAsia="Arial" w:cstheme="minorHAnsi"/>
                <w:b/>
                <w:bCs/>
                <w:color w:val="000000"/>
              </w:rPr>
              <w:t xml:space="preserve">  1.</w:t>
            </w:r>
            <w:r w:rsidRPr="00452844">
              <w:rPr>
                <w:rFonts w:eastAsia="Arial" w:cstheme="minorHAnsi"/>
                <w:b/>
                <w:bCs/>
                <w:color w:val="000000"/>
                <w:spacing w:val="-1"/>
              </w:rPr>
              <w:t>3</w:t>
            </w:r>
            <w:r w:rsidRPr="00452844">
              <w:rPr>
                <w:rFonts w:eastAsia="Arial" w:cstheme="minorHAnsi"/>
                <w:b/>
                <w:bCs/>
                <w:color w:val="000000"/>
              </w:rPr>
              <w:t>.</w:t>
            </w:r>
          </w:p>
        </w:tc>
        <w:tc>
          <w:tcPr>
            <w:tcW w:w="1412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5F56442C" w14:textId="56C8531E" w:rsidR="00452844" w:rsidRPr="00452844" w:rsidRDefault="00452844" w:rsidP="00452844">
            <w:pPr>
              <w:spacing w:before="41" w:after="0" w:line="236" w:lineRule="auto"/>
              <w:ind w:right="-20"/>
              <w:rPr>
                <w:rFonts w:eastAsia="Arial" w:cstheme="minorHAnsi"/>
                <w:b/>
                <w:bCs/>
                <w:color w:val="000000"/>
              </w:rPr>
            </w:pPr>
            <w:r w:rsidRPr="00452844">
              <w:rPr>
                <w:b/>
                <w:bCs/>
              </w:rPr>
              <w:t>RSD GUARANTEES</w:t>
            </w:r>
          </w:p>
        </w:tc>
      </w:tr>
      <w:tr w:rsidR="00370F0E" w:rsidRPr="006D2923" w14:paraId="0613EB82" w14:textId="77777777" w:rsidTr="00A543E7">
        <w:trPr>
          <w:cantSplit/>
          <w:trHeight w:hRule="exact" w:val="302"/>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D50660A" w14:textId="54A88B19" w:rsidR="00370F0E" w:rsidRPr="00452844" w:rsidRDefault="00452844" w:rsidP="00452844">
            <w:pPr>
              <w:spacing w:before="41" w:after="0" w:line="236" w:lineRule="auto"/>
              <w:ind w:right="-20"/>
              <w:rPr>
                <w:rFonts w:eastAsia="Arial" w:cstheme="minorHAnsi"/>
                <w:color w:val="000000"/>
              </w:rPr>
            </w:pPr>
            <w:r>
              <w:rPr>
                <w:rFonts w:eastAsia="Arial" w:cstheme="minorHAnsi"/>
                <w:color w:val="000000"/>
              </w:rPr>
              <w:t xml:space="preserve">      </w:t>
            </w:r>
            <w:r w:rsidR="00370F0E" w:rsidRPr="00452844">
              <w:rPr>
                <w:rFonts w:eastAsia="Arial" w:cstheme="minorHAnsi"/>
                <w:color w:val="000000"/>
              </w:rPr>
              <w:t>1.</w:t>
            </w:r>
            <w:r w:rsidR="00370F0E" w:rsidRPr="00452844">
              <w:rPr>
                <w:rFonts w:eastAsia="Arial" w:cstheme="minorHAnsi"/>
                <w:color w:val="000000"/>
                <w:spacing w:val="-1"/>
              </w:rPr>
              <w:t>3</w:t>
            </w:r>
            <w:r w:rsidR="00370F0E" w:rsidRPr="00452844">
              <w:rPr>
                <w:rFonts w:eastAsia="Arial" w:cstheme="minorHAnsi"/>
                <w:color w:val="000000"/>
              </w:rPr>
              <w:t>.</w:t>
            </w:r>
            <w:r>
              <w:rPr>
                <w:rFonts w:eastAsia="Arial" w:cstheme="minorHAnsi"/>
                <w:color w:val="000000"/>
              </w:rPr>
              <w:t>1.</w:t>
            </w:r>
          </w:p>
        </w:tc>
        <w:tc>
          <w:tcPr>
            <w:tcW w:w="1412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674D79" w14:textId="77777777" w:rsidR="00370F0E" w:rsidRPr="00452844" w:rsidRDefault="00370F0E" w:rsidP="00A543E7">
            <w:pPr>
              <w:spacing w:before="41" w:after="0" w:line="236" w:lineRule="auto"/>
              <w:ind w:left="43" w:right="-20"/>
              <w:rPr>
                <w:rFonts w:eastAsia="Arial" w:cstheme="minorHAnsi"/>
                <w:color w:val="000000"/>
              </w:rPr>
            </w:pPr>
            <w:r w:rsidRPr="00452844">
              <w:t>Issuance of guarantees with security provision</w:t>
            </w:r>
          </w:p>
        </w:tc>
      </w:tr>
      <w:tr w:rsidR="00452844" w:rsidRPr="0042658C" w14:paraId="46FD8A71" w14:textId="77777777" w:rsidTr="00660311">
        <w:trPr>
          <w:cantSplit/>
          <w:trHeight w:hRule="exact" w:val="300"/>
        </w:trPr>
        <w:tc>
          <w:tcPr>
            <w:tcW w:w="112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086A8EDA" w14:textId="77777777" w:rsidR="00452844" w:rsidRPr="0042658C" w:rsidRDefault="00452844" w:rsidP="00A543E7">
            <w:pPr>
              <w:spacing w:after="0" w:line="240" w:lineRule="exact"/>
              <w:rPr>
                <w:rFonts w:eastAsia="Times New Roman" w:cstheme="minorHAnsi"/>
              </w:rPr>
            </w:pPr>
          </w:p>
          <w:p w14:paraId="7AF6F844" w14:textId="77777777" w:rsidR="00452844" w:rsidRPr="0042658C" w:rsidRDefault="00452844" w:rsidP="00A543E7">
            <w:pPr>
              <w:spacing w:after="0" w:line="240" w:lineRule="exact"/>
              <w:rPr>
                <w:rFonts w:eastAsia="Times New Roman" w:cstheme="minorHAnsi"/>
              </w:rPr>
            </w:pPr>
          </w:p>
          <w:p w14:paraId="6F9F35F2" w14:textId="77777777" w:rsidR="00452844" w:rsidRPr="0042658C" w:rsidRDefault="00452844" w:rsidP="00A543E7">
            <w:pPr>
              <w:spacing w:after="87" w:line="240" w:lineRule="exact"/>
              <w:rPr>
                <w:rFonts w:eastAsia="Times New Roman" w:cstheme="minorHAnsi"/>
              </w:rPr>
            </w:pPr>
          </w:p>
          <w:p w14:paraId="453E97D1" w14:textId="49E57ED2" w:rsidR="00452844" w:rsidRPr="0042658C" w:rsidRDefault="00452844" w:rsidP="00A543E7">
            <w:pPr>
              <w:spacing w:after="0" w:line="240"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.1.</w:t>
            </w:r>
            <w:r w:rsidRPr="0042658C">
              <w:rPr>
                <w:rFonts w:eastAsia="Arial" w:cstheme="minorHAnsi"/>
                <w:color w:val="000000"/>
                <w:spacing w:val="-1"/>
              </w:rPr>
              <w:t>1</w:t>
            </w:r>
            <w:r w:rsidRPr="0042658C">
              <w:rPr>
                <w:rFonts w:eastAsia="Arial" w:cstheme="minorHAnsi"/>
                <w:color w:val="000000"/>
              </w:rPr>
              <w:t>.</w:t>
            </w:r>
          </w:p>
        </w:tc>
        <w:tc>
          <w:tcPr>
            <w:tcW w:w="1412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D53129B" w14:textId="77777777" w:rsidR="00452844" w:rsidRPr="0042658C" w:rsidRDefault="00452844" w:rsidP="00A543E7">
            <w:pPr>
              <w:spacing w:before="38" w:after="0" w:line="236" w:lineRule="auto"/>
              <w:ind w:left="43" w:right="-20"/>
              <w:rPr>
                <w:rFonts w:eastAsia="Arial" w:cstheme="minorHAnsi"/>
                <w:i/>
                <w:iCs/>
                <w:color w:val="000000"/>
              </w:rPr>
            </w:pPr>
            <w:r w:rsidRPr="00FC33A5">
              <w:t>Issuance of payable guarantees</w:t>
            </w:r>
          </w:p>
        </w:tc>
      </w:tr>
      <w:tr w:rsidR="00452844" w:rsidRPr="0042658C" w14:paraId="1EC1357F" w14:textId="77777777" w:rsidTr="00660311">
        <w:trPr>
          <w:cantSplit/>
          <w:trHeight w:hRule="exact" w:val="302"/>
        </w:trPr>
        <w:tc>
          <w:tcPr>
            <w:tcW w:w="1128" w:type="dxa"/>
            <w:vMerge/>
            <w:tcBorders>
              <w:left w:val="single" w:sz="7" w:space="0" w:color="000000"/>
              <w:right w:val="single" w:sz="7" w:space="0" w:color="000000"/>
            </w:tcBorders>
            <w:tcMar>
              <w:top w:w="0" w:type="dxa"/>
              <w:left w:w="0" w:type="dxa"/>
              <w:bottom w:w="0" w:type="dxa"/>
              <w:right w:w="0" w:type="dxa"/>
            </w:tcMar>
          </w:tcPr>
          <w:p w14:paraId="388673AD" w14:textId="5D6BB779" w:rsidR="00452844" w:rsidRPr="0042658C" w:rsidRDefault="00452844" w:rsidP="00A543E7">
            <w:pPr>
              <w:spacing w:after="0" w:line="240" w:lineRule="auto"/>
              <w:ind w:left="182" w:right="-20"/>
              <w:rPr>
                <w:rFonts w:eastAsia="Arial" w:cstheme="minorHAnsi"/>
                <w:color w:val="000000"/>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91089CB" w14:textId="77777777" w:rsidR="00452844" w:rsidRPr="0042658C" w:rsidRDefault="00452844" w:rsidP="00A543E7">
            <w:pPr>
              <w:spacing w:before="41" w:after="0" w:line="236" w:lineRule="auto"/>
              <w:ind w:left="43" w:right="-20"/>
              <w:rPr>
                <w:rFonts w:eastAsia="Arial" w:cstheme="minorHAnsi"/>
                <w:color w:val="000000"/>
              </w:rPr>
            </w:pPr>
            <w:r w:rsidRPr="00FC33A5">
              <w:t>guarantee for securing payment of costs in accordance with the customs procedure for release for free circulation and transit, temporary importation and inward processing and storage of goods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A82F156" w14:textId="77777777" w:rsidR="00452844" w:rsidRPr="0042658C" w:rsidRDefault="00452844" w:rsidP="00A543E7">
            <w:pPr>
              <w:rPr>
                <w:rFonts w:cstheme="minorHAnsi"/>
              </w:rPr>
            </w:pP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7139BE" w14:textId="77777777" w:rsidR="00452844" w:rsidRPr="0042658C" w:rsidRDefault="00452844" w:rsidP="00A543E7">
            <w:pPr>
              <w:rPr>
                <w:rFonts w:cstheme="minorHAnsi"/>
              </w:rPr>
            </w:pPr>
          </w:p>
        </w:tc>
      </w:tr>
      <w:tr w:rsidR="00452844" w:rsidRPr="0042658C" w14:paraId="4CCCE140" w14:textId="77777777" w:rsidTr="00370F0E">
        <w:trPr>
          <w:cantSplit/>
          <w:trHeight w:hRule="exact" w:val="1324"/>
        </w:trPr>
        <w:tc>
          <w:tcPr>
            <w:tcW w:w="1128" w:type="dxa"/>
            <w:vMerge/>
            <w:tcBorders>
              <w:left w:val="single" w:sz="7" w:space="0" w:color="000000"/>
              <w:right w:val="single" w:sz="7" w:space="0" w:color="000000"/>
            </w:tcBorders>
            <w:tcMar>
              <w:top w:w="0" w:type="dxa"/>
              <w:left w:w="0" w:type="dxa"/>
              <w:bottom w:w="0" w:type="dxa"/>
              <w:right w:w="0" w:type="dxa"/>
            </w:tcMar>
          </w:tcPr>
          <w:p w14:paraId="752E0C32" w14:textId="77777777" w:rsidR="00452844" w:rsidRPr="0042658C" w:rsidRDefault="00452844" w:rsidP="00A543E7">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ACF424" w14:textId="77777777" w:rsidR="00452844" w:rsidRDefault="00452844" w:rsidP="00A543E7">
            <w:pPr>
              <w:spacing w:before="41" w:after="0" w:line="239" w:lineRule="auto"/>
              <w:ind w:left="43" w:right="574" w:firstLine="64"/>
            </w:pPr>
            <w:r w:rsidRPr="00FC33A5">
              <w:t>guarantee for proper repayment of loans and interest</w:t>
            </w:r>
          </w:p>
          <w:p w14:paraId="7016A17D" w14:textId="77777777" w:rsidR="00452844" w:rsidRDefault="00452844" w:rsidP="00A543E7">
            <w:pPr>
              <w:spacing w:before="41" w:after="0" w:line="239" w:lineRule="auto"/>
              <w:ind w:left="43" w:right="574" w:firstLine="64"/>
            </w:pPr>
          </w:p>
          <w:tbl>
            <w:tblPr>
              <w:tblW w:w="0" w:type="auto"/>
              <w:tblLayout w:type="fixed"/>
              <w:tblCellMar>
                <w:left w:w="10" w:type="dxa"/>
                <w:right w:w="10" w:type="dxa"/>
              </w:tblCellMar>
              <w:tblLook w:val="0000" w:firstRow="0" w:lastRow="0" w:firstColumn="0" w:lastColumn="0" w:noHBand="0" w:noVBand="0"/>
            </w:tblPr>
            <w:tblGrid>
              <w:gridCol w:w="8418"/>
            </w:tblGrid>
            <w:tr w:rsidR="00452844" w:rsidRPr="0042658C" w14:paraId="56642955" w14:textId="77777777" w:rsidTr="00A543E7">
              <w:trPr>
                <w:cantSplit/>
                <w:trHeight w:hRule="exact" w:val="297"/>
              </w:trPr>
              <w:tc>
                <w:tcPr>
                  <w:tcW w:w="841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4515DA" w14:textId="77777777" w:rsidR="00452844" w:rsidRPr="0042658C" w:rsidRDefault="00452844" w:rsidP="00370F0E">
                  <w:pPr>
                    <w:spacing w:before="41" w:after="0" w:line="232" w:lineRule="auto"/>
                    <w:ind w:left="108" w:right="-20"/>
                    <w:rPr>
                      <w:rFonts w:eastAsia="Arial" w:cstheme="minorHAnsi"/>
                      <w:color w:val="000000"/>
                    </w:rPr>
                  </w:pPr>
                  <w:r w:rsidRPr="00FC33A5">
                    <w:t>other payable guarantees</w:t>
                  </w:r>
                </w:p>
              </w:tc>
            </w:tr>
            <w:tr w:rsidR="00452844" w:rsidRPr="0042658C" w14:paraId="1C5C4222" w14:textId="77777777" w:rsidTr="00A543E7">
              <w:trPr>
                <w:cantSplit/>
                <w:trHeight w:hRule="exact" w:val="297"/>
              </w:trPr>
              <w:tc>
                <w:tcPr>
                  <w:tcW w:w="841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B927340" w14:textId="77777777" w:rsidR="00452844" w:rsidRPr="0042658C" w:rsidRDefault="00452844" w:rsidP="00370F0E">
                  <w:pPr>
                    <w:spacing w:before="41" w:after="0" w:line="232" w:lineRule="auto"/>
                    <w:ind w:left="108" w:right="-20"/>
                    <w:rPr>
                      <w:rFonts w:eastAsia="Arial" w:cstheme="minorHAnsi"/>
                      <w:color w:val="000000"/>
                    </w:rPr>
                  </w:pPr>
                  <w:r w:rsidRPr="00FC33A5">
                    <w:t>WARRANTIES</w:t>
                  </w:r>
                </w:p>
              </w:tc>
            </w:tr>
          </w:tbl>
          <w:p w14:paraId="0296C9D0" w14:textId="441EE3D1" w:rsidR="00452844" w:rsidRPr="0042658C" w:rsidRDefault="00452844" w:rsidP="00A543E7">
            <w:pPr>
              <w:spacing w:before="41" w:after="0" w:line="239" w:lineRule="auto"/>
              <w:ind w:left="43" w:right="574" w:firstLine="64"/>
              <w:rPr>
                <w:rFonts w:eastAsia="Arial" w:cstheme="minorHAnsi"/>
                <w:color w:val="000000"/>
              </w:rPr>
            </w:pPr>
          </w:p>
        </w:tc>
        <w:tc>
          <w:tcPr>
            <w:tcW w:w="2385" w:type="dxa"/>
            <w:tcBorders>
              <w:top w:val="single" w:sz="7" w:space="0" w:color="000000"/>
              <w:left w:val="single" w:sz="7" w:space="0" w:color="000000"/>
              <w:right w:val="single" w:sz="7" w:space="0" w:color="000000"/>
            </w:tcBorders>
            <w:tcMar>
              <w:top w:w="0" w:type="dxa"/>
              <w:left w:w="0" w:type="dxa"/>
              <w:bottom w:w="0" w:type="dxa"/>
              <w:right w:w="0" w:type="dxa"/>
            </w:tcMar>
          </w:tcPr>
          <w:p w14:paraId="6DC8D68C" w14:textId="77777777" w:rsidR="00452844" w:rsidRPr="0042658C" w:rsidRDefault="00452844" w:rsidP="00A543E7">
            <w:pPr>
              <w:spacing w:after="0" w:line="240" w:lineRule="exact"/>
              <w:rPr>
                <w:rFonts w:eastAsia="Times New Roman" w:cstheme="minorHAnsi"/>
              </w:rPr>
            </w:pPr>
          </w:p>
          <w:p w14:paraId="4CDBBC96" w14:textId="77777777" w:rsidR="00452844" w:rsidRPr="0042658C" w:rsidRDefault="00452844" w:rsidP="00A543E7">
            <w:pPr>
              <w:spacing w:after="5" w:line="120" w:lineRule="exact"/>
              <w:rPr>
                <w:rFonts w:eastAsia="Times New Roman" w:cstheme="minorHAnsi"/>
              </w:rPr>
            </w:pPr>
          </w:p>
          <w:p w14:paraId="24DE9D7C" w14:textId="77777777" w:rsidR="00452844" w:rsidRPr="0042658C" w:rsidRDefault="00452844" w:rsidP="00A543E7">
            <w:pPr>
              <w:spacing w:after="0" w:line="262" w:lineRule="auto"/>
              <w:ind w:right="18"/>
              <w:rPr>
                <w:rFonts w:eastAsia="Arial" w:cstheme="minorHAnsi"/>
                <w:color w:val="000000"/>
              </w:rPr>
            </w:pPr>
            <w:r w:rsidRPr="00602D11">
              <w:rPr>
                <w:rFonts w:eastAsia="Arial" w:cstheme="minorHAnsi"/>
                <w:color w:val="000000"/>
              </w:rPr>
              <w:t>up to 1% of the guarantee amount</w:t>
            </w:r>
            <w:r>
              <w:rPr>
                <w:rFonts w:eastAsia="Arial" w:cstheme="minorHAnsi"/>
                <w:color w:val="000000"/>
              </w:rPr>
              <w:t xml:space="preserve"> </w:t>
            </w:r>
            <w:r w:rsidRPr="00602D11">
              <w:rPr>
                <w:rFonts w:eastAsia="Arial" w:cstheme="minorHAnsi"/>
                <w:color w:val="000000"/>
              </w:rPr>
              <w:t>quarterly in advance</w:t>
            </w:r>
          </w:p>
        </w:tc>
        <w:tc>
          <w:tcPr>
            <w:tcW w:w="3292" w:type="dxa"/>
            <w:tcBorders>
              <w:top w:val="single" w:sz="7" w:space="0" w:color="000000"/>
              <w:left w:val="single" w:sz="7" w:space="0" w:color="000000"/>
              <w:right w:val="single" w:sz="7" w:space="0" w:color="000000"/>
            </w:tcBorders>
            <w:tcMar>
              <w:top w:w="0" w:type="dxa"/>
              <w:left w:w="0" w:type="dxa"/>
              <w:bottom w:w="0" w:type="dxa"/>
              <w:right w:w="0" w:type="dxa"/>
            </w:tcMar>
          </w:tcPr>
          <w:p w14:paraId="0B4C7378" w14:textId="77777777" w:rsidR="00452844" w:rsidRPr="0042658C" w:rsidRDefault="00452844" w:rsidP="00A543E7">
            <w:pPr>
              <w:spacing w:after="0" w:line="240" w:lineRule="exact"/>
              <w:rPr>
                <w:rFonts w:eastAsia="Times New Roman" w:cstheme="minorHAnsi"/>
              </w:rPr>
            </w:pPr>
          </w:p>
          <w:p w14:paraId="0EF678C5" w14:textId="77777777" w:rsidR="00452844" w:rsidRPr="0042658C" w:rsidRDefault="00452844" w:rsidP="00A543E7">
            <w:pPr>
              <w:spacing w:after="0" w:line="240" w:lineRule="exact"/>
              <w:rPr>
                <w:rFonts w:eastAsia="Times New Roman" w:cstheme="minorHAnsi"/>
              </w:rPr>
            </w:pPr>
          </w:p>
          <w:p w14:paraId="2083DD8F" w14:textId="77777777" w:rsidR="00452844" w:rsidRPr="0042658C" w:rsidRDefault="00452844" w:rsidP="00A543E7">
            <w:pPr>
              <w:spacing w:after="15" w:line="160" w:lineRule="exact"/>
              <w:rPr>
                <w:rFonts w:eastAsia="Times New Roman" w:cstheme="minorHAnsi"/>
              </w:rPr>
            </w:pPr>
          </w:p>
          <w:p w14:paraId="7DD76F11" w14:textId="77777777" w:rsidR="00452844" w:rsidRPr="0042658C" w:rsidRDefault="00452844" w:rsidP="00A543E7">
            <w:pPr>
              <w:spacing w:after="0" w:line="240"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Pr>
                <w:rFonts w:eastAsia="Arial" w:cstheme="minorHAnsi"/>
                <w:color w:val="000000"/>
              </w:rPr>
              <w:t xml:space="preserve">RSD </w:t>
            </w:r>
            <w:r w:rsidRPr="0042658C">
              <w:rPr>
                <w:rFonts w:eastAsia="Arial" w:cstheme="minorHAnsi"/>
                <w:color w:val="000000"/>
              </w:rPr>
              <w:t>3</w:t>
            </w:r>
            <w:r>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2C135AD2" w14:textId="77777777" w:rsidTr="00CC29C4">
        <w:trPr>
          <w:cantSplit/>
          <w:trHeight w:hRule="exact" w:val="297"/>
        </w:trPr>
        <w:tc>
          <w:tcPr>
            <w:tcW w:w="112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88E417F" w14:textId="77777777" w:rsidR="006D2923" w:rsidRPr="0042658C" w:rsidRDefault="006D2923" w:rsidP="006D2923">
            <w:pPr>
              <w:spacing w:after="0" w:line="240" w:lineRule="exact"/>
              <w:rPr>
                <w:rFonts w:eastAsia="Times New Roman" w:cstheme="minorHAnsi"/>
              </w:rPr>
            </w:pPr>
          </w:p>
          <w:p w14:paraId="24735EE9" w14:textId="77777777" w:rsidR="006D2923" w:rsidRPr="0042658C" w:rsidRDefault="006D2923" w:rsidP="006D2923">
            <w:pPr>
              <w:spacing w:after="0" w:line="240" w:lineRule="exact"/>
              <w:rPr>
                <w:rFonts w:eastAsia="Times New Roman" w:cstheme="minorHAnsi"/>
              </w:rPr>
            </w:pPr>
          </w:p>
          <w:p w14:paraId="790CC5D7" w14:textId="77777777" w:rsidR="006D2923" w:rsidRPr="0042658C" w:rsidRDefault="006D2923" w:rsidP="006D2923">
            <w:pPr>
              <w:spacing w:after="91" w:line="240" w:lineRule="exact"/>
              <w:rPr>
                <w:rFonts w:eastAsia="Times New Roman" w:cstheme="minorHAnsi"/>
              </w:rPr>
            </w:pPr>
          </w:p>
          <w:p w14:paraId="7A0EC7F5" w14:textId="77777777" w:rsidR="006D2923" w:rsidRPr="0042658C" w:rsidRDefault="006D2923" w:rsidP="006D2923">
            <w:pPr>
              <w:spacing w:after="0" w:line="240"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419EFC7" w14:textId="15D738B1" w:rsidR="006D2923" w:rsidRPr="0042658C" w:rsidRDefault="006D2923" w:rsidP="006D2923">
            <w:pPr>
              <w:spacing w:before="41" w:after="0" w:line="232" w:lineRule="auto"/>
              <w:ind w:right="-20"/>
              <w:rPr>
                <w:rFonts w:eastAsia="Arial" w:cstheme="minorHAnsi"/>
                <w:color w:val="000000"/>
              </w:rPr>
            </w:pPr>
            <w:r w:rsidRPr="00F971BE">
              <w:t>issuance of performance guarantees</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12105CD1" w14:textId="77777777" w:rsidR="006D2923" w:rsidRPr="0042658C" w:rsidRDefault="006D2923" w:rsidP="006D2923">
            <w:pPr>
              <w:spacing w:after="0" w:line="240" w:lineRule="exact"/>
              <w:rPr>
                <w:rFonts w:eastAsia="Times New Roman" w:cstheme="minorHAnsi"/>
              </w:rPr>
            </w:pPr>
          </w:p>
          <w:p w14:paraId="18C58842" w14:textId="77777777" w:rsidR="006D2923" w:rsidRPr="0042658C" w:rsidRDefault="006D2923" w:rsidP="006D2923">
            <w:pPr>
              <w:spacing w:after="67" w:line="240" w:lineRule="exact"/>
              <w:rPr>
                <w:rFonts w:eastAsia="Times New Roman" w:cstheme="minorHAnsi"/>
              </w:rPr>
            </w:pPr>
          </w:p>
          <w:p w14:paraId="19E193EE" w14:textId="64CE321C" w:rsidR="00602D11" w:rsidRPr="00602D11" w:rsidRDefault="00602D11" w:rsidP="00602D11">
            <w:pPr>
              <w:spacing w:after="0" w:line="239" w:lineRule="auto"/>
              <w:ind w:right="38"/>
              <w:rPr>
                <w:rFonts w:eastAsia="Arial" w:cstheme="minorHAnsi"/>
                <w:color w:val="000000"/>
              </w:rPr>
            </w:pPr>
            <w:r w:rsidRPr="00602D11">
              <w:rPr>
                <w:rFonts w:eastAsia="Arial" w:cstheme="minorHAnsi"/>
                <w:color w:val="000000"/>
              </w:rPr>
              <w:t>up to 1% of the</w:t>
            </w:r>
            <w:r>
              <w:rPr>
                <w:rFonts w:eastAsia="Arial" w:cstheme="minorHAnsi"/>
                <w:color w:val="000000"/>
              </w:rPr>
              <w:t xml:space="preserve"> </w:t>
            </w:r>
            <w:r w:rsidRPr="00602D11">
              <w:rPr>
                <w:rFonts w:eastAsia="Arial" w:cstheme="minorHAnsi"/>
                <w:color w:val="000000"/>
              </w:rPr>
              <w:t>guarantee amount</w:t>
            </w:r>
          </w:p>
          <w:p w14:paraId="6D0906A5" w14:textId="7DF4C156" w:rsidR="006D2923" w:rsidRPr="0042658C" w:rsidRDefault="00602D11" w:rsidP="00602D11">
            <w:pPr>
              <w:spacing w:after="0" w:line="239" w:lineRule="auto"/>
              <w:ind w:right="38"/>
              <w:rPr>
                <w:rFonts w:eastAsia="Arial" w:cstheme="minorHAnsi"/>
                <w:color w:val="000000"/>
              </w:rPr>
            </w:pPr>
            <w:r w:rsidRPr="00602D11">
              <w:rPr>
                <w:rFonts w:eastAsia="Arial" w:cstheme="minorHAnsi"/>
                <w:color w:val="000000"/>
              </w:rPr>
              <w:t>quarterly in advance</w:t>
            </w:r>
          </w:p>
        </w:tc>
        <w:tc>
          <w:tcPr>
            <w:tcW w:w="3292"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0E50CA67" w14:textId="77777777" w:rsidR="006D2923" w:rsidRPr="0042658C" w:rsidRDefault="006D2923" w:rsidP="006D2923">
            <w:pPr>
              <w:spacing w:after="0" w:line="240" w:lineRule="exact"/>
              <w:rPr>
                <w:rFonts w:eastAsia="Times New Roman" w:cstheme="minorHAnsi"/>
              </w:rPr>
            </w:pPr>
          </w:p>
          <w:p w14:paraId="4C71789B" w14:textId="77777777" w:rsidR="006D2923" w:rsidRPr="0042658C" w:rsidRDefault="006D2923" w:rsidP="006D2923">
            <w:pPr>
              <w:spacing w:after="0" w:line="240" w:lineRule="exact"/>
              <w:rPr>
                <w:rFonts w:eastAsia="Times New Roman" w:cstheme="minorHAnsi"/>
              </w:rPr>
            </w:pPr>
          </w:p>
          <w:p w14:paraId="382CAC13" w14:textId="77777777" w:rsidR="006D2923" w:rsidRPr="0042658C" w:rsidRDefault="006D2923" w:rsidP="006D2923">
            <w:pPr>
              <w:spacing w:after="91" w:line="240" w:lineRule="exact"/>
              <w:rPr>
                <w:rFonts w:eastAsia="Times New Roman" w:cstheme="minorHAnsi"/>
              </w:rPr>
            </w:pPr>
          </w:p>
          <w:p w14:paraId="24D21F9C" w14:textId="603F5BF8" w:rsidR="006D2923" w:rsidRPr="0042658C" w:rsidRDefault="006D2923" w:rsidP="006D2923">
            <w:pPr>
              <w:spacing w:after="0" w:line="240"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02D11">
              <w:rPr>
                <w:rFonts w:eastAsia="Arial" w:cstheme="minorHAnsi"/>
                <w:color w:val="000000"/>
              </w:rPr>
              <w:t xml:space="preserve">RSD </w:t>
            </w:r>
            <w:r w:rsidRPr="0042658C">
              <w:rPr>
                <w:rFonts w:eastAsia="Arial" w:cstheme="minorHAnsi"/>
                <w:color w:val="000000"/>
              </w:rPr>
              <w:t>3</w:t>
            </w:r>
            <w:r w:rsidR="00602D1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79372D61" w14:textId="77777777" w:rsidTr="00CC29C4">
        <w:trPr>
          <w:cantSplit/>
          <w:trHeight w:hRule="exact" w:val="297"/>
        </w:trPr>
        <w:tc>
          <w:tcPr>
            <w:tcW w:w="1128" w:type="dxa"/>
            <w:vMerge/>
            <w:tcBorders>
              <w:left w:val="single" w:sz="7" w:space="0" w:color="000000"/>
              <w:right w:val="single" w:sz="7" w:space="0" w:color="000000"/>
            </w:tcBorders>
            <w:tcMar>
              <w:top w:w="0" w:type="dxa"/>
              <w:left w:w="0" w:type="dxa"/>
              <w:bottom w:w="0" w:type="dxa"/>
              <w:right w:w="0" w:type="dxa"/>
            </w:tcMar>
          </w:tcPr>
          <w:p w14:paraId="7D8FF823"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2F4C5B" w14:textId="1E1666C0" w:rsidR="006D2923" w:rsidRPr="0042658C" w:rsidRDefault="006D2923" w:rsidP="006D2923">
            <w:pPr>
              <w:spacing w:before="41" w:after="0" w:line="232" w:lineRule="auto"/>
              <w:ind w:right="-20"/>
              <w:rPr>
                <w:rFonts w:eastAsia="Arial" w:cstheme="minorHAnsi"/>
                <w:color w:val="000000"/>
              </w:rPr>
            </w:pPr>
            <w:r w:rsidRPr="00F971BE">
              <w:t>guarantee for participation in the auctions</w:t>
            </w:r>
          </w:p>
        </w:tc>
        <w:tc>
          <w:tcPr>
            <w:tcW w:w="2385" w:type="dxa"/>
            <w:vMerge/>
            <w:tcBorders>
              <w:left w:val="single" w:sz="7" w:space="0" w:color="000000"/>
              <w:right w:val="single" w:sz="7" w:space="0" w:color="000000"/>
            </w:tcBorders>
            <w:tcMar>
              <w:top w:w="0" w:type="dxa"/>
              <w:left w:w="0" w:type="dxa"/>
              <w:bottom w:w="0" w:type="dxa"/>
              <w:right w:w="0" w:type="dxa"/>
            </w:tcMar>
          </w:tcPr>
          <w:p w14:paraId="0C90F96E"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30BDB78B" w14:textId="77777777" w:rsidR="006D2923" w:rsidRPr="0042658C" w:rsidRDefault="006D2923" w:rsidP="006D2923">
            <w:pPr>
              <w:rPr>
                <w:rFonts w:cstheme="minorHAnsi"/>
              </w:rPr>
            </w:pPr>
          </w:p>
        </w:tc>
      </w:tr>
      <w:tr w:rsidR="006D2923" w:rsidRPr="0042658C" w14:paraId="4BCE7E92" w14:textId="77777777" w:rsidTr="00CC29C4">
        <w:trPr>
          <w:cantSplit/>
          <w:trHeight w:hRule="exact" w:val="331"/>
        </w:trPr>
        <w:tc>
          <w:tcPr>
            <w:tcW w:w="1128" w:type="dxa"/>
            <w:vMerge/>
            <w:tcBorders>
              <w:left w:val="single" w:sz="7" w:space="0" w:color="000000"/>
              <w:right w:val="single" w:sz="7" w:space="0" w:color="000000"/>
            </w:tcBorders>
            <w:tcMar>
              <w:top w:w="0" w:type="dxa"/>
              <w:left w:w="0" w:type="dxa"/>
              <w:bottom w:w="0" w:type="dxa"/>
              <w:right w:w="0" w:type="dxa"/>
            </w:tcMar>
          </w:tcPr>
          <w:p w14:paraId="54D4D2EE"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3ACD57F" w14:textId="66E62C60" w:rsidR="006D2923" w:rsidRPr="0042658C" w:rsidRDefault="006D2923" w:rsidP="006D2923">
            <w:pPr>
              <w:spacing w:before="41" w:after="0" w:line="240" w:lineRule="auto"/>
              <w:ind w:right="-20"/>
              <w:rPr>
                <w:rFonts w:eastAsia="Arial" w:cstheme="minorHAnsi"/>
                <w:color w:val="000000"/>
              </w:rPr>
            </w:pPr>
            <w:r w:rsidRPr="00F971BE">
              <w:t>advance refund guarantee</w:t>
            </w:r>
          </w:p>
        </w:tc>
        <w:tc>
          <w:tcPr>
            <w:tcW w:w="2385" w:type="dxa"/>
            <w:vMerge/>
            <w:tcBorders>
              <w:left w:val="single" w:sz="7" w:space="0" w:color="000000"/>
              <w:right w:val="single" w:sz="7" w:space="0" w:color="000000"/>
            </w:tcBorders>
            <w:tcMar>
              <w:top w:w="0" w:type="dxa"/>
              <w:left w:w="0" w:type="dxa"/>
              <w:bottom w:w="0" w:type="dxa"/>
              <w:right w:w="0" w:type="dxa"/>
            </w:tcMar>
          </w:tcPr>
          <w:p w14:paraId="1887253B"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13AC15D6" w14:textId="77777777" w:rsidR="006D2923" w:rsidRPr="0042658C" w:rsidRDefault="006D2923" w:rsidP="006D2923">
            <w:pPr>
              <w:rPr>
                <w:rFonts w:cstheme="minorHAnsi"/>
              </w:rPr>
            </w:pPr>
          </w:p>
        </w:tc>
      </w:tr>
      <w:tr w:rsidR="006D2923" w:rsidRPr="0042658C" w14:paraId="3A64A771" w14:textId="77777777" w:rsidTr="00CC29C4">
        <w:trPr>
          <w:cantSplit/>
          <w:trHeight w:hRule="exact" w:val="297"/>
        </w:trPr>
        <w:tc>
          <w:tcPr>
            <w:tcW w:w="1128" w:type="dxa"/>
            <w:vMerge/>
            <w:tcBorders>
              <w:left w:val="single" w:sz="7" w:space="0" w:color="000000"/>
              <w:right w:val="single" w:sz="7" w:space="0" w:color="000000"/>
            </w:tcBorders>
            <w:tcMar>
              <w:top w:w="0" w:type="dxa"/>
              <w:left w:w="0" w:type="dxa"/>
              <w:bottom w:w="0" w:type="dxa"/>
              <w:right w:w="0" w:type="dxa"/>
            </w:tcMar>
          </w:tcPr>
          <w:p w14:paraId="4BDA79FC"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869550" w14:textId="0DBC040D" w:rsidR="006D2923" w:rsidRPr="0042658C" w:rsidRDefault="006D2923" w:rsidP="006D2923">
            <w:pPr>
              <w:spacing w:before="41" w:after="0" w:line="232" w:lineRule="auto"/>
              <w:ind w:right="-20"/>
              <w:rPr>
                <w:rFonts w:eastAsia="Arial" w:cstheme="minorHAnsi"/>
                <w:color w:val="000000"/>
              </w:rPr>
            </w:pPr>
            <w:r w:rsidRPr="00F971BE">
              <w:t>a guarantee for good performance</w:t>
            </w:r>
          </w:p>
        </w:tc>
        <w:tc>
          <w:tcPr>
            <w:tcW w:w="2385" w:type="dxa"/>
            <w:vMerge/>
            <w:tcBorders>
              <w:left w:val="single" w:sz="7" w:space="0" w:color="000000"/>
              <w:right w:val="single" w:sz="7" w:space="0" w:color="000000"/>
            </w:tcBorders>
            <w:tcMar>
              <w:top w:w="0" w:type="dxa"/>
              <w:left w:w="0" w:type="dxa"/>
              <w:bottom w:w="0" w:type="dxa"/>
              <w:right w:w="0" w:type="dxa"/>
            </w:tcMar>
          </w:tcPr>
          <w:p w14:paraId="211ACC98"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1C27B558" w14:textId="77777777" w:rsidR="006D2923" w:rsidRPr="0042658C" w:rsidRDefault="006D2923" w:rsidP="006D2923">
            <w:pPr>
              <w:rPr>
                <w:rFonts w:cstheme="minorHAnsi"/>
              </w:rPr>
            </w:pPr>
          </w:p>
        </w:tc>
      </w:tr>
      <w:tr w:rsidR="006D2923" w:rsidRPr="0042658C" w14:paraId="5CC25ECD" w14:textId="77777777" w:rsidTr="00CC29C4">
        <w:trPr>
          <w:cantSplit/>
          <w:trHeight w:hRule="exact" w:val="316"/>
        </w:trPr>
        <w:tc>
          <w:tcPr>
            <w:tcW w:w="1128" w:type="dxa"/>
            <w:vMerge/>
            <w:tcBorders>
              <w:left w:val="single" w:sz="7" w:space="0" w:color="000000"/>
              <w:right w:val="single" w:sz="7" w:space="0" w:color="000000"/>
            </w:tcBorders>
            <w:tcMar>
              <w:top w:w="0" w:type="dxa"/>
              <w:left w:w="0" w:type="dxa"/>
              <w:bottom w:w="0" w:type="dxa"/>
              <w:right w:w="0" w:type="dxa"/>
            </w:tcMar>
          </w:tcPr>
          <w:p w14:paraId="427875EA"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506003" w14:textId="2F532B90" w:rsidR="006D2923" w:rsidRPr="0042658C" w:rsidRDefault="006D2923" w:rsidP="006D2923">
            <w:pPr>
              <w:spacing w:before="41" w:after="0" w:line="240" w:lineRule="auto"/>
              <w:ind w:right="-20"/>
              <w:rPr>
                <w:rFonts w:eastAsia="Arial" w:cstheme="minorHAnsi"/>
                <w:color w:val="000000"/>
              </w:rPr>
            </w:pPr>
            <w:r w:rsidRPr="00F971BE">
              <w:t>guarantee for the quality of work performed within the warranty period</w:t>
            </w:r>
          </w:p>
        </w:tc>
        <w:tc>
          <w:tcPr>
            <w:tcW w:w="2385" w:type="dxa"/>
            <w:vMerge/>
            <w:tcBorders>
              <w:left w:val="single" w:sz="7" w:space="0" w:color="000000"/>
              <w:right w:val="single" w:sz="7" w:space="0" w:color="000000"/>
            </w:tcBorders>
            <w:tcMar>
              <w:top w:w="0" w:type="dxa"/>
              <w:left w:w="0" w:type="dxa"/>
              <w:bottom w:w="0" w:type="dxa"/>
              <w:right w:w="0" w:type="dxa"/>
            </w:tcMar>
          </w:tcPr>
          <w:p w14:paraId="008009F1"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4B0A1487" w14:textId="77777777" w:rsidR="006D2923" w:rsidRPr="0042658C" w:rsidRDefault="006D2923" w:rsidP="006D2923">
            <w:pPr>
              <w:rPr>
                <w:rFonts w:cstheme="minorHAnsi"/>
              </w:rPr>
            </w:pPr>
          </w:p>
        </w:tc>
      </w:tr>
      <w:tr w:rsidR="006D2923" w:rsidRPr="0042658C" w14:paraId="0FD9934D" w14:textId="77777777" w:rsidTr="00CC29C4">
        <w:trPr>
          <w:cantSplit/>
          <w:trHeight w:hRule="exact" w:val="297"/>
        </w:trPr>
        <w:tc>
          <w:tcPr>
            <w:tcW w:w="112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7BBC906"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1BA9E4" w14:textId="35B27CD4" w:rsidR="006D2923" w:rsidRPr="0042658C" w:rsidRDefault="006D2923" w:rsidP="006D2923">
            <w:pPr>
              <w:spacing w:before="41" w:after="0" w:line="232" w:lineRule="auto"/>
              <w:ind w:right="-20"/>
              <w:rPr>
                <w:rFonts w:eastAsia="Arial" w:cstheme="minorHAnsi"/>
                <w:color w:val="000000"/>
              </w:rPr>
            </w:pPr>
            <w:r w:rsidRPr="00F971BE">
              <w:t>other guarantees</w:t>
            </w: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251914E" w14:textId="77777777" w:rsidR="006D2923" w:rsidRPr="0042658C" w:rsidRDefault="006D2923" w:rsidP="006D2923">
            <w:pPr>
              <w:rPr>
                <w:rFonts w:cstheme="minorHAnsi"/>
              </w:rPr>
            </w:pPr>
          </w:p>
        </w:tc>
        <w:tc>
          <w:tcPr>
            <w:tcW w:w="3292"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E403261" w14:textId="77777777" w:rsidR="006D2923" w:rsidRPr="0042658C" w:rsidRDefault="006D2923" w:rsidP="006D2923">
            <w:pPr>
              <w:rPr>
                <w:rFonts w:cstheme="minorHAnsi"/>
              </w:rPr>
            </w:pPr>
          </w:p>
        </w:tc>
      </w:tr>
      <w:tr w:rsidR="006D2923" w:rsidRPr="0042658C" w14:paraId="4B595BA7" w14:textId="77777777" w:rsidTr="00CC29C4">
        <w:trPr>
          <w:cantSplit/>
          <w:trHeight w:hRule="exact" w:val="303"/>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8F49F35" w14:textId="77777777" w:rsidR="006D2923" w:rsidRPr="0042658C" w:rsidRDefault="006D2923" w:rsidP="006D2923">
            <w:pPr>
              <w:spacing w:before="41" w:after="0" w:line="236"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8C6A80" w14:textId="09155CE9" w:rsidR="006D2923" w:rsidRPr="0042658C" w:rsidRDefault="006D2923" w:rsidP="006D2923">
            <w:pPr>
              <w:spacing w:before="41" w:after="0" w:line="236" w:lineRule="auto"/>
              <w:ind w:right="-20"/>
              <w:rPr>
                <w:rFonts w:eastAsia="Arial" w:cstheme="minorHAnsi"/>
                <w:color w:val="000000"/>
              </w:rPr>
            </w:pPr>
            <w:r w:rsidRPr="00F971BE">
              <w:t>issuance of guarantees with other security</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DE9DD2" w14:textId="77777777" w:rsidR="006D2923" w:rsidRPr="0042658C" w:rsidRDefault="006D2923" w:rsidP="006D2923">
            <w:pPr>
              <w:rPr>
                <w:rFonts w:cstheme="minorHAnsi"/>
              </w:rPr>
            </w:pPr>
          </w:p>
        </w:tc>
      </w:tr>
      <w:tr w:rsidR="006D2923" w:rsidRPr="0042658C" w14:paraId="02519094" w14:textId="77777777" w:rsidTr="00CC29C4">
        <w:trPr>
          <w:cantSplit/>
          <w:trHeight w:hRule="exact" w:val="300"/>
        </w:trPr>
        <w:tc>
          <w:tcPr>
            <w:tcW w:w="112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E1DF1C1" w14:textId="77777777" w:rsidR="006D2923" w:rsidRPr="0042658C" w:rsidRDefault="006D2923" w:rsidP="006D2923">
            <w:pPr>
              <w:spacing w:after="0" w:line="240" w:lineRule="exact"/>
              <w:rPr>
                <w:rFonts w:eastAsia="Times New Roman" w:cstheme="minorHAnsi"/>
              </w:rPr>
            </w:pPr>
          </w:p>
          <w:p w14:paraId="1DD05C05" w14:textId="77777777" w:rsidR="006D2923" w:rsidRPr="0042658C" w:rsidRDefault="006D2923" w:rsidP="006D2923">
            <w:pPr>
              <w:spacing w:after="0" w:line="240" w:lineRule="exact"/>
              <w:rPr>
                <w:rFonts w:eastAsia="Times New Roman" w:cstheme="minorHAnsi"/>
              </w:rPr>
            </w:pPr>
          </w:p>
          <w:p w14:paraId="5D66FCAA" w14:textId="77777777" w:rsidR="006D2923" w:rsidRPr="0042658C" w:rsidRDefault="006D2923" w:rsidP="006D2923">
            <w:pPr>
              <w:spacing w:after="31" w:line="240" w:lineRule="exact"/>
              <w:rPr>
                <w:rFonts w:eastAsia="Times New Roman" w:cstheme="minorHAnsi"/>
              </w:rPr>
            </w:pPr>
          </w:p>
          <w:p w14:paraId="52F7DF39" w14:textId="77777777" w:rsidR="006D2923" w:rsidRPr="0042658C" w:rsidRDefault="006D2923" w:rsidP="006D2923">
            <w:pPr>
              <w:spacing w:after="0" w:line="240"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3B62E7" w14:textId="1788D8AD" w:rsidR="006D2923" w:rsidRPr="0042658C" w:rsidRDefault="006D2923" w:rsidP="006D2923">
            <w:pPr>
              <w:spacing w:before="38" w:after="0" w:line="236" w:lineRule="auto"/>
              <w:ind w:right="-20"/>
              <w:rPr>
                <w:rFonts w:eastAsia="Arial" w:cstheme="minorHAnsi"/>
                <w:color w:val="000000"/>
              </w:rPr>
            </w:pPr>
            <w:r w:rsidRPr="00F971BE">
              <w:t>issuance of payable guarantees</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4DFF8D" w14:textId="77777777" w:rsidR="006D2923" w:rsidRPr="0042658C" w:rsidRDefault="006D2923" w:rsidP="006D2923">
            <w:pPr>
              <w:rPr>
                <w:rFonts w:cstheme="minorHAnsi"/>
              </w:rPr>
            </w:pPr>
          </w:p>
        </w:tc>
      </w:tr>
      <w:tr w:rsidR="006D2923" w:rsidRPr="0042658C" w14:paraId="1324FC9D" w14:textId="77777777" w:rsidTr="00CC29C4">
        <w:trPr>
          <w:cantSplit/>
          <w:trHeight w:hRule="exact" w:val="827"/>
        </w:trPr>
        <w:tc>
          <w:tcPr>
            <w:tcW w:w="1128" w:type="dxa"/>
            <w:vMerge/>
            <w:tcBorders>
              <w:left w:val="single" w:sz="7" w:space="0" w:color="000000"/>
              <w:right w:val="single" w:sz="7" w:space="0" w:color="000000"/>
            </w:tcBorders>
            <w:tcMar>
              <w:top w:w="0" w:type="dxa"/>
              <w:left w:w="0" w:type="dxa"/>
              <w:bottom w:w="0" w:type="dxa"/>
              <w:right w:w="0" w:type="dxa"/>
            </w:tcMar>
          </w:tcPr>
          <w:p w14:paraId="0E2434C4"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E09031F" w14:textId="623D469C" w:rsidR="006D2923" w:rsidRPr="0042658C" w:rsidRDefault="006D2923" w:rsidP="006D2923">
            <w:pPr>
              <w:spacing w:before="41" w:after="0" w:line="237" w:lineRule="auto"/>
              <w:ind w:right="637"/>
              <w:rPr>
                <w:rFonts w:eastAsia="Arial" w:cstheme="minorHAnsi"/>
                <w:color w:val="000000"/>
              </w:rPr>
            </w:pPr>
            <w:r w:rsidRPr="00F971BE">
              <w:t>guarantee for securing payment of costs in accordance with the customs procedure for release for free circulation and transit, temporary importation and inward processing and storage of goods</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5AC9846B" w14:textId="77777777" w:rsidR="006D2923" w:rsidRPr="0042658C" w:rsidRDefault="006D2923" w:rsidP="006D2923">
            <w:pPr>
              <w:spacing w:after="98" w:line="240" w:lineRule="exact"/>
              <w:rPr>
                <w:rFonts w:eastAsia="Times New Roman" w:cstheme="minorHAnsi"/>
              </w:rPr>
            </w:pPr>
          </w:p>
          <w:p w14:paraId="7AF73F7A" w14:textId="511FD8DA" w:rsidR="00602D11" w:rsidRPr="00602D11" w:rsidRDefault="00602D11" w:rsidP="00602D11">
            <w:pPr>
              <w:spacing w:after="0" w:line="239" w:lineRule="auto"/>
              <w:ind w:right="39"/>
              <w:rPr>
                <w:rFonts w:eastAsia="Arial" w:cstheme="minorHAnsi"/>
                <w:color w:val="000000"/>
              </w:rPr>
            </w:pPr>
            <w:r w:rsidRPr="00602D11">
              <w:rPr>
                <w:rFonts w:eastAsia="Arial" w:cstheme="minorHAnsi"/>
                <w:color w:val="000000"/>
              </w:rPr>
              <w:t>up to 1</w:t>
            </w:r>
            <w:r>
              <w:rPr>
                <w:rFonts w:eastAsia="Arial" w:cstheme="minorHAnsi"/>
                <w:color w:val="000000"/>
              </w:rPr>
              <w:t>.20</w:t>
            </w:r>
            <w:r w:rsidRPr="00602D11">
              <w:rPr>
                <w:rFonts w:eastAsia="Arial" w:cstheme="minorHAnsi"/>
                <w:color w:val="000000"/>
              </w:rPr>
              <w:t>% of the guarantee amount</w:t>
            </w:r>
          </w:p>
          <w:p w14:paraId="7FE9D3A2" w14:textId="7A4B33EA" w:rsidR="006D2923" w:rsidRPr="0042658C" w:rsidRDefault="00602D11" w:rsidP="00602D11">
            <w:pPr>
              <w:spacing w:after="0" w:line="239" w:lineRule="auto"/>
              <w:ind w:right="39"/>
              <w:rPr>
                <w:rFonts w:eastAsia="Arial" w:cstheme="minorHAnsi"/>
                <w:color w:val="000000"/>
              </w:rPr>
            </w:pPr>
            <w:r w:rsidRPr="00602D11">
              <w:rPr>
                <w:rFonts w:eastAsia="Arial" w:cstheme="minorHAnsi"/>
                <w:color w:val="000000"/>
              </w:rPr>
              <w:t>quarterly in advance</w:t>
            </w:r>
          </w:p>
        </w:tc>
        <w:tc>
          <w:tcPr>
            <w:tcW w:w="3292"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868FB17" w14:textId="77777777" w:rsidR="006D2923" w:rsidRPr="0042658C" w:rsidRDefault="006D2923" w:rsidP="006D2923">
            <w:pPr>
              <w:spacing w:after="0" w:line="240" w:lineRule="exact"/>
              <w:rPr>
                <w:rFonts w:eastAsia="Times New Roman" w:cstheme="minorHAnsi"/>
              </w:rPr>
            </w:pPr>
          </w:p>
          <w:p w14:paraId="7E758A54" w14:textId="77777777" w:rsidR="006D2923" w:rsidRPr="0042658C" w:rsidRDefault="006D2923" w:rsidP="006D2923">
            <w:pPr>
              <w:spacing w:after="0" w:line="240" w:lineRule="exact"/>
              <w:rPr>
                <w:rFonts w:eastAsia="Times New Roman" w:cstheme="minorHAnsi"/>
              </w:rPr>
            </w:pPr>
          </w:p>
          <w:p w14:paraId="7E48A4B5" w14:textId="77777777" w:rsidR="006D2923" w:rsidRPr="0042658C" w:rsidRDefault="006D2923" w:rsidP="006D2923">
            <w:pPr>
              <w:spacing w:after="2" w:line="120" w:lineRule="exact"/>
              <w:rPr>
                <w:rFonts w:eastAsia="Times New Roman" w:cstheme="minorHAnsi"/>
              </w:rPr>
            </w:pPr>
          </w:p>
          <w:p w14:paraId="43E3BF0C" w14:textId="718C41D3" w:rsidR="006D2923" w:rsidRPr="0042658C" w:rsidRDefault="006D2923" w:rsidP="006D2923">
            <w:pPr>
              <w:spacing w:after="0" w:line="240"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02D11">
              <w:rPr>
                <w:rFonts w:eastAsia="Arial" w:cstheme="minorHAnsi"/>
                <w:color w:val="000000"/>
              </w:rPr>
              <w:t xml:space="preserve">RSD </w:t>
            </w:r>
            <w:r w:rsidRPr="0042658C">
              <w:rPr>
                <w:rFonts w:eastAsia="Arial" w:cstheme="minorHAnsi"/>
                <w:color w:val="000000"/>
              </w:rPr>
              <w:t>3</w:t>
            </w:r>
            <w:r w:rsidR="00602D1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79F50502" w14:textId="77777777" w:rsidTr="00CC29C4">
        <w:trPr>
          <w:cantSplit/>
          <w:trHeight w:hRule="exact" w:val="295"/>
        </w:trPr>
        <w:tc>
          <w:tcPr>
            <w:tcW w:w="1128" w:type="dxa"/>
            <w:vMerge/>
            <w:tcBorders>
              <w:left w:val="single" w:sz="7" w:space="0" w:color="000000"/>
              <w:right w:val="single" w:sz="7" w:space="0" w:color="000000"/>
            </w:tcBorders>
            <w:tcMar>
              <w:top w:w="0" w:type="dxa"/>
              <w:left w:w="0" w:type="dxa"/>
              <w:bottom w:w="0" w:type="dxa"/>
              <w:right w:w="0" w:type="dxa"/>
            </w:tcMar>
          </w:tcPr>
          <w:p w14:paraId="0CFBD0EE"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8AEF49" w14:textId="734A5D41" w:rsidR="006D2923" w:rsidRPr="0042658C" w:rsidRDefault="006D2923" w:rsidP="006D2923">
            <w:pPr>
              <w:spacing w:before="38" w:after="0" w:line="232" w:lineRule="auto"/>
              <w:ind w:right="-20"/>
              <w:rPr>
                <w:rFonts w:eastAsia="Arial" w:cstheme="minorHAnsi"/>
                <w:color w:val="000000"/>
              </w:rPr>
            </w:pPr>
            <w:r w:rsidRPr="00F971BE">
              <w:t>guarantee for proper repayment of loans and interest</w:t>
            </w:r>
          </w:p>
        </w:tc>
        <w:tc>
          <w:tcPr>
            <w:tcW w:w="2385" w:type="dxa"/>
            <w:vMerge/>
            <w:tcBorders>
              <w:left w:val="single" w:sz="7" w:space="0" w:color="000000"/>
              <w:right w:val="single" w:sz="7" w:space="0" w:color="000000"/>
            </w:tcBorders>
            <w:tcMar>
              <w:top w:w="0" w:type="dxa"/>
              <w:left w:w="0" w:type="dxa"/>
              <w:bottom w:w="0" w:type="dxa"/>
              <w:right w:w="0" w:type="dxa"/>
            </w:tcMar>
          </w:tcPr>
          <w:p w14:paraId="740A9F87"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56970058" w14:textId="77777777" w:rsidR="006D2923" w:rsidRPr="0042658C" w:rsidRDefault="006D2923" w:rsidP="006D2923">
            <w:pPr>
              <w:rPr>
                <w:rFonts w:cstheme="minorHAnsi"/>
              </w:rPr>
            </w:pPr>
          </w:p>
        </w:tc>
      </w:tr>
      <w:tr w:rsidR="006D2923" w:rsidRPr="0042658C" w14:paraId="5F23F408" w14:textId="77777777" w:rsidTr="00CC29C4">
        <w:trPr>
          <w:cantSplit/>
          <w:trHeight w:hRule="exact" w:val="297"/>
        </w:trPr>
        <w:tc>
          <w:tcPr>
            <w:tcW w:w="112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47CE2426"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A4D9A8C" w14:textId="21EA8D47" w:rsidR="006D2923" w:rsidRPr="0042658C" w:rsidRDefault="006D2923" w:rsidP="006D2923">
            <w:pPr>
              <w:spacing w:before="41" w:after="0" w:line="232" w:lineRule="auto"/>
              <w:ind w:right="-20"/>
              <w:rPr>
                <w:rFonts w:eastAsia="Arial" w:cstheme="minorHAnsi"/>
                <w:color w:val="000000"/>
              </w:rPr>
            </w:pPr>
            <w:r w:rsidRPr="00F971BE">
              <w:t>other payable guarantees</w:t>
            </w: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1E2ED769" w14:textId="77777777" w:rsidR="006D2923" w:rsidRPr="0042658C" w:rsidRDefault="006D2923" w:rsidP="006D2923">
            <w:pPr>
              <w:rPr>
                <w:rFonts w:cstheme="minorHAnsi"/>
              </w:rPr>
            </w:pPr>
          </w:p>
        </w:tc>
        <w:tc>
          <w:tcPr>
            <w:tcW w:w="3292"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060A95DD" w14:textId="77777777" w:rsidR="006D2923" w:rsidRPr="0042658C" w:rsidRDefault="006D2923" w:rsidP="006D2923">
            <w:pPr>
              <w:rPr>
                <w:rFonts w:cstheme="minorHAnsi"/>
              </w:rPr>
            </w:pPr>
          </w:p>
        </w:tc>
      </w:tr>
      <w:tr w:rsidR="006D2923" w:rsidRPr="0042658C" w14:paraId="22FF5659" w14:textId="77777777" w:rsidTr="00CC29C4">
        <w:trPr>
          <w:cantSplit/>
          <w:trHeight w:hRule="exact" w:val="326"/>
        </w:trPr>
        <w:tc>
          <w:tcPr>
            <w:tcW w:w="112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0155D251" w14:textId="77777777" w:rsidR="006D2923" w:rsidRPr="0042658C" w:rsidRDefault="006D2923" w:rsidP="006D2923">
            <w:pPr>
              <w:spacing w:after="0" w:line="240" w:lineRule="exact"/>
              <w:rPr>
                <w:rFonts w:eastAsia="Times New Roman" w:cstheme="minorHAnsi"/>
              </w:rPr>
            </w:pPr>
          </w:p>
          <w:p w14:paraId="5472271F" w14:textId="77777777" w:rsidR="006D2923" w:rsidRPr="0042658C" w:rsidRDefault="006D2923" w:rsidP="006D2923">
            <w:pPr>
              <w:spacing w:after="0" w:line="240" w:lineRule="exact"/>
              <w:rPr>
                <w:rFonts w:eastAsia="Times New Roman" w:cstheme="minorHAnsi"/>
              </w:rPr>
            </w:pPr>
          </w:p>
          <w:p w14:paraId="3A53A4DC" w14:textId="77777777" w:rsidR="006D2923" w:rsidRPr="0042658C" w:rsidRDefault="006D2923" w:rsidP="006D2923">
            <w:pPr>
              <w:spacing w:after="0" w:line="240" w:lineRule="exact"/>
              <w:rPr>
                <w:rFonts w:eastAsia="Times New Roman" w:cstheme="minorHAnsi"/>
              </w:rPr>
            </w:pPr>
          </w:p>
          <w:p w14:paraId="35E84DA3" w14:textId="77777777" w:rsidR="006D2923" w:rsidRPr="0042658C" w:rsidRDefault="006D2923" w:rsidP="006D2923">
            <w:pPr>
              <w:spacing w:after="17" w:line="180" w:lineRule="exact"/>
              <w:rPr>
                <w:rFonts w:eastAsia="Times New Roman" w:cstheme="minorHAnsi"/>
              </w:rPr>
            </w:pPr>
          </w:p>
          <w:p w14:paraId="2BF72528" w14:textId="77777777" w:rsidR="006D2923" w:rsidRPr="0042658C" w:rsidRDefault="006D2923" w:rsidP="006D2923">
            <w:pPr>
              <w:spacing w:after="0" w:line="240" w:lineRule="auto"/>
              <w:ind w:left="182"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3593930" w14:textId="6AB73677" w:rsidR="006D2923" w:rsidRPr="0042658C" w:rsidRDefault="006D2923" w:rsidP="006D2923">
            <w:pPr>
              <w:spacing w:before="70" w:after="0" w:line="232" w:lineRule="auto"/>
              <w:ind w:right="-20"/>
              <w:rPr>
                <w:rFonts w:eastAsia="Arial" w:cstheme="minorHAnsi"/>
                <w:color w:val="000000"/>
              </w:rPr>
            </w:pPr>
            <w:r w:rsidRPr="00F971BE">
              <w:t>issuance of performance guarantees</w:t>
            </w:r>
          </w:p>
        </w:tc>
        <w:tc>
          <w:tcPr>
            <w:tcW w:w="2385"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50F3AF1E" w14:textId="77777777" w:rsidR="006D2923" w:rsidRPr="0042658C" w:rsidRDefault="006D2923" w:rsidP="006D2923">
            <w:pPr>
              <w:spacing w:after="0" w:line="240" w:lineRule="exact"/>
              <w:rPr>
                <w:rFonts w:eastAsia="Times New Roman" w:cstheme="minorHAnsi"/>
              </w:rPr>
            </w:pPr>
          </w:p>
          <w:p w14:paraId="2F91F315" w14:textId="77777777" w:rsidR="006D2923" w:rsidRPr="0042658C" w:rsidRDefault="006D2923" w:rsidP="006D2923">
            <w:pPr>
              <w:spacing w:after="0" w:line="240" w:lineRule="exact"/>
              <w:rPr>
                <w:rFonts w:eastAsia="Times New Roman" w:cstheme="minorHAnsi"/>
              </w:rPr>
            </w:pPr>
          </w:p>
          <w:p w14:paraId="0D2736A9" w14:textId="77777777" w:rsidR="006D2923" w:rsidRPr="0042658C" w:rsidRDefault="006D2923" w:rsidP="006D2923">
            <w:pPr>
              <w:spacing w:after="13" w:line="160" w:lineRule="exact"/>
              <w:rPr>
                <w:rFonts w:eastAsia="Times New Roman" w:cstheme="minorHAnsi"/>
              </w:rPr>
            </w:pPr>
          </w:p>
          <w:p w14:paraId="61BCE65B" w14:textId="77777777" w:rsidR="00602D11" w:rsidRPr="00602D11" w:rsidRDefault="00602D11" w:rsidP="00602D11">
            <w:pPr>
              <w:spacing w:after="0" w:line="240" w:lineRule="auto"/>
              <w:ind w:right="36"/>
              <w:rPr>
                <w:rFonts w:eastAsia="Arial" w:cstheme="minorHAnsi"/>
                <w:color w:val="000000"/>
              </w:rPr>
            </w:pPr>
            <w:r w:rsidRPr="00602D11">
              <w:rPr>
                <w:rFonts w:eastAsia="Arial" w:cstheme="minorHAnsi"/>
                <w:color w:val="000000"/>
              </w:rPr>
              <w:t>up to 1% of the guarantee amount</w:t>
            </w:r>
          </w:p>
          <w:p w14:paraId="3468B68E" w14:textId="26DE2E91" w:rsidR="006D2923" w:rsidRPr="0042658C" w:rsidRDefault="00602D11" w:rsidP="00602D11">
            <w:pPr>
              <w:spacing w:after="0" w:line="240" w:lineRule="auto"/>
              <w:ind w:right="36"/>
              <w:rPr>
                <w:rFonts w:eastAsia="Arial" w:cstheme="minorHAnsi"/>
                <w:color w:val="000000"/>
              </w:rPr>
            </w:pPr>
            <w:r w:rsidRPr="00602D11">
              <w:rPr>
                <w:rFonts w:eastAsia="Arial" w:cstheme="minorHAnsi"/>
                <w:color w:val="000000"/>
              </w:rPr>
              <w:t>quarterly in advance</w:t>
            </w:r>
          </w:p>
        </w:tc>
        <w:tc>
          <w:tcPr>
            <w:tcW w:w="3292"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3030322A" w14:textId="77777777" w:rsidR="006D2923" w:rsidRPr="0042658C" w:rsidRDefault="006D2923" w:rsidP="006D2923">
            <w:pPr>
              <w:spacing w:after="0" w:line="240" w:lineRule="exact"/>
              <w:rPr>
                <w:rFonts w:eastAsia="Times New Roman" w:cstheme="minorHAnsi"/>
              </w:rPr>
            </w:pPr>
          </w:p>
          <w:p w14:paraId="44014129" w14:textId="77777777" w:rsidR="006D2923" w:rsidRPr="0042658C" w:rsidRDefault="006D2923" w:rsidP="006D2923">
            <w:pPr>
              <w:spacing w:after="0" w:line="240" w:lineRule="exact"/>
              <w:rPr>
                <w:rFonts w:eastAsia="Times New Roman" w:cstheme="minorHAnsi"/>
              </w:rPr>
            </w:pPr>
          </w:p>
          <w:p w14:paraId="7F2D9BCE" w14:textId="77777777" w:rsidR="006D2923" w:rsidRPr="0042658C" w:rsidRDefault="006D2923" w:rsidP="006D2923">
            <w:pPr>
              <w:spacing w:after="0" w:line="240" w:lineRule="exact"/>
              <w:rPr>
                <w:rFonts w:eastAsia="Times New Roman" w:cstheme="minorHAnsi"/>
              </w:rPr>
            </w:pPr>
          </w:p>
          <w:p w14:paraId="13BF2CD8" w14:textId="77777777" w:rsidR="006D2923" w:rsidRPr="0042658C" w:rsidRDefault="006D2923" w:rsidP="006D2923">
            <w:pPr>
              <w:spacing w:after="17" w:line="180" w:lineRule="exact"/>
              <w:rPr>
                <w:rFonts w:eastAsia="Times New Roman" w:cstheme="minorHAnsi"/>
              </w:rPr>
            </w:pPr>
          </w:p>
          <w:p w14:paraId="28280973" w14:textId="70B30B85" w:rsidR="006D2923" w:rsidRPr="0042658C" w:rsidRDefault="006D2923" w:rsidP="006D2923">
            <w:pPr>
              <w:spacing w:after="0" w:line="240" w:lineRule="auto"/>
              <w:ind w:left="1308" w:right="-20"/>
              <w:rPr>
                <w:rFonts w:eastAsia="Arial" w:cstheme="minorHAnsi"/>
                <w:color w:val="000000"/>
              </w:rPr>
            </w:pPr>
            <w:r w:rsidRPr="0042658C">
              <w:rPr>
                <w:rFonts w:eastAsia="Arial" w:cstheme="minorHAnsi"/>
                <w:color w:val="000000"/>
              </w:rPr>
              <w:t>mi</w:t>
            </w:r>
            <w:r w:rsidRPr="0042658C">
              <w:rPr>
                <w:rFonts w:eastAsia="Arial" w:cstheme="minorHAnsi"/>
                <w:color w:val="000000"/>
                <w:spacing w:val="-1"/>
              </w:rPr>
              <w:t>n</w:t>
            </w:r>
            <w:r w:rsidRPr="0042658C">
              <w:rPr>
                <w:rFonts w:eastAsia="Arial" w:cstheme="minorHAnsi"/>
                <w:color w:val="000000"/>
              </w:rPr>
              <w:t xml:space="preserve">. </w:t>
            </w:r>
            <w:r w:rsidR="00602D11">
              <w:rPr>
                <w:rFonts w:eastAsia="Arial" w:cstheme="minorHAnsi"/>
                <w:color w:val="000000"/>
              </w:rPr>
              <w:t xml:space="preserve">RSD </w:t>
            </w:r>
            <w:r w:rsidRPr="0042658C">
              <w:rPr>
                <w:rFonts w:eastAsia="Arial" w:cstheme="minorHAnsi"/>
                <w:color w:val="000000"/>
              </w:rPr>
              <w:t>3</w:t>
            </w:r>
            <w:r w:rsidR="00602D1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60F0DB7B" w14:textId="77777777" w:rsidTr="00CC29C4">
        <w:trPr>
          <w:cantSplit/>
          <w:trHeight w:hRule="exact" w:val="326"/>
        </w:trPr>
        <w:tc>
          <w:tcPr>
            <w:tcW w:w="1128" w:type="dxa"/>
            <w:vMerge/>
            <w:tcBorders>
              <w:left w:val="single" w:sz="7" w:space="0" w:color="000000"/>
              <w:right w:val="single" w:sz="7" w:space="0" w:color="000000"/>
            </w:tcBorders>
            <w:tcMar>
              <w:top w:w="0" w:type="dxa"/>
              <w:left w:w="0" w:type="dxa"/>
              <w:bottom w:w="0" w:type="dxa"/>
              <w:right w:w="0" w:type="dxa"/>
            </w:tcMar>
          </w:tcPr>
          <w:p w14:paraId="38A05871"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6DC528" w14:textId="5CE5FAAE" w:rsidR="006D2923" w:rsidRPr="0042658C" w:rsidRDefault="006D2923" w:rsidP="006D2923">
            <w:pPr>
              <w:spacing w:before="70" w:after="0" w:line="232" w:lineRule="auto"/>
              <w:ind w:right="-20"/>
              <w:rPr>
                <w:rFonts w:eastAsia="Arial" w:cstheme="minorHAnsi"/>
                <w:color w:val="000000"/>
              </w:rPr>
            </w:pPr>
            <w:r w:rsidRPr="00F971BE">
              <w:t>guarantee for participation in the auctions</w:t>
            </w:r>
          </w:p>
        </w:tc>
        <w:tc>
          <w:tcPr>
            <w:tcW w:w="2385" w:type="dxa"/>
            <w:vMerge/>
            <w:tcBorders>
              <w:left w:val="single" w:sz="7" w:space="0" w:color="000000"/>
              <w:right w:val="single" w:sz="7" w:space="0" w:color="000000"/>
            </w:tcBorders>
            <w:tcMar>
              <w:top w:w="0" w:type="dxa"/>
              <w:left w:w="0" w:type="dxa"/>
              <w:bottom w:w="0" w:type="dxa"/>
              <w:right w:w="0" w:type="dxa"/>
            </w:tcMar>
          </w:tcPr>
          <w:p w14:paraId="60319520"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6932E7BB" w14:textId="77777777" w:rsidR="006D2923" w:rsidRPr="0042658C" w:rsidRDefault="006D2923" w:rsidP="006D2923">
            <w:pPr>
              <w:rPr>
                <w:rFonts w:cstheme="minorHAnsi"/>
              </w:rPr>
            </w:pPr>
          </w:p>
        </w:tc>
      </w:tr>
      <w:tr w:rsidR="006D2923" w:rsidRPr="0042658C" w14:paraId="1ADC3E52" w14:textId="77777777" w:rsidTr="00CC29C4">
        <w:trPr>
          <w:cantSplit/>
          <w:trHeight w:hRule="exact" w:val="391"/>
        </w:trPr>
        <w:tc>
          <w:tcPr>
            <w:tcW w:w="1128" w:type="dxa"/>
            <w:vMerge/>
            <w:tcBorders>
              <w:left w:val="single" w:sz="7" w:space="0" w:color="000000"/>
              <w:right w:val="single" w:sz="7" w:space="0" w:color="000000"/>
            </w:tcBorders>
            <w:tcMar>
              <w:top w:w="0" w:type="dxa"/>
              <w:left w:w="0" w:type="dxa"/>
              <w:bottom w:w="0" w:type="dxa"/>
              <w:right w:w="0" w:type="dxa"/>
            </w:tcMar>
          </w:tcPr>
          <w:p w14:paraId="1320E2C4"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FA82DF3" w14:textId="01477318" w:rsidR="006D2923" w:rsidRPr="0042658C" w:rsidRDefault="006D2923" w:rsidP="006D2923">
            <w:pPr>
              <w:spacing w:before="70" w:after="0" w:line="240" w:lineRule="auto"/>
              <w:ind w:right="-20"/>
              <w:rPr>
                <w:rFonts w:eastAsia="Arial" w:cstheme="minorHAnsi"/>
                <w:color w:val="000000"/>
              </w:rPr>
            </w:pPr>
            <w:r w:rsidRPr="00F971BE">
              <w:t>advance refund guarantee</w:t>
            </w:r>
          </w:p>
        </w:tc>
        <w:tc>
          <w:tcPr>
            <w:tcW w:w="2385" w:type="dxa"/>
            <w:vMerge/>
            <w:tcBorders>
              <w:left w:val="single" w:sz="7" w:space="0" w:color="000000"/>
              <w:right w:val="single" w:sz="7" w:space="0" w:color="000000"/>
            </w:tcBorders>
            <w:tcMar>
              <w:top w:w="0" w:type="dxa"/>
              <w:left w:w="0" w:type="dxa"/>
              <w:bottom w:w="0" w:type="dxa"/>
              <w:right w:w="0" w:type="dxa"/>
            </w:tcMar>
          </w:tcPr>
          <w:p w14:paraId="21F7BEB0"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385B1FB5" w14:textId="77777777" w:rsidR="006D2923" w:rsidRPr="0042658C" w:rsidRDefault="006D2923" w:rsidP="006D2923">
            <w:pPr>
              <w:rPr>
                <w:rFonts w:cstheme="minorHAnsi"/>
              </w:rPr>
            </w:pPr>
          </w:p>
        </w:tc>
      </w:tr>
      <w:tr w:rsidR="006D2923" w:rsidRPr="0042658C" w14:paraId="403FB092" w14:textId="77777777" w:rsidTr="00CC29C4">
        <w:trPr>
          <w:cantSplit/>
          <w:trHeight w:hRule="exact" w:val="326"/>
        </w:trPr>
        <w:tc>
          <w:tcPr>
            <w:tcW w:w="1128" w:type="dxa"/>
            <w:vMerge/>
            <w:tcBorders>
              <w:left w:val="single" w:sz="7" w:space="0" w:color="000000"/>
              <w:right w:val="single" w:sz="7" w:space="0" w:color="000000"/>
            </w:tcBorders>
            <w:tcMar>
              <w:top w:w="0" w:type="dxa"/>
              <w:left w:w="0" w:type="dxa"/>
              <w:bottom w:w="0" w:type="dxa"/>
              <w:right w:w="0" w:type="dxa"/>
            </w:tcMar>
          </w:tcPr>
          <w:p w14:paraId="0E4F81EB"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37DBB5" w14:textId="6A002E8F" w:rsidR="006D2923" w:rsidRPr="0042658C" w:rsidRDefault="006D2923" w:rsidP="006D2923">
            <w:pPr>
              <w:spacing w:before="67" w:after="0" w:line="234" w:lineRule="auto"/>
              <w:ind w:right="-20"/>
              <w:rPr>
                <w:rFonts w:eastAsia="Arial" w:cstheme="minorHAnsi"/>
                <w:color w:val="000000"/>
              </w:rPr>
            </w:pPr>
            <w:r w:rsidRPr="00F971BE">
              <w:t>a guarantee for good performance</w:t>
            </w:r>
          </w:p>
        </w:tc>
        <w:tc>
          <w:tcPr>
            <w:tcW w:w="2385" w:type="dxa"/>
            <w:vMerge/>
            <w:tcBorders>
              <w:left w:val="single" w:sz="7" w:space="0" w:color="000000"/>
              <w:right w:val="single" w:sz="7" w:space="0" w:color="000000"/>
            </w:tcBorders>
            <w:tcMar>
              <w:top w:w="0" w:type="dxa"/>
              <w:left w:w="0" w:type="dxa"/>
              <w:bottom w:w="0" w:type="dxa"/>
              <w:right w:w="0" w:type="dxa"/>
            </w:tcMar>
          </w:tcPr>
          <w:p w14:paraId="48F45F3B"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61F64847" w14:textId="77777777" w:rsidR="006D2923" w:rsidRPr="0042658C" w:rsidRDefault="006D2923" w:rsidP="006D2923">
            <w:pPr>
              <w:rPr>
                <w:rFonts w:cstheme="minorHAnsi"/>
              </w:rPr>
            </w:pPr>
          </w:p>
        </w:tc>
      </w:tr>
      <w:tr w:rsidR="006D2923" w:rsidRPr="0042658C" w14:paraId="16596C53" w14:textId="77777777" w:rsidTr="00CC29C4">
        <w:trPr>
          <w:cantSplit/>
          <w:trHeight w:hRule="exact" w:val="326"/>
        </w:trPr>
        <w:tc>
          <w:tcPr>
            <w:tcW w:w="1128" w:type="dxa"/>
            <w:vMerge/>
            <w:tcBorders>
              <w:left w:val="single" w:sz="7" w:space="0" w:color="000000"/>
              <w:right w:val="single" w:sz="7" w:space="0" w:color="000000"/>
            </w:tcBorders>
            <w:tcMar>
              <w:top w:w="0" w:type="dxa"/>
              <w:left w:w="0" w:type="dxa"/>
              <w:bottom w:w="0" w:type="dxa"/>
              <w:right w:w="0" w:type="dxa"/>
            </w:tcMar>
          </w:tcPr>
          <w:p w14:paraId="6665B6A4"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1C971B" w14:textId="3DA2F4BD" w:rsidR="006D2923" w:rsidRPr="0042658C" w:rsidRDefault="006D2923" w:rsidP="006D2923">
            <w:pPr>
              <w:spacing w:before="67" w:after="0" w:line="234" w:lineRule="auto"/>
              <w:ind w:right="-20"/>
              <w:rPr>
                <w:rFonts w:eastAsia="Arial" w:cstheme="minorHAnsi"/>
                <w:color w:val="000000"/>
              </w:rPr>
            </w:pPr>
            <w:r w:rsidRPr="00F971BE">
              <w:t>guarantee for the quality of work performed within the warranty period</w:t>
            </w:r>
          </w:p>
        </w:tc>
        <w:tc>
          <w:tcPr>
            <w:tcW w:w="2385" w:type="dxa"/>
            <w:vMerge/>
            <w:tcBorders>
              <w:left w:val="single" w:sz="7" w:space="0" w:color="000000"/>
              <w:right w:val="single" w:sz="7" w:space="0" w:color="000000"/>
            </w:tcBorders>
            <w:tcMar>
              <w:top w:w="0" w:type="dxa"/>
              <w:left w:w="0" w:type="dxa"/>
              <w:bottom w:w="0" w:type="dxa"/>
              <w:right w:w="0" w:type="dxa"/>
            </w:tcMar>
          </w:tcPr>
          <w:p w14:paraId="4EDDC55E" w14:textId="77777777" w:rsidR="006D2923" w:rsidRPr="0042658C" w:rsidRDefault="006D2923" w:rsidP="006D2923">
            <w:pPr>
              <w:rPr>
                <w:rFonts w:cstheme="minorHAnsi"/>
              </w:rPr>
            </w:pPr>
          </w:p>
        </w:tc>
        <w:tc>
          <w:tcPr>
            <w:tcW w:w="3292" w:type="dxa"/>
            <w:vMerge/>
            <w:tcBorders>
              <w:left w:val="single" w:sz="7" w:space="0" w:color="000000"/>
              <w:right w:val="single" w:sz="7" w:space="0" w:color="000000"/>
            </w:tcBorders>
            <w:tcMar>
              <w:top w:w="0" w:type="dxa"/>
              <w:left w:w="0" w:type="dxa"/>
              <w:bottom w:w="0" w:type="dxa"/>
              <w:right w:w="0" w:type="dxa"/>
            </w:tcMar>
          </w:tcPr>
          <w:p w14:paraId="2CE989D5" w14:textId="77777777" w:rsidR="006D2923" w:rsidRPr="0042658C" w:rsidRDefault="006D2923" w:rsidP="006D2923">
            <w:pPr>
              <w:rPr>
                <w:rFonts w:cstheme="minorHAnsi"/>
              </w:rPr>
            </w:pPr>
          </w:p>
        </w:tc>
      </w:tr>
      <w:tr w:rsidR="006D2923" w:rsidRPr="0042658C" w14:paraId="7EFC96F5" w14:textId="77777777" w:rsidTr="00CC29C4">
        <w:trPr>
          <w:cantSplit/>
          <w:trHeight w:hRule="exact" w:val="326"/>
        </w:trPr>
        <w:tc>
          <w:tcPr>
            <w:tcW w:w="1128"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F9D6B9D" w14:textId="77777777" w:rsidR="006D2923" w:rsidRPr="0042658C" w:rsidRDefault="006D2923" w:rsidP="006D2923">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366078" w14:textId="56C37860" w:rsidR="006D2923" w:rsidRPr="0042658C" w:rsidRDefault="006D2923" w:rsidP="006D2923">
            <w:pPr>
              <w:spacing w:before="67" w:after="0" w:line="234" w:lineRule="auto"/>
              <w:ind w:right="-20"/>
              <w:rPr>
                <w:rFonts w:eastAsia="Arial" w:cstheme="minorHAnsi"/>
                <w:color w:val="000000"/>
              </w:rPr>
            </w:pPr>
            <w:r w:rsidRPr="00F971BE">
              <w:t>other guarantees</w:t>
            </w:r>
          </w:p>
        </w:tc>
        <w:tc>
          <w:tcPr>
            <w:tcW w:w="2385"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221FADF1" w14:textId="77777777" w:rsidR="006D2923" w:rsidRPr="0042658C" w:rsidRDefault="006D2923" w:rsidP="006D2923">
            <w:pPr>
              <w:rPr>
                <w:rFonts w:cstheme="minorHAnsi"/>
              </w:rPr>
            </w:pPr>
          </w:p>
        </w:tc>
        <w:tc>
          <w:tcPr>
            <w:tcW w:w="3292"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3460C1EE" w14:textId="77777777" w:rsidR="006D2923" w:rsidRPr="0042658C" w:rsidRDefault="006D2923" w:rsidP="006D2923">
            <w:pPr>
              <w:rPr>
                <w:rFonts w:cstheme="minorHAnsi"/>
              </w:rPr>
            </w:pPr>
          </w:p>
        </w:tc>
      </w:tr>
      <w:tr w:rsidR="006D2923" w:rsidRPr="0042658C" w14:paraId="1BED8405" w14:textId="77777777" w:rsidTr="00CC29C4">
        <w:trPr>
          <w:cantSplit/>
          <w:trHeight w:hRule="exact" w:val="326"/>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B382A7E" w14:textId="77777777" w:rsidR="006D2923" w:rsidRPr="0042658C" w:rsidRDefault="006D2923" w:rsidP="006D2923">
            <w:pPr>
              <w:spacing w:before="67" w:after="0" w:line="234"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.3.</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C2F66B" w14:textId="774DF368" w:rsidR="006D2923" w:rsidRPr="0042658C" w:rsidRDefault="006D2923" w:rsidP="006D2923">
            <w:pPr>
              <w:spacing w:before="67" w:after="0" w:line="234" w:lineRule="auto"/>
              <w:ind w:right="-20"/>
              <w:rPr>
                <w:rFonts w:eastAsia="Arial" w:cstheme="minorHAnsi"/>
                <w:color w:val="000000"/>
              </w:rPr>
            </w:pPr>
            <w:r w:rsidRPr="00F971BE">
              <w:t>issuance of letters of intent to issue guarantees to domestic and foreign legal entities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6744E1F" w14:textId="77777777" w:rsidR="006D2923" w:rsidRPr="0042658C" w:rsidRDefault="006D2923" w:rsidP="006D2923">
            <w:pPr>
              <w:spacing w:before="67" w:after="0" w:line="234" w:lineRule="auto"/>
              <w:ind w:left="254" w:right="-20"/>
              <w:rPr>
                <w:rFonts w:eastAsia="Arial" w:cstheme="minorHAnsi"/>
                <w:color w:val="000000"/>
              </w:rPr>
            </w:pPr>
            <w:r w:rsidRPr="0042658C">
              <w:rPr>
                <w:rFonts w:eastAsia="Arial" w:cstheme="minorHAnsi"/>
                <w:color w:val="000000"/>
              </w:rPr>
              <w:t>min</w:t>
            </w:r>
            <w:r w:rsidRPr="0042658C">
              <w:rPr>
                <w:rFonts w:eastAsia="Arial" w:cstheme="minorHAnsi"/>
                <w:color w:val="000000"/>
                <w:spacing w:val="-1"/>
              </w:rPr>
              <w:t xml:space="preserve"> </w:t>
            </w:r>
            <w:r w:rsidRPr="0042658C">
              <w:rPr>
                <w:rFonts w:eastAsia="Arial" w:cstheme="minorHAnsi"/>
                <w:color w:val="000000"/>
              </w:rPr>
              <w:t>5.</w:t>
            </w:r>
            <w:r w:rsidRPr="0042658C">
              <w:rPr>
                <w:rFonts w:eastAsia="Arial" w:cstheme="minorHAnsi"/>
                <w:color w:val="000000"/>
                <w:spacing w:val="-1"/>
              </w:rPr>
              <w:t>000</w:t>
            </w:r>
            <w:r w:rsidRPr="0042658C">
              <w:rPr>
                <w:rFonts w:eastAsia="Arial" w:cstheme="minorHAnsi"/>
                <w:color w:val="000000"/>
              </w:rPr>
              <w:t>,00</w:t>
            </w:r>
            <w:r w:rsidRPr="0042658C">
              <w:rPr>
                <w:rFonts w:eastAsia="Arial" w:cstheme="minorHAnsi"/>
                <w:color w:val="000000"/>
                <w:spacing w:val="-1"/>
              </w:rPr>
              <w:t xml:space="preserve"> </w:t>
            </w:r>
            <w:r w:rsidRPr="0042658C">
              <w:rPr>
                <w:rFonts w:eastAsia="Arial" w:cstheme="minorHAnsi"/>
                <w:color w:val="000000"/>
              </w:rPr>
              <w:t>RSD</w:t>
            </w:r>
          </w:p>
        </w:tc>
        <w:tc>
          <w:tcPr>
            <w:tcW w:w="32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6E5E0CA" w14:textId="58A85781" w:rsidR="006D2923" w:rsidRPr="0042658C" w:rsidRDefault="006D2923" w:rsidP="006D2923">
            <w:pPr>
              <w:spacing w:before="67" w:after="0" w:line="234" w:lineRule="auto"/>
              <w:ind w:left="1359" w:right="-20"/>
              <w:rPr>
                <w:rFonts w:eastAsia="Arial" w:cstheme="minorHAnsi"/>
                <w:color w:val="000000"/>
              </w:rPr>
            </w:pPr>
            <w:r w:rsidRPr="0042658C">
              <w:rPr>
                <w:rFonts w:eastAsia="Arial" w:cstheme="minorHAnsi"/>
                <w:color w:val="000000"/>
              </w:rPr>
              <w:t>do</w:t>
            </w:r>
            <w:r w:rsidRPr="0042658C">
              <w:rPr>
                <w:rFonts w:eastAsia="Arial" w:cstheme="minorHAnsi"/>
                <w:color w:val="000000"/>
                <w:spacing w:val="-1"/>
              </w:rPr>
              <w:t xml:space="preserve"> </w:t>
            </w:r>
            <w:r w:rsidR="00602D11">
              <w:rPr>
                <w:rFonts w:eastAsia="Arial" w:cstheme="minorHAnsi"/>
                <w:color w:val="000000"/>
                <w:spacing w:val="-1"/>
              </w:rPr>
              <w:t xml:space="preserve">RSD </w:t>
            </w:r>
            <w:r w:rsidRPr="0042658C">
              <w:rPr>
                <w:rFonts w:eastAsia="Arial" w:cstheme="minorHAnsi"/>
                <w:color w:val="000000"/>
                <w:spacing w:val="-1"/>
              </w:rPr>
              <w:t>30</w:t>
            </w:r>
            <w:r w:rsidR="00602D11">
              <w:rPr>
                <w:rFonts w:eastAsia="Arial" w:cstheme="minorHAnsi"/>
                <w:color w:val="000000"/>
              </w:rPr>
              <w:t>,</w:t>
            </w:r>
            <w:r w:rsidRPr="0042658C">
              <w:rPr>
                <w:rFonts w:eastAsia="Arial" w:cstheme="minorHAnsi"/>
                <w:color w:val="000000"/>
              </w:rPr>
              <w:t>0</w:t>
            </w:r>
            <w:r w:rsidRPr="0042658C">
              <w:rPr>
                <w:rFonts w:eastAsia="Arial" w:cstheme="minorHAnsi"/>
                <w:color w:val="000000"/>
                <w:spacing w:val="-1"/>
              </w:rPr>
              <w:t>00</w:t>
            </w:r>
            <w:r w:rsidR="00602D11">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6D2923" w:rsidRPr="0042658C" w14:paraId="48444CB1" w14:textId="77777777" w:rsidTr="00CC29C4">
        <w:trPr>
          <w:cantSplit/>
          <w:trHeight w:hRule="exact" w:val="327"/>
        </w:trPr>
        <w:tc>
          <w:tcPr>
            <w:tcW w:w="957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1EE771B" w14:textId="01AB992C" w:rsidR="006D2923" w:rsidRPr="0042658C" w:rsidRDefault="006D2923" w:rsidP="006D2923">
            <w:pPr>
              <w:spacing w:before="70"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.4.</w:t>
            </w:r>
            <w:r w:rsidRPr="0042658C">
              <w:rPr>
                <w:rFonts w:eastAsia="Arial" w:cstheme="minorHAnsi"/>
                <w:color w:val="000000"/>
                <w:spacing w:val="167"/>
              </w:rPr>
              <w:t xml:space="preserve"> </w:t>
            </w:r>
            <w:r w:rsidRPr="00CC29C4">
              <w:rPr>
                <w:rFonts w:eastAsia="Arial" w:cstheme="minorHAnsi"/>
                <w:color w:val="000000"/>
              </w:rPr>
              <w:t>Compensation cancellation fee / letter o</w:t>
            </w:r>
            <w:r>
              <w:rPr>
                <w:rFonts w:eastAsia="Arial" w:cstheme="minorHAnsi"/>
                <w:color w:val="000000"/>
              </w:rPr>
              <w:t>n</w:t>
            </w:r>
            <w:r w:rsidRPr="00CC29C4">
              <w:rPr>
                <w:rFonts w:eastAsia="Arial" w:cstheme="minorHAnsi"/>
                <w:color w:val="000000"/>
              </w:rPr>
              <w:t xml:space="preserve"> intent</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45BFEA2" w14:textId="422F6697" w:rsidR="006D2923" w:rsidRPr="0042658C" w:rsidRDefault="00602D11" w:rsidP="006D2923">
            <w:pPr>
              <w:spacing w:before="70" w:after="0" w:line="232" w:lineRule="auto"/>
              <w:ind w:left="4066" w:right="-20"/>
              <w:rPr>
                <w:rFonts w:eastAsia="Arial" w:cstheme="minorHAnsi"/>
                <w:color w:val="000000"/>
              </w:rPr>
            </w:pPr>
            <w:r>
              <w:t xml:space="preserve">RSD </w:t>
            </w:r>
            <w:r w:rsidR="006D2923">
              <w:t>10</w:t>
            </w:r>
            <w:r>
              <w:t>,</w:t>
            </w:r>
            <w:r w:rsidR="006D2923">
              <w:t xml:space="preserve">000.00 </w:t>
            </w:r>
            <w:r w:rsidR="006D2923" w:rsidRPr="00F971BE">
              <w:t>Compensation cancellation fee / letter on intent</w:t>
            </w:r>
          </w:p>
        </w:tc>
      </w:tr>
    </w:tbl>
    <w:p w14:paraId="5FF39027" w14:textId="77777777" w:rsidR="004C563B" w:rsidRPr="0042658C" w:rsidRDefault="004C563B">
      <w:pPr>
        <w:rPr>
          <w:rFonts w:cstheme="minorHAnsi"/>
        </w:rPr>
        <w:sectPr w:rsidR="004C563B" w:rsidRPr="0042658C">
          <w:pgSz w:w="16838" w:h="11904" w:orient="landscape"/>
          <w:pgMar w:top="304" w:right="401" w:bottom="655" w:left="998" w:header="720" w:footer="720" w:gutter="0"/>
          <w:cols w:space="708"/>
        </w:sectPr>
      </w:pPr>
    </w:p>
    <w:p w14:paraId="1DEE0A54" w14:textId="49665755"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59776" behindDoc="1" locked="0" layoutInCell="0" allowOverlap="1" wp14:anchorId="319DA884" wp14:editId="0856ABF8">
                <wp:simplePos x="0" y="0"/>
                <wp:positionH relativeFrom="page">
                  <wp:posOffset>10297414</wp:posOffset>
                </wp:positionH>
                <wp:positionV relativeFrom="paragraph">
                  <wp:posOffset>121870</wp:posOffset>
                </wp:positionV>
                <wp:extent cx="33796" cy="162780"/>
                <wp:effectExtent l="0" t="0" r="0" b="0"/>
                <wp:wrapNone/>
                <wp:docPr id="24" name="drawingObject24"/>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691FB4C9"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319DA884" id="drawingObject24" o:spid="_x0000_s1037" type="#_x0000_t202" style="position:absolute;left:0;text-align:left;margin-left:810.8pt;margin-top:9.6pt;width:2.65pt;height:12.8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" o:allowincell="f" filled="f" stroked="f">
                <v:textbox style="mso-fit-shape-to-text:t" inset="0,0,0,0">
                  <w:txbxContent>
                    <w:p w14:paraId="691FB4C9"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500EF582" w14:textId="77777777" w:rsidR="004C563B" w:rsidRPr="0042658C" w:rsidRDefault="004C563B">
      <w:pPr>
        <w:spacing w:after="0" w:line="240" w:lineRule="exact"/>
        <w:rPr>
          <w:rFonts w:eastAsia="Calibri" w:cstheme="minorHAnsi"/>
          <w:w w:val="96"/>
        </w:rPr>
      </w:pPr>
    </w:p>
    <w:p w14:paraId="68ED5085" w14:textId="77777777" w:rsidR="004C563B" w:rsidRPr="0042658C" w:rsidRDefault="004C563B">
      <w:pPr>
        <w:spacing w:after="14" w:line="1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8451"/>
        <w:gridCol w:w="3331"/>
        <w:gridCol w:w="2346"/>
      </w:tblGrid>
      <w:tr w:rsidR="004C563B" w:rsidRPr="0042658C" w14:paraId="1C0C1151" w14:textId="77777777" w:rsidTr="00050823">
        <w:trPr>
          <w:cantSplit/>
          <w:trHeight w:hRule="exact" w:val="3322"/>
        </w:trPr>
        <w:tc>
          <w:tcPr>
            <w:tcW w:w="15256" w:type="dxa"/>
            <w:gridSpan w:val="4"/>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5256"/>
            </w:tblGrid>
            <w:tr w:rsidR="00050823" w:rsidRPr="0042658C" w14:paraId="2D85B446" w14:textId="77777777" w:rsidTr="00A543E7">
              <w:trPr>
                <w:cantSplit/>
                <w:trHeight w:hRule="exact" w:val="480"/>
              </w:trPr>
              <w:tc>
                <w:tcPr>
                  <w:tcW w:w="1525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DBB398" w14:textId="77777777" w:rsidR="00050823" w:rsidRPr="0042658C" w:rsidRDefault="00050823" w:rsidP="00050823">
                  <w:pPr>
                    <w:spacing w:before="70" w:after="0" w:line="240" w:lineRule="auto"/>
                    <w:ind w:left="43" w:right="-20"/>
                    <w:rPr>
                      <w:rFonts w:eastAsia="Arial" w:cstheme="minorHAnsi"/>
                      <w:b/>
                      <w:bCs/>
                      <w:color w:val="000000"/>
                    </w:rPr>
                  </w:pPr>
                  <w:r>
                    <w:rPr>
                      <w:rFonts w:eastAsia="Arial" w:cstheme="minorHAnsi"/>
                      <w:b/>
                      <w:bCs/>
                      <w:color w:val="000000"/>
                    </w:rPr>
                    <w:t>NOTES RELATED TO TARIFF PARAGRAPHS</w:t>
                  </w:r>
                  <w:r w:rsidRPr="0042658C">
                    <w:rPr>
                      <w:rFonts w:eastAsia="Arial" w:cstheme="minorHAnsi"/>
                      <w:color w:val="000000"/>
                      <w:spacing w:val="-1"/>
                    </w:rPr>
                    <w:t xml:space="preserve"> </w:t>
                  </w:r>
                  <w:r w:rsidRPr="0042658C">
                    <w:rPr>
                      <w:rFonts w:eastAsia="Arial" w:cstheme="minorHAnsi"/>
                      <w:b/>
                      <w:bCs/>
                      <w:color w:val="000000"/>
                    </w:rPr>
                    <w:t>(</w:t>
                  </w:r>
                  <w:r w:rsidRPr="0042658C">
                    <w:rPr>
                      <w:rFonts w:eastAsia="Arial" w:cstheme="minorHAnsi"/>
                      <w:b/>
                      <w:bCs/>
                      <w:color w:val="000000"/>
                      <w:spacing w:val="-1"/>
                    </w:rPr>
                    <w:t>1</w:t>
                  </w:r>
                  <w:r w:rsidRPr="0042658C">
                    <w:rPr>
                      <w:rFonts w:eastAsia="Arial" w:cstheme="minorHAnsi"/>
                      <w:b/>
                      <w:bCs/>
                      <w:color w:val="000000"/>
                    </w:rPr>
                    <w:t>.</w:t>
                  </w:r>
                  <w:r w:rsidRPr="0042658C">
                    <w:rPr>
                      <w:rFonts w:eastAsia="Arial" w:cstheme="minorHAnsi"/>
                      <w:b/>
                      <w:bCs/>
                      <w:color w:val="000000"/>
                      <w:spacing w:val="-1"/>
                    </w:rPr>
                    <w:t>1</w:t>
                  </w:r>
                  <w:r w:rsidRPr="0042658C">
                    <w:rPr>
                      <w:rFonts w:eastAsia="Arial" w:cstheme="minorHAnsi"/>
                      <w:b/>
                      <w:bCs/>
                      <w:color w:val="000000"/>
                    </w:rPr>
                    <w:t>.</w:t>
                  </w:r>
                  <w:r w:rsidRPr="0042658C">
                    <w:rPr>
                      <w:rFonts w:eastAsia="Arial" w:cstheme="minorHAnsi"/>
                      <w:color w:val="000000"/>
                      <w:spacing w:val="4"/>
                    </w:rPr>
                    <w:t xml:space="preserve"> </w:t>
                  </w:r>
                  <w:r w:rsidRPr="0042658C">
                    <w:rPr>
                      <w:rFonts w:eastAsia="Arial" w:cstheme="minorHAnsi"/>
                      <w:b/>
                      <w:bCs/>
                      <w:color w:val="000000"/>
                    </w:rPr>
                    <w:t>-</w:t>
                  </w:r>
                  <w:r w:rsidRPr="0042658C">
                    <w:rPr>
                      <w:rFonts w:eastAsia="Arial" w:cstheme="minorHAnsi"/>
                      <w:color w:val="000000"/>
                      <w:spacing w:val="-1"/>
                    </w:rPr>
                    <w:t xml:space="preserve"> </w:t>
                  </w:r>
                  <w:r w:rsidRPr="0042658C">
                    <w:rPr>
                      <w:rFonts w:eastAsia="Arial" w:cstheme="minorHAnsi"/>
                      <w:b/>
                      <w:bCs/>
                      <w:color w:val="000000"/>
                      <w:spacing w:val="-1"/>
                    </w:rPr>
                    <w:t>1.3</w:t>
                  </w:r>
                  <w:r w:rsidRPr="0042658C">
                    <w:rPr>
                      <w:rFonts w:eastAsia="Arial" w:cstheme="minorHAnsi"/>
                      <w:b/>
                      <w:bCs/>
                      <w:color w:val="000000"/>
                    </w:rPr>
                    <w:t>.)</w:t>
                  </w:r>
                </w:p>
              </w:tc>
            </w:tr>
            <w:tr w:rsidR="00050823" w:rsidRPr="0042658C" w14:paraId="3AD9AD17" w14:textId="77777777" w:rsidTr="00A543E7">
              <w:trPr>
                <w:cantSplit/>
                <w:trHeight w:hRule="exact" w:val="3125"/>
              </w:trPr>
              <w:tc>
                <w:tcPr>
                  <w:tcW w:w="1525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61A40A" w14:textId="77777777" w:rsidR="00050823" w:rsidRPr="0042658C" w:rsidRDefault="00050823" w:rsidP="00050823">
                  <w:pPr>
                    <w:spacing w:after="0" w:line="240" w:lineRule="exact"/>
                    <w:rPr>
                      <w:rFonts w:eastAsia="Times New Roman" w:cstheme="minorHAnsi"/>
                    </w:rPr>
                  </w:pPr>
                </w:p>
                <w:p w14:paraId="25DEFFD5" w14:textId="77777777" w:rsidR="00050823" w:rsidRPr="006D2923" w:rsidRDefault="00050823" w:rsidP="00050823">
                  <w:pPr>
                    <w:spacing w:after="0" w:line="267" w:lineRule="auto"/>
                    <w:ind w:right="37"/>
                    <w:rPr>
                      <w:rFonts w:eastAsia="Arial" w:cstheme="minorHAnsi"/>
                      <w:color w:val="000000"/>
                      <w:w w:val="101"/>
                    </w:rPr>
                  </w:pPr>
                  <w:r w:rsidRPr="006D2923">
                    <w:rPr>
                      <w:rFonts w:eastAsia="Arial" w:cstheme="minorHAnsi"/>
                      <w:color w:val="000000"/>
                      <w:w w:val="101"/>
                    </w:rPr>
                    <w:t xml:space="preserve">According to the degree of risk, a special arrangement commission in the amount of 0.50% -5% (one-time payment) can be agreed. When issuing a nostro guarantee without cover, in case the confirmation of a foreign bank is conditioned by making a deposit, the Bank will calculate and charge the </w:t>
                  </w:r>
                  <w:r>
                    <w:rPr>
                      <w:rFonts w:eastAsia="Arial" w:cstheme="minorHAnsi"/>
                      <w:color w:val="000000"/>
                      <w:w w:val="101"/>
                    </w:rPr>
                    <w:t>RSD</w:t>
                  </w:r>
                  <w:r w:rsidRPr="006D2923">
                    <w:rPr>
                      <w:rFonts w:eastAsia="Arial" w:cstheme="minorHAnsi"/>
                      <w:color w:val="000000"/>
                      <w:w w:val="101"/>
                    </w:rPr>
                    <w:t xml:space="preserve"> equivalent of the interest it would earn by placing a foreign currency deposit in the same amount and for the same period under market conditions.</w:t>
                  </w:r>
                </w:p>
                <w:p w14:paraId="77094CF1" w14:textId="77777777" w:rsidR="00050823" w:rsidRPr="0042658C" w:rsidRDefault="00050823" w:rsidP="00050823">
                  <w:pPr>
                    <w:spacing w:after="0" w:line="242" w:lineRule="auto"/>
                    <w:ind w:right="309"/>
                    <w:rPr>
                      <w:rFonts w:eastAsia="Arial" w:cstheme="minorHAnsi"/>
                      <w:color w:val="000000"/>
                      <w:w w:val="101"/>
                    </w:rPr>
                  </w:pPr>
                  <w:r w:rsidRPr="006D2923">
                    <w:rPr>
                      <w:rFonts w:eastAsia="Arial" w:cstheme="minorHAnsi"/>
                      <w:color w:val="000000"/>
                      <w:w w:val="101"/>
                    </w:rPr>
                    <w:t xml:space="preserve">Commissions that are calculated quarterly in advance are calculated for the first quarter and each full quarter in which the issued guarantee is valid. In the period after the last full quarter of the guarantee, the commission will be calculated in advance for each started month by one third of the envisaged quarterly commission. In the event of an increase in the amount of the guarantee as well as in the case of extension of the validity period or other changes in the conditions under the guarantee, the fee from the tariff items related to the issuance of the guarantee will be charged . Security provision means foreign currency and </w:t>
                  </w:r>
                  <w:r>
                    <w:rPr>
                      <w:rFonts w:eastAsia="Arial" w:cstheme="minorHAnsi"/>
                      <w:color w:val="000000"/>
                      <w:w w:val="101"/>
                    </w:rPr>
                    <w:t>RSD</w:t>
                  </w:r>
                  <w:r w:rsidRPr="006D2923">
                    <w:rPr>
                      <w:rFonts w:eastAsia="Arial" w:cstheme="minorHAnsi"/>
                      <w:color w:val="000000"/>
                      <w:w w:val="101"/>
                    </w:rPr>
                    <w:t xml:space="preserve"> deposits term for the term of validity of the guarantee or loan. Other means of security include the registration of a mortgage with the Bank, a pledge on an apartment, a manual pledge on goods, a warehouse, a blank promissory note, contractual authorizations.</w:t>
                  </w:r>
                </w:p>
              </w:tc>
            </w:tr>
          </w:tbl>
          <w:p w14:paraId="7336E56A" w14:textId="77777777" w:rsidR="004C563B" w:rsidRPr="0042658C" w:rsidRDefault="004C563B">
            <w:pPr>
              <w:rPr>
                <w:rFonts w:cstheme="minorHAnsi"/>
              </w:rPr>
            </w:pPr>
          </w:p>
        </w:tc>
      </w:tr>
      <w:tr w:rsidR="00ED74F9" w:rsidRPr="0042658C" w14:paraId="1D8E318F" w14:textId="77777777" w:rsidTr="00ED74F9">
        <w:trPr>
          <w:cantSplit/>
          <w:trHeight w:hRule="exact" w:val="325"/>
        </w:trPr>
        <w:tc>
          <w:tcPr>
            <w:tcW w:w="1128"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6010301" w14:textId="77777777" w:rsidR="00ED74F9" w:rsidRPr="0042658C" w:rsidRDefault="00ED74F9" w:rsidP="00ED74F9">
            <w:pPr>
              <w:spacing w:before="67" w:after="0" w:line="233" w:lineRule="auto"/>
              <w:ind w:left="501" w:right="-20"/>
              <w:rPr>
                <w:rFonts w:eastAsia="Arial" w:cstheme="minorHAnsi"/>
                <w:b/>
                <w:bCs/>
                <w:color w:val="000000"/>
              </w:rPr>
            </w:pPr>
            <w:r w:rsidRPr="0042658C">
              <w:rPr>
                <w:rFonts w:eastAsia="Arial" w:cstheme="minorHAnsi"/>
                <w:b/>
                <w:bCs/>
                <w:color w:val="000000"/>
              </w:rPr>
              <w:t>2</w:t>
            </w:r>
          </w:p>
        </w:tc>
        <w:tc>
          <w:tcPr>
            <w:tcW w:w="14128" w:type="dxa"/>
            <w:gridSpan w:val="3"/>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FDD0824" w14:textId="742CBEF9" w:rsidR="00ED74F9" w:rsidRPr="00ED74F9" w:rsidRDefault="00ED74F9" w:rsidP="00ED74F9">
            <w:pPr>
              <w:spacing w:before="67" w:after="0" w:line="233" w:lineRule="auto"/>
              <w:ind w:left="43" w:right="-20"/>
              <w:rPr>
                <w:rFonts w:eastAsia="Arial" w:cstheme="minorHAnsi"/>
                <w:b/>
                <w:bCs/>
                <w:color w:val="000000"/>
              </w:rPr>
            </w:pPr>
            <w:r w:rsidRPr="00ED74F9">
              <w:rPr>
                <w:b/>
                <w:bCs/>
              </w:rPr>
              <w:t>BILL OF EXCHANGE SECURITY</w:t>
            </w:r>
          </w:p>
        </w:tc>
      </w:tr>
      <w:tr w:rsidR="00ED74F9" w:rsidRPr="0042658C" w14:paraId="5339AB68" w14:textId="77777777" w:rsidTr="00ED74F9">
        <w:trPr>
          <w:cantSplit/>
          <w:trHeight w:hRule="exact" w:val="329"/>
        </w:trPr>
        <w:tc>
          <w:tcPr>
            <w:tcW w:w="112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731004AD" w14:textId="77777777" w:rsidR="00ED74F9" w:rsidRPr="0042658C" w:rsidRDefault="00ED74F9" w:rsidP="00ED74F9">
            <w:pPr>
              <w:spacing w:after="0" w:line="240" w:lineRule="exact"/>
              <w:rPr>
                <w:rFonts w:eastAsia="Times New Roman" w:cstheme="minorHAnsi"/>
              </w:rPr>
            </w:pPr>
          </w:p>
          <w:p w14:paraId="489056DC" w14:textId="77777777" w:rsidR="00ED74F9" w:rsidRPr="0042658C" w:rsidRDefault="00ED74F9" w:rsidP="00ED74F9">
            <w:pPr>
              <w:spacing w:after="0" w:line="240" w:lineRule="exact"/>
              <w:rPr>
                <w:rFonts w:eastAsia="Times New Roman" w:cstheme="minorHAnsi"/>
              </w:rPr>
            </w:pPr>
          </w:p>
          <w:p w14:paraId="6461130E" w14:textId="77777777" w:rsidR="00ED74F9" w:rsidRPr="0042658C" w:rsidRDefault="00ED74F9" w:rsidP="00ED74F9">
            <w:pPr>
              <w:spacing w:after="1" w:line="240" w:lineRule="exact"/>
              <w:rPr>
                <w:rFonts w:eastAsia="Times New Roman" w:cstheme="minorHAnsi"/>
              </w:rPr>
            </w:pPr>
          </w:p>
          <w:p w14:paraId="7B24F7D1" w14:textId="77777777" w:rsidR="00ED74F9" w:rsidRPr="0042658C" w:rsidRDefault="00ED74F9" w:rsidP="00ED74F9">
            <w:pPr>
              <w:spacing w:after="0" w:line="240" w:lineRule="auto"/>
              <w:ind w:left="37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14128"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444172B" w14:textId="401C94D1" w:rsidR="00ED74F9" w:rsidRPr="0042658C" w:rsidRDefault="00ED74F9" w:rsidP="00ED74F9">
            <w:pPr>
              <w:spacing w:before="68" w:after="0" w:line="236" w:lineRule="auto"/>
              <w:ind w:left="43" w:right="-20"/>
              <w:rPr>
                <w:rFonts w:eastAsia="Arial" w:cstheme="minorHAnsi"/>
                <w:color w:val="000000"/>
              </w:rPr>
            </w:pPr>
            <w:r>
              <w:t>Bill of exchange security</w:t>
            </w:r>
            <w:r w:rsidRPr="00FA0FDE">
              <w:t xml:space="preserve"> and acceptance of bills of exchange</w:t>
            </w:r>
          </w:p>
        </w:tc>
      </w:tr>
      <w:tr w:rsidR="00B73664" w:rsidRPr="0042658C" w14:paraId="7313D402" w14:textId="77777777" w:rsidTr="00ED74F9">
        <w:trPr>
          <w:cantSplit/>
          <w:trHeight w:hRule="exact" w:val="631"/>
        </w:trPr>
        <w:tc>
          <w:tcPr>
            <w:tcW w:w="1128" w:type="dxa"/>
            <w:vMerge/>
            <w:tcBorders>
              <w:left w:val="single" w:sz="7" w:space="0" w:color="000000"/>
              <w:right w:val="single" w:sz="7" w:space="0" w:color="000000"/>
            </w:tcBorders>
            <w:tcMar>
              <w:top w:w="0" w:type="dxa"/>
              <w:left w:w="0" w:type="dxa"/>
              <w:bottom w:w="0" w:type="dxa"/>
              <w:right w:w="0" w:type="dxa"/>
            </w:tcMar>
          </w:tcPr>
          <w:p w14:paraId="66718600" w14:textId="77777777" w:rsidR="00B73664" w:rsidRPr="0042658C" w:rsidRDefault="00B73664" w:rsidP="00B73664">
            <w:pPr>
              <w:rPr>
                <w:rFonts w:cstheme="minorHAnsi"/>
              </w:rPr>
            </w:pP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548594A" w14:textId="312D7B01" w:rsidR="00B73664" w:rsidRPr="0042658C" w:rsidRDefault="00B73664" w:rsidP="00B73664">
            <w:pPr>
              <w:spacing w:after="0" w:line="240" w:lineRule="auto"/>
              <w:ind w:left="43" w:right="-20"/>
              <w:rPr>
                <w:rFonts w:eastAsia="Arial" w:cstheme="minorHAnsi"/>
                <w:color w:val="000000"/>
              </w:rPr>
            </w:pPr>
            <w:r w:rsidRPr="00FA0FDE">
              <w:t xml:space="preserve">With </w:t>
            </w:r>
            <w:r>
              <w:t>security provision</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3963564" w14:textId="6536CFDE" w:rsidR="00B73664" w:rsidRPr="0042658C" w:rsidRDefault="00B73664" w:rsidP="00B73664">
            <w:pPr>
              <w:spacing w:before="69" w:after="0" w:line="240" w:lineRule="auto"/>
              <w:ind w:right="269"/>
              <w:rPr>
                <w:rFonts w:eastAsia="Arial" w:cstheme="minorHAnsi"/>
                <w:color w:val="000000"/>
                <w:w w:val="101"/>
              </w:rPr>
            </w:pPr>
            <w:r w:rsidRPr="00716A71">
              <w:t>up to 0.20% per month on the amount of the advance obligation</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5BB3F6" w14:textId="45982D3B" w:rsidR="00B73664" w:rsidRPr="0042658C" w:rsidRDefault="00B73664" w:rsidP="00B73664">
            <w:pPr>
              <w:spacing w:after="0" w:line="240" w:lineRule="auto"/>
              <w:ind w:right="-20"/>
              <w:rPr>
                <w:rFonts w:eastAsia="Arial" w:cstheme="minorHAnsi"/>
                <w:color w:val="000000"/>
              </w:rPr>
            </w:pPr>
            <w:r w:rsidRPr="00D3309A">
              <w:t>min. RSD 3,000.00</w:t>
            </w:r>
          </w:p>
        </w:tc>
      </w:tr>
      <w:tr w:rsidR="00B73664" w:rsidRPr="0042658C" w14:paraId="14F8F65C" w14:textId="77777777" w:rsidTr="00ED74F9">
        <w:trPr>
          <w:cantSplit/>
          <w:trHeight w:hRule="exact" w:val="672"/>
        </w:trPr>
        <w:tc>
          <w:tcPr>
            <w:tcW w:w="1128" w:type="dxa"/>
            <w:vMerge/>
            <w:tcBorders>
              <w:left w:val="single" w:sz="7" w:space="0" w:color="000000"/>
              <w:bottom w:val="single" w:sz="17" w:space="0" w:color="F5D2D4"/>
              <w:right w:val="single" w:sz="7" w:space="0" w:color="000000"/>
            </w:tcBorders>
            <w:tcMar>
              <w:top w:w="0" w:type="dxa"/>
              <w:left w:w="0" w:type="dxa"/>
              <w:bottom w:w="0" w:type="dxa"/>
              <w:right w:w="0" w:type="dxa"/>
            </w:tcMar>
          </w:tcPr>
          <w:p w14:paraId="5AB9434A" w14:textId="77777777" w:rsidR="00B73664" w:rsidRPr="0042658C" w:rsidRDefault="00B73664" w:rsidP="00B73664">
            <w:pPr>
              <w:rPr>
                <w:rFonts w:cstheme="minorHAnsi"/>
              </w:rPr>
            </w:pPr>
          </w:p>
        </w:tc>
        <w:tc>
          <w:tcPr>
            <w:tcW w:w="8451"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039A6584" w14:textId="62749B10" w:rsidR="00B73664" w:rsidRPr="0042658C" w:rsidRDefault="00B73664" w:rsidP="00B73664">
            <w:pPr>
              <w:spacing w:after="0" w:line="240" w:lineRule="auto"/>
              <w:ind w:left="43" w:right="-20"/>
              <w:rPr>
                <w:rFonts w:eastAsia="Arial" w:cstheme="minorHAnsi"/>
                <w:color w:val="000000"/>
              </w:rPr>
            </w:pPr>
            <w:r w:rsidRPr="00FA0FDE">
              <w:t>With other security</w:t>
            </w:r>
            <w:r>
              <w:t xml:space="preserve"> provisions</w:t>
            </w:r>
          </w:p>
        </w:tc>
        <w:tc>
          <w:tcPr>
            <w:tcW w:w="3331"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5535253C" w14:textId="367D1410" w:rsidR="00B73664" w:rsidRPr="0042658C" w:rsidRDefault="00B73664" w:rsidP="00B73664">
            <w:pPr>
              <w:spacing w:before="67" w:after="0" w:line="240" w:lineRule="auto"/>
              <w:ind w:right="269"/>
              <w:rPr>
                <w:rFonts w:eastAsia="Arial" w:cstheme="minorHAnsi"/>
                <w:color w:val="000000"/>
                <w:w w:val="101"/>
              </w:rPr>
            </w:pPr>
            <w:r w:rsidRPr="00716A71">
              <w:t>up to 0.40% per month on the amount of the advance obligation</w:t>
            </w:r>
          </w:p>
        </w:tc>
        <w:tc>
          <w:tcPr>
            <w:tcW w:w="2346"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700BEFBC" w14:textId="3C827F20" w:rsidR="00B73664" w:rsidRPr="0042658C" w:rsidRDefault="00B73664" w:rsidP="00B73664">
            <w:pPr>
              <w:spacing w:after="0" w:line="240" w:lineRule="auto"/>
              <w:ind w:right="-20"/>
              <w:rPr>
                <w:rFonts w:eastAsia="Arial" w:cstheme="minorHAnsi"/>
                <w:color w:val="000000"/>
              </w:rPr>
            </w:pPr>
            <w:r w:rsidRPr="00D3309A">
              <w:t>min. RSD 3,000.00</w:t>
            </w:r>
          </w:p>
        </w:tc>
      </w:tr>
      <w:tr w:rsidR="00ED74F9" w:rsidRPr="0042658C" w14:paraId="390E6A41" w14:textId="77777777" w:rsidTr="00ED74F9">
        <w:trPr>
          <w:cantSplit/>
          <w:trHeight w:hRule="exact" w:val="325"/>
        </w:trPr>
        <w:tc>
          <w:tcPr>
            <w:tcW w:w="1128"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E0FF307" w14:textId="77777777" w:rsidR="00ED74F9" w:rsidRPr="0042658C" w:rsidRDefault="00ED74F9" w:rsidP="00ED74F9">
            <w:pPr>
              <w:spacing w:before="67" w:after="0" w:line="233" w:lineRule="auto"/>
              <w:ind w:left="501" w:right="-20"/>
              <w:rPr>
                <w:rFonts w:eastAsia="Arial" w:cstheme="minorHAnsi"/>
                <w:b/>
                <w:bCs/>
                <w:color w:val="000000"/>
              </w:rPr>
            </w:pPr>
            <w:r w:rsidRPr="0042658C">
              <w:rPr>
                <w:rFonts w:eastAsia="Arial" w:cstheme="minorHAnsi"/>
                <w:b/>
                <w:bCs/>
                <w:color w:val="000000"/>
              </w:rPr>
              <w:t>3</w:t>
            </w:r>
          </w:p>
        </w:tc>
        <w:tc>
          <w:tcPr>
            <w:tcW w:w="14128" w:type="dxa"/>
            <w:gridSpan w:val="3"/>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4EB1196" w14:textId="1CE25A15" w:rsidR="00ED74F9" w:rsidRPr="00ED74F9" w:rsidRDefault="00ED74F9" w:rsidP="00ED74F9">
            <w:pPr>
              <w:spacing w:before="67" w:after="0" w:line="233" w:lineRule="auto"/>
              <w:ind w:left="43" w:right="-20"/>
              <w:rPr>
                <w:rFonts w:eastAsia="Arial" w:cstheme="minorHAnsi"/>
                <w:b/>
                <w:bCs/>
                <w:color w:val="000000"/>
              </w:rPr>
            </w:pPr>
            <w:r w:rsidRPr="00ED74F9">
              <w:rPr>
                <w:b/>
                <w:bCs/>
              </w:rPr>
              <w:t>REQUEST PROCESSING</w:t>
            </w:r>
            <w:r>
              <w:rPr>
                <w:b/>
                <w:bCs/>
              </w:rPr>
              <w:t xml:space="preserve">, </w:t>
            </w:r>
            <w:r w:rsidRPr="00ED74F9">
              <w:rPr>
                <w:b/>
                <w:bCs/>
              </w:rPr>
              <w:t>LOAN SERVICING AND GUARANTEES</w:t>
            </w:r>
          </w:p>
        </w:tc>
      </w:tr>
      <w:tr w:rsidR="00B73664" w:rsidRPr="0042658C" w14:paraId="47789C0E" w14:textId="77777777" w:rsidTr="00ED74F9">
        <w:trPr>
          <w:cantSplit/>
          <w:trHeight w:hRule="exact" w:val="841"/>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0F1361" w14:textId="77777777" w:rsidR="00B73664" w:rsidRPr="0042658C" w:rsidRDefault="00B73664" w:rsidP="00B73664">
            <w:pPr>
              <w:spacing w:after="85" w:line="240" w:lineRule="exact"/>
              <w:rPr>
                <w:rFonts w:eastAsia="Times New Roman" w:cstheme="minorHAnsi"/>
              </w:rPr>
            </w:pPr>
          </w:p>
          <w:p w14:paraId="52677349" w14:textId="77777777" w:rsidR="00B73664" w:rsidRPr="0042658C" w:rsidRDefault="00B73664" w:rsidP="00B73664">
            <w:pPr>
              <w:spacing w:after="0" w:line="240"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1</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ED4DA50" w14:textId="2BCFD865" w:rsidR="00B73664" w:rsidRPr="0042658C" w:rsidRDefault="00B73664" w:rsidP="00B73664">
            <w:pPr>
              <w:spacing w:after="0" w:line="240" w:lineRule="auto"/>
              <w:ind w:left="43" w:right="-20"/>
              <w:rPr>
                <w:rFonts w:eastAsia="Arial" w:cstheme="minorHAnsi"/>
                <w:color w:val="000000"/>
              </w:rPr>
            </w:pPr>
            <w:r w:rsidRPr="00FA0FDE">
              <w:t>Guarantee or super-guarantee fee</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C80768" w14:textId="3B98ADA9" w:rsidR="00B73664" w:rsidRPr="0042658C" w:rsidRDefault="00B73664" w:rsidP="00B73664">
            <w:pPr>
              <w:spacing w:before="67" w:after="0" w:line="244" w:lineRule="auto"/>
              <w:ind w:right="360"/>
              <w:rPr>
                <w:rFonts w:eastAsia="Arial" w:cstheme="minorHAnsi"/>
                <w:color w:val="000000"/>
              </w:rPr>
            </w:pPr>
            <w:r w:rsidRPr="00716A71">
              <w:t>up to 3% in total once in advance or in tranches under an individual guarantee</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14ECF70" w14:textId="75BAE8E8" w:rsidR="00B73664" w:rsidRPr="0042658C" w:rsidRDefault="00B73664" w:rsidP="00B73664">
            <w:pPr>
              <w:spacing w:after="0" w:line="240" w:lineRule="auto"/>
              <w:ind w:right="-20"/>
              <w:rPr>
                <w:rFonts w:eastAsia="Arial" w:cstheme="minorHAnsi"/>
                <w:color w:val="000000"/>
                <w:w w:val="101"/>
              </w:rPr>
            </w:pPr>
            <w:r w:rsidRPr="00BF53DE">
              <w:t>min RSD 5,000.00</w:t>
            </w:r>
          </w:p>
        </w:tc>
      </w:tr>
      <w:tr w:rsidR="00B73664" w:rsidRPr="0042658C" w14:paraId="439A91EE" w14:textId="77777777" w:rsidTr="00ED74F9">
        <w:trPr>
          <w:cantSplit/>
          <w:trHeight w:hRule="exact" w:val="84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07B0E8" w14:textId="77777777" w:rsidR="00B73664" w:rsidRPr="0042658C" w:rsidRDefault="00B73664" w:rsidP="00B73664">
            <w:pPr>
              <w:spacing w:after="85" w:line="240" w:lineRule="exact"/>
              <w:rPr>
                <w:rFonts w:eastAsia="Times New Roman" w:cstheme="minorHAnsi"/>
              </w:rPr>
            </w:pPr>
          </w:p>
          <w:p w14:paraId="371AA832" w14:textId="77777777" w:rsidR="00B73664" w:rsidRPr="0042658C" w:rsidRDefault="00B73664" w:rsidP="00B73664">
            <w:pPr>
              <w:spacing w:after="0" w:line="240" w:lineRule="auto"/>
              <w:ind w:left="372"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2</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076D809" w14:textId="70665C28" w:rsidR="00B73664" w:rsidRPr="0042658C" w:rsidRDefault="00B73664" w:rsidP="00B73664">
            <w:pPr>
              <w:spacing w:after="0" w:line="240" w:lineRule="auto"/>
              <w:ind w:left="43" w:right="1055"/>
              <w:rPr>
                <w:rFonts w:eastAsia="Arial" w:cstheme="minorHAnsi"/>
                <w:color w:val="000000"/>
              </w:rPr>
            </w:pPr>
            <w:r w:rsidRPr="00FA0FDE">
              <w:t xml:space="preserve">Fee for processing requests for </w:t>
            </w:r>
            <w:r>
              <w:t>RSD</w:t>
            </w:r>
            <w:r w:rsidRPr="00FA0FDE">
              <w:t xml:space="preserve"> placement approval (loans, factoring, discounts ...)</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A4AAAA9" w14:textId="34D6E487" w:rsidR="00B73664" w:rsidRPr="0042658C" w:rsidRDefault="00B73664" w:rsidP="00B73664">
            <w:pPr>
              <w:spacing w:before="66" w:after="0" w:line="248" w:lineRule="auto"/>
              <w:ind w:right="360"/>
              <w:rPr>
                <w:rFonts w:eastAsia="Arial" w:cstheme="minorHAnsi"/>
                <w:color w:val="000000"/>
                <w:w w:val="101"/>
              </w:rPr>
            </w:pPr>
            <w:r w:rsidRPr="00716A71">
              <w:t>up to 3% in total once in advance or in tranches</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061684" w14:textId="18577A43" w:rsidR="00B73664" w:rsidRPr="0042658C" w:rsidRDefault="00B73664" w:rsidP="00B73664">
            <w:pPr>
              <w:spacing w:after="0" w:line="240" w:lineRule="auto"/>
              <w:ind w:right="-20"/>
              <w:rPr>
                <w:rFonts w:eastAsia="Arial" w:cstheme="minorHAnsi"/>
                <w:color w:val="000000"/>
                <w:w w:val="101"/>
              </w:rPr>
            </w:pPr>
            <w:r w:rsidRPr="00BF53DE">
              <w:t>min RSD 5,000.00</w:t>
            </w:r>
          </w:p>
        </w:tc>
      </w:tr>
      <w:tr w:rsidR="00B73664" w:rsidRPr="0042658C" w14:paraId="708D7A7E" w14:textId="77777777" w:rsidTr="00ED74F9">
        <w:trPr>
          <w:cantSplit/>
          <w:trHeight w:hRule="exact" w:val="840"/>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DD3859" w14:textId="77777777" w:rsidR="00B73664" w:rsidRPr="0042658C" w:rsidRDefault="00B73664" w:rsidP="00B73664">
            <w:pPr>
              <w:spacing w:after="84" w:line="240" w:lineRule="exact"/>
              <w:rPr>
                <w:rFonts w:eastAsia="Times New Roman" w:cstheme="minorHAnsi"/>
              </w:rPr>
            </w:pPr>
          </w:p>
          <w:p w14:paraId="10C75C7E" w14:textId="77777777" w:rsidR="00B73664" w:rsidRPr="0042658C" w:rsidRDefault="00B73664" w:rsidP="00B73664">
            <w:pPr>
              <w:spacing w:after="0" w:line="240" w:lineRule="auto"/>
              <w:ind w:left="372"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3</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47FCD2B" w14:textId="3E1543E1" w:rsidR="00B73664" w:rsidRPr="0042658C" w:rsidRDefault="00B73664" w:rsidP="00B73664">
            <w:pPr>
              <w:spacing w:after="0" w:line="239" w:lineRule="auto"/>
              <w:ind w:left="43" w:right="125"/>
              <w:rPr>
                <w:rFonts w:eastAsia="Arial" w:cstheme="minorHAnsi"/>
                <w:color w:val="000000"/>
              </w:rPr>
            </w:pPr>
            <w:r w:rsidRPr="00FA0FDE">
              <w:t>Fee for processing requests for foreign currency placement approval (loans, factoring, discounts ...)</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EE9E3F" w14:textId="1AF09D8A" w:rsidR="00B73664" w:rsidRPr="0042658C" w:rsidRDefault="00B73664" w:rsidP="00B73664">
            <w:pPr>
              <w:spacing w:before="66" w:after="0" w:line="248" w:lineRule="auto"/>
              <w:ind w:right="360"/>
              <w:rPr>
                <w:rFonts w:eastAsia="Arial" w:cstheme="minorHAnsi"/>
                <w:color w:val="000000"/>
                <w:w w:val="101"/>
              </w:rPr>
            </w:pPr>
            <w:r w:rsidRPr="00716A71">
              <w:t>up to 3% in total once in advance or in tranches</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1AF749" w14:textId="0AB3714D" w:rsidR="00B73664" w:rsidRPr="0042658C" w:rsidRDefault="00B73664" w:rsidP="00B73664">
            <w:pPr>
              <w:spacing w:after="0" w:line="240" w:lineRule="auto"/>
              <w:ind w:right="-20"/>
              <w:rPr>
                <w:rFonts w:eastAsia="Arial" w:cstheme="minorHAnsi"/>
                <w:color w:val="000000"/>
                <w:w w:val="101"/>
              </w:rPr>
            </w:pPr>
            <w:r w:rsidRPr="00BF53DE">
              <w:t>min RSD 5,000.00</w:t>
            </w:r>
          </w:p>
        </w:tc>
      </w:tr>
      <w:tr w:rsidR="00B73664" w:rsidRPr="0042658C" w14:paraId="6E7ECFD5" w14:textId="77777777" w:rsidTr="00ED74F9">
        <w:trPr>
          <w:cantSplit/>
          <w:trHeight w:hRule="exact" w:val="29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EA11ED8" w14:textId="77777777" w:rsidR="00B73664" w:rsidRPr="0042658C" w:rsidRDefault="00B73664" w:rsidP="00B73664">
            <w:pPr>
              <w:spacing w:before="38" w:after="0" w:line="234"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4</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629340A" w14:textId="5226CE29" w:rsidR="00B73664" w:rsidRPr="0042658C" w:rsidRDefault="00B73664" w:rsidP="00B73664">
            <w:pPr>
              <w:spacing w:before="38" w:after="0" w:line="234" w:lineRule="auto"/>
              <w:ind w:left="43" w:right="-20"/>
              <w:rPr>
                <w:rFonts w:eastAsia="Arial" w:cstheme="minorHAnsi"/>
                <w:color w:val="000000"/>
              </w:rPr>
            </w:pPr>
            <w:r w:rsidRPr="00FA0FDE">
              <w:t>Fee for avalization and acceptance of bills of exchange and other forms of guarantees</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5BE28F0" w14:textId="5A89DCCE" w:rsidR="00B73664" w:rsidRPr="0042658C" w:rsidRDefault="00B73664" w:rsidP="00B73664">
            <w:pPr>
              <w:spacing w:before="37" w:after="0" w:line="240" w:lineRule="auto"/>
              <w:ind w:right="-20"/>
              <w:rPr>
                <w:rFonts w:eastAsia="Arial" w:cstheme="minorHAnsi"/>
                <w:color w:val="000000"/>
                <w:w w:val="101"/>
              </w:rPr>
            </w:pPr>
            <w:r w:rsidRPr="00716A71">
              <w:t>up to 1% one-time advance</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358011" w14:textId="39E98ADE" w:rsidR="00B73664" w:rsidRPr="0042658C" w:rsidRDefault="00B73664" w:rsidP="00B73664">
            <w:pPr>
              <w:spacing w:before="37" w:after="0" w:line="240" w:lineRule="auto"/>
              <w:ind w:right="-20"/>
              <w:rPr>
                <w:rFonts w:eastAsia="Arial" w:cstheme="minorHAnsi"/>
                <w:color w:val="000000"/>
                <w:w w:val="101"/>
              </w:rPr>
            </w:pPr>
            <w:r w:rsidRPr="00BF53DE">
              <w:t>min RSD 5,000.00</w:t>
            </w:r>
          </w:p>
        </w:tc>
      </w:tr>
      <w:tr w:rsidR="00B73664" w:rsidRPr="0042658C" w14:paraId="78F30AE3" w14:textId="77777777" w:rsidTr="00ED74F9">
        <w:trPr>
          <w:cantSplit/>
          <w:trHeight w:hRule="exact" w:val="98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1F81F69" w14:textId="77777777" w:rsidR="00B73664" w:rsidRPr="0042658C" w:rsidRDefault="00B73664" w:rsidP="00B73664">
            <w:pPr>
              <w:spacing w:after="0" w:line="240" w:lineRule="exact"/>
              <w:rPr>
                <w:rFonts w:eastAsia="Times New Roman" w:cstheme="minorHAnsi"/>
              </w:rPr>
            </w:pPr>
          </w:p>
          <w:p w14:paraId="76D9AA86" w14:textId="77777777" w:rsidR="00B73664" w:rsidRPr="0042658C" w:rsidRDefault="00B73664" w:rsidP="00B73664">
            <w:pPr>
              <w:spacing w:after="2" w:line="140" w:lineRule="exact"/>
              <w:rPr>
                <w:rFonts w:eastAsia="Times New Roman" w:cstheme="minorHAnsi"/>
              </w:rPr>
            </w:pPr>
          </w:p>
          <w:p w14:paraId="176FDD67" w14:textId="77777777" w:rsidR="00B73664" w:rsidRPr="0042658C" w:rsidRDefault="00B73664" w:rsidP="00B73664">
            <w:pPr>
              <w:spacing w:after="0" w:line="240"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5</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98D82AC" w14:textId="22578A31" w:rsidR="00B73664" w:rsidRPr="0042658C" w:rsidRDefault="00B73664" w:rsidP="00B73664">
            <w:pPr>
              <w:spacing w:before="38" w:after="0" w:line="240" w:lineRule="auto"/>
              <w:ind w:left="43" w:right="191"/>
              <w:rPr>
                <w:rFonts w:eastAsia="Arial" w:cstheme="minorHAnsi"/>
                <w:color w:val="000000"/>
              </w:rPr>
            </w:pPr>
            <w:r w:rsidRPr="00FA0FDE">
              <w:t xml:space="preserve">For changes related to the approval of loans, </w:t>
            </w:r>
            <w:r>
              <w:t>bill of exchange security</w:t>
            </w:r>
            <w:r w:rsidRPr="00FA0FDE">
              <w:t xml:space="preserve"> and acceptance of bills of exchange and other forms of guarantees, for the redemption of receivables under 3.2. 3.3. 3.4 and 3.5 and making other decisions at the client's request</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6997CB8" w14:textId="7B86358C" w:rsidR="00B73664" w:rsidRPr="0042658C" w:rsidRDefault="00B73664" w:rsidP="00B73664">
            <w:pPr>
              <w:spacing w:after="0" w:line="240" w:lineRule="auto"/>
              <w:ind w:right="-20"/>
              <w:rPr>
                <w:rFonts w:eastAsia="Arial" w:cstheme="minorHAnsi"/>
                <w:color w:val="000000"/>
              </w:rPr>
            </w:pPr>
            <w:r w:rsidRPr="00716A71">
              <w:t>up to 1% one-time advance</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4E9D090" w14:textId="2B351CDD" w:rsidR="00B73664" w:rsidRPr="0042658C" w:rsidRDefault="00B73664" w:rsidP="00B73664">
            <w:pPr>
              <w:spacing w:after="0" w:line="240" w:lineRule="auto"/>
              <w:ind w:right="-20"/>
              <w:rPr>
                <w:rFonts w:eastAsia="Arial" w:cstheme="minorHAnsi"/>
                <w:color w:val="000000"/>
              </w:rPr>
            </w:pPr>
            <w:r w:rsidRPr="00BF53DE">
              <w:t>min RSD 5,000.00</w:t>
            </w:r>
          </w:p>
        </w:tc>
      </w:tr>
      <w:tr w:rsidR="00B73664" w:rsidRPr="0042658C" w14:paraId="02605136" w14:textId="77777777" w:rsidTr="00ED74F9">
        <w:trPr>
          <w:cantSplit/>
          <w:trHeight w:hRule="exact" w:val="295"/>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EF599DB" w14:textId="77777777" w:rsidR="00B73664" w:rsidRPr="0042658C" w:rsidRDefault="00B73664" w:rsidP="00B73664">
            <w:pPr>
              <w:spacing w:before="38" w:after="0" w:line="232"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6</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F1C35E8" w14:textId="31B75EE3" w:rsidR="00B73664" w:rsidRPr="0042658C" w:rsidRDefault="00B73664" w:rsidP="00B73664">
            <w:pPr>
              <w:spacing w:before="38" w:after="0" w:line="232" w:lineRule="auto"/>
              <w:ind w:left="43" w:right="-20"/>
              <w:rPr>
                <w:rFonts w:eastAsia="Arial" w:cstheme="minorHAnsi"/>
                <w:color w:val="000000"/>
              </w:rPr>
            </w:pPr>
            <w:r w:rsidRPr="00FA0FDE">
              <w:t>Fee for processing requests for approval of framework arrangements (frameworks)</w:t>
            </w:r>
          </w:p>
        </w:tc>
        <w:tc>
          <w:tcPr>
            <w:tcW w:w="333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4CECD6" w14:textId="1DC28838" w:rsidR="00B73664" w:rsidRPr="0042658C" w:rsidRDefault="00B73664" w:rsidP="00B73664">
            <w:pPr>
              <w:spacing w:before="38" w:after="0" w:line="232" w:lineRule="auto"/>
              <w:ind w:right="-20"/>
              <w:rPr>
                <w:rFonts w:eastAsia="Arial" w:cstheme="minorHAnsi"/>
                <w:color w:val="000000"/>
              </w:rPr>
            </w:pPr>
            <w:r w:rsidRPr="00716A71">
              <w:t>up to 1% one-time advance</w:t>
            </w:r>
          </w:p>
        </w:tc>
        <w:tc>
          <w:tcPr>
            <w:tcW w:w="23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268245" w14:textId="4EBDED4E" w:rsidR="00B73664" w:rsidRPr="0042658C" w:rsidRDefault="00B73664" w:rsidP="00B73664">
            <w:pPr>
              <w:spacing w:before="38" w:after="0" w:line="232" w:lineRule="auto"/>
              <w:ind w:right="-20"/>
              <w:rPr>
                <w:rFonts w:eastAsia="Arial" w:cstheme="minorHAnsi"/>
                <w:color w:val="000000"/>
              </w:rPr>
            </w:pPr>
            <w:r w:rsidRPr="00BF53DE">
              <w:t>min RSD 10,000.00</w:t>
            </w:r>
          </w:p>
        </w:tc>
      </w:tr>
      <w:tr w:rsidR="00ED74F9" w:rsidRPr="0042658C" w14:paraId="0F00D6D7" w14:textId="77777777" w:rsidTr="00ED74F9">
        <w:trPr>
          <w:cantSplit/>
          <w:trHeight w:hRule="exact" w:val="297"/>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4182450" w14:textId="77777777" w:rsidR="00ED74F9" w:rsidRPr="0042658C" w:rsidRDefault="00ED74F9" w:rsidP="00ED74F9">
            <w:pPr>
              <w:spacing w:before="41" w:after="0" w:line="232"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7</w:t>
            </w:r>
            <w:r w:rsidRPr="0042658C">
              <w:rPr>
                <w:rFonts w:eastAsia="Arial" w:cstheme="minorHAnsi"/>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35E488" w14:textId="7966CD8B" w:rsidR="00ED74F9" w:rsidRPr="0042658C" w:rsidRDefault="00ED74F9" w:rsidP="00ED74F9">
            <w:pPr>
              <w:spacing w:before="41" w:after="0" w:line="232" w:lineRule="auto"/>
              <w:ind w:left="43" w:right="-20"/>
              <w:rPr>
                <w:rFonts w:eastAsia="Arial" w:cstheme="minorHAnsi"/>
                <w:color w:val="000000"/>
              </w:rPr>
            </w:pPr>
            <w:r w:rsidRPr="00FA0FDE">
              <w:t>Sending reminders to clients for default</w:t>
            </w:r>
          </w:p>
        </w:tc>
        <w:tc>
          <w:tcPr>
            <w:tcW w:w="567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8D3396" w14:textId="079B0A82" w:rsidR="00ED74F9" w:rsidRPr="0042658C" w:rsidRDefault="00ED74F9" w:rsidP="00ED74F9">
            <w:pPr>
              <w:spacing w:before="41" w:after="0" w:line="232" w:lineRule="auto"/>
              <w:ind w:right="-20"/>
              <w:rPr>
                <w:rFonts w:eastAsia="Arial" w:cstheme="minorHAnsi"/>
                <w:color w:val="000000"/>
              </w:rPr>
            </w:pPr>
            <w:r w:rsidRPr="00716A71">
              <w:t>RSD 500.00 for each reminder sent</w:t>
            </w:r>
          </w:p>
        </w:tc>
      </w:tr>
    </w:tbl>
    <w:p w14:paraId="219E137C" w14:textId="77777777" w:rsidR="004C563B" w:rsidRPr="0042658C" w:rsidRDefault="004C563B">
      <w:pPr>
        <w:rPr>
          <w:rFonts w:cstheme="minorHAnsi"/>
        </w:rPr>
        <w:sectPr w:rsidR="004C563B" w:rsidRPr="0042658C">
          <w:pgSz w:w="16838" w:h="11904" w:orient="landscape"/>
          <w:pgMar w:top="304" w:right="401" w:bottom="583" w:left="998" w:header="720" w:footer="720" w:gutter="0"/>
          <w:cols w:space="708"/>
        </w:sectPr>
      </w:pPr>
    </w:p>
    <w:p w14:paraId="485E366A" w14:textId="503B1932"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60800" behindDoc="1" locked="0" layoutInCell="0" allowOverlap="1" wp14:anchorId="000FFEAC" wp14:editId="00A9BB18">
                <wp:simplePos x="0" y="0"/>
                <wp:positionH relativeFrom="page">
                  <wp:posOffset>10297414</wp:posOffset>
                </wp:positionH>
                <wp:positionV relativeFrom="paragraph">
                  <wp:posOffset>121870</wp:posOffset>
                </wp:positionV>
                <wp:extent cx="33796" cy="162780"/>
                <wp:effectExtent l="0" t="0" r="0" b="0"/>
                <wp:wrapNone/>
                <wp:docPr id="25" name="drawingObject25"/>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19F4A37E"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000FFEAC" id="drawingObject25" o:spid="_x0000_s1038" type="#_x0000_t202" style="position:absolute;left:0;text-align:left;margin-left:810.8pt;margin-top:9.6pt;width:2.65pt;height:12.8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" o:allowincell="f" filled="f" stroked="f">
                <v:textbox style="mso-fit-shape-to-text:t" inset="0,0,0,0">
                  <w:txbxContent>
                    <w:p w14:paraId="19F4A37E"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615A6D74"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098"/>
        <w:gridCol w:w="72"/>
        <w:gridCol w:w="8409"/>
        <w:gridCol w:w="3331"/>
        <w:gridCol w:w="2315"/>
      </w:tblGrid>
      <w:tr w:rsidR="00050823" w:rsidRPr="0042658C" w14:paraId="59F4B3B3" w14:textId="77777777" w:rsidTr="00050823">
        <w:trPr>
          <w:cantSplit/>
          <w:trHeight w:hRule="exact" w:val="551"/>
        </w:trPr>
        <w:tc>
          <w:tcPr>
            <w:tcW w:w="1098"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3862004D" w14:textId="77777777" w:rsidR="00050823" w:rsidRPr="0042658C" w:rsidRDefault="00050823" w:rsidP="00050823">
            <w:pPr>
              <w:spacing w:after="8" w:line="160" w:lineRule="exact"/>
              <w:rPr>
                <w:rFonts w:eastAsia="Times New Roman" w:cstheme="minorHAnsi"/>
              </w:rPr>
            </w:pPr>
          </w:p>
          <w:p w14:paraId="22B267B6" w14:textId="696E01E9" w:rsidR="00050823" w:rsidRPr="00050823" w:rsidRDefault="00050823" w:rsidP="00050823">
            <w:pPr>
              <w:spacing w:after="8" w:line="160" w:lineRule="exact"/>
              <w:rPr>
                <w:rFonts w:eastAsia="Times New Roman" w:cstheme="minorHAnsi"/>
              </w:rPr>
            </w:pPr>
            <w:r>
              <w:rPr>
                <w:rFonts w:eastAsia="Times New Roman" w:cstheme="minorHAnsi"/>
              </w:rPr>
              <w:t xml:space="preserve">       </w:t>
            </w:r>
            <w:r w:rsidRPr="00050823">
              <w:rPr>
                <w:rFonts w:eastAsia="Times New Roman" w:cstheme="minorHAnsi"/>
              </w:rPr>
              <w:t>3.8.</w:t>
            </w:r>
          </w:p>
        </w:tc>
        <w:tc>
          <w:tcPr>
            <w:tcW w:w="8481" w:type="dxa"/>
            <w:gridSpan w:val="2"/>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31416D83" w14:textId="77777777" w:rsidR="00050823" w:rsidRPr="00050823" w:rsidRDefault="00050823" w:rsidP="00050823">
            <w:pPr>
              <w:spacing w:after="0" w:line="240" w:lineRule="auto"/>
              <w:ind w:left="72" w:right="-20"/>
            </w:pPr>
            <w:r w:rsidRPr="00FA0FDE">
              <w:t>Fee for approving the allowed overdraft</w:t>
            </w:r>
          </w:p>
        </w:tc>
        <w:tc>
          <w:tcPr>
            <w:tcW w:w="3331"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3612FD80" w14:textId="77777777" w:rsidR="00050823" w:rsidRPr="00050823" w:rsidRDefault="00050823" w:rsidP="00050823">
            <w:pPr>
              <w:spacing w:before="37" w:after="0" w:line="255" w:lineRule="auto"/>
              <w:ind w:right="273"/>
              <w:rPr>
                <w:rFonts w:eastAsia="Arial" w:cstheme="minorHAnsi"/>
                <w:color w:val="000000"/>
                <w:w w:val="101"/>
              </w:rPr>
            </w:pPr>
            <w:r w:rsidRPr="00050823">
              <w:rPr>
                <w:rFonts w:eastAsia="Arial" w:cstheme="minorHAnsi"/>
                <w:color w:val="000000"/>
                <w:w w:val="101"/>
              </w:rPr>
              <w:t>up to 2% total once in advance</w:t>
            </w:r>
          </w:p>
        </w:tc>
        <w:tc>
          <w:tcPr>
            <w:tcW w:w="2315"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239558C1" w14:textId="77777777" w:rsidR="00AC465F" w:rsidRDefault="00AC465F" w:rsidP="00050823">
            <w:pPr>
              <w:spacing w:after="8" w:line="160" w:lineRule="exact"/>
              <w:rPr>
                <w:rFonts w:eastAsia="Times New Roman" w:cstheme="minorHAnsi"/>
              </w:rPr>
            </w:pPr>
          </w:p>
          <w:p w14:paraId="74CC3AB2" w14:textId="7C7B5C6A" w:rsidR="00050823" w:rsidRPr="00050823" w:rsidRDefault="00050823" w:rsidP="00050823">
            <w:pPr>
              <w:spacing w:after="8" w:line="160" w:lineRule="exact"/>
              <w:rPr>
                <w:rFonts w:eastAsia="Times New Roman" w:cstheme="minorHAnsi"/>
              </w:rPr>
            </w:pPr>
            <w:r w:rsidRPr="00050823">
              <w:rPr>
                <w:rFonts w:eastAsia="Times New Roman" w:cstheme="minorHAnsi"/>
              </w:rPr>
              <w:t xml:space="preserve">min RSD 3,000.00 </w:t>
            </w:r>
          </w:p>
        </w:tc>
      </w:tr>
      <w:tr w:rsidR="00404D11" w:rsidRPr="0042658C" w14:paraId="4114841B" w14:textId="77777777" w:rsidTr="00404D11">
        <w:trPr>
          <w:cantSplit/>
          <w:trHeight w:hRule="exact" w:val="551"/>
        </w:trPr>
        <w:tc>
          <w:tcPr>
            <w:tcW w:w="1098"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7803ABDE" w14:textId="77777777" w:rsidR="00404D11" w:rsidRPr="0042658C" w:rsidRDefault="00404D11" w:rsidP="00404D11">
            <w:pPr>
              <w:spacing w:after="8" w:line="160" w:lineRule="exact"/>
              <w:rPr>
                <w:rFonts w:eastAsia="Times New Roman" w:cstheme="minorHAnsi"/>
              </w:rPr>
            </w:pPr>
          </w:p>
          <w:p w14:paraId="3FE56B0B" w14:textId="77777777" w:rsidR="00404D11" w:rsidRPr="0042658C" w:rsidRDefault="00404D11" w:rsidP="00404D11">
            <w:pPr>
              <w:spacing w:after="0" w:line="240"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9</w:t>
            </w:r>
            <w:r w:rsidRPr="0042658C">
              <w:rPr>
                <w:rFonts w:eastAsia="Arial" w:cstheme="minorHAnsi"/>
                <w:color w:val="000000"/>
              </w:rPr>
              <w:t>.</w:t>
            </w:r>
          </w:p>
        </w:tc>
        <w:tc>
          <w:tcPr>
            <w:tcW w:w="8481" w:type="dxa"/>
            <w:gridSpan w:val="2"/>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77B87A69" w14:textId="167DD333" w:rsidR="00404D11" w:rsidRPr="0042658C" w:rsidRDefault="00404D11" w:rsidP="00404D11">
            <w:pPr>
              <w:spacing w:after="0" w:line="240" w:lineRule="auto"/>
              <w:ind w:left="72" w:right="-20"/>
              <w:rPr>
                <w:rFonts w:eastAsia="Arial" w:cstheme="minorHAnsi"/>
                <w:color w:val="000000"/>
              </w:rPr>
            </w:pPr>
            <w:r w:rsidRPr="009B1F55">
              <w:t>Guarantee protest</w:t>
            </w:r>
          </w:p>
        </w:tc>
        <w:tc>
          <w:tcPr>
            <w:tcW w:w="3331"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7B3CFC36" w14:textId="62EFFA03" w:rsidR="00404D11" w:rsidRPr="0042658C" w:rsidRDefault="00B73664" w:rsidP="008663A0">
            <w:pPr>
              <w:spacing w:before="37" w:after="0" w:line="255" w:lineRule="auto"/>
              <w:ind w:right="273"/>
              <w:rPr>
                <w:rFonts w:eastAsia="Arial" w:cstheme="minorHAnsi"/>
                <w:color w:val="000000"/>
              </w:rPr>
            </w:pPr>
            <w:r>
              <w:rPr>
                <w:rFonts w:eastAsia="Arial" w:cstheme="minorHAnsi"/>
                <w:color w:val="000000"/>
                <w:w w:val="101"/>
              </w:rPr>
              <w:t>up to</w:t>
            </w:r>
            <w:r w:rsidR="00404D11" w:rsidRPr="0042658C">
              <w:rPr>
                <w:rFonts w:eastAsia="Arial" w:cstheme="minorHAnsi"/>
                <w:color w:val="000000"/>
              </w:rPr>
              <w:t xml:space="preserve"> </w:t>
            </w:r>
            <w:r w:rsidR="00404D11" w:rsidRPr="0042658C">
              <w:rPr>
                <w:rFonts w:eastAsia="Arial" w:cstheme="minorHAnsi"/>
                <w:color w:val="000000"/>
                <w:w w:val="101"/>
              </w:rPr>
              <w:t>2%</w:t>
            </w:r>
            <w:r w:rsidR="00404D11" w:rsidRPr="0042658C">
              <w:rPr>
                <w:rFonts w:eastAsia="Arial" w:cstheme="minorHAnsi"/>
                <w:color w:val="000000"/>
                <w:spacing w:val="-1"/>
              </w:rPr>
              <w:t xml:space="preserve"> </w:t>
            </w:r>
            <w:r w:rsidR="008663A0">
              <w:rPr>
                <w:rFonts w:eastAsia="Arial" w:cstheme="minorHAnsi"/>
                <w:color w:val="000000"/>
                <w:spacing w:val="-1"/>
              </w:rPr>
              <w:t xml:space="preserve">from demand of guarantee ampunt </w:t>
            </w:r>
            <w:r w:rsidR="00404D11" w:rsidRPr="0042658C">
              <w:rPr>
                <w:rFonts w:eastAsia="Arial" w:cstheme="minorHAnsi"/>
                <w:color w:val="000000"/>
                <w:w w:val="101"/>
              </w:rPr>
              <w:t>pro</w:t>
            </w:r>
            <w:r w:rsidR="00404D11" w:rsidRPr="0042658C">
              <w:rPr>
                <w:rFonts w:eastAsia="Arial" w:cstheme="minorHAnsi"/>
                <w:color w:val="000000"/>
                <w:spacing w:val="-2"/>
                <w:w w:val="101"/>
              </w:rPr>
              <w:t>t</w:t>
            </w:r>
            <w:r w:rsidR="00404D11" w:rsidRPr="0042658C">
              <w:rPr>
                <w:rFonts w:eastAsia="Arial" w:cstheme="minorHAnsi"/>
                <w:color w:val="000000"/>
                <w:w w:val="101"/>
              </w:rPr>
              <w:t>es</w:t>
            </w:r>
            <w:r w:rsidR="00404D11" w:rsidRPr="0042658C">
              <w:rPr>
                <w:rFonts w:eastAsia="Arial" w:cstheme="minorHAnsi"/>
                <w:color w:val="000000"/>
                <w:spacing w:val="-1"/>
                <w:w w:val="101"/>
              </w:rPr>
              <w:t>t</w:t>
            </w:r>
            <w:r w:rsidR="00404D11" w:rsidRPr="0042658C">
              <w:rPr>
                <w:rFonts w:eastAsia="Arial" w:cstheme="minorHAnsi"/>
                <w:color w:val="000000"/>
                <w:w w:val="101"/>
              </w:rPr>
              <w:t>a</w:t>
            </w:r>
            <w:r w:rsidR="00404D11" w:rsidRPr="0042658C">
              <w:rPr>
                <w:rFonts w:eastAsia="Arial" w:cstheme="minorHAnsi"/>
                <w:color w:val="000000"/>
                <w:spacing w:val="-3"/>
              </w:rPr>
              <w:t xml:space="preserve"> </w:t>
            </w:r>
            <w:r w:rsidR="00404D11" w:rsidRPr="0042658C">
              <w:rPr>
                <w:rFonts w:eastAsia="Arial" w:cstheme="minorHAnsi"/>
                <w:color w:val="000000"/>
                <w:w w:val="101"/>
              </w:rPr>
              <w:t>po</w:t>
            </w:r>
            <w:r w:rsidR="00404D11" w:rsidRPr="0042658C">
              <w:rPr>
                <w:rFonts w:eastAsia="Arial" w:cstheme="minorHAnsi"/>
                <w:color w:val="000000"/>
              </w:rPr>
              <w:t xml:space="preserve"> </w:t>
            </w:r>
            <w:r w:rsidR="00404D11" w:rsidRPr="0042658C">
              <w:rPr>
                <w:rFonts w:eastAsia="Arial" w:cstheme="minorHAnsi"/>
                <w:color w:val="000000"/>
                <w:w w:val="101"/>
              </w:rPr>
              <w:t>garan</w:t>
            </w:r>
            <w:r w:rsidR="00404D11" w:rsidRPr="0042658C">
              <w:rPr>
                <w:rFonts w:eastAsia="Arial" w:cstheme="minorHAnsi"/>
                <w:color w:val="000000"/>
                <w:spacing w:val="-2"/>
                <w:w w:val="101"/>
              </w:rPr>
              <w:t>c</w:t>
            </w:r>
            <w:r w:rsidR="00404D11" w:rsidRPr="0042658C">
              <w:rPr>
                <w:rFonts w:eastAsia="Arial" w:cstheme="minorHAnsi"/>
                <w:color w:val="000000"/>
                <w:spacing w:val="-1"/>
              </w:rPr>
              <w:t>i</w:t>
            </w:r>
            <w:r w:rsidR="00404D11" w:rsidRPr="0042658C">
              <w:rPr>
                <w:rFonts w:eastAsia="Arial" w:cstheme="minorHAnsi"/>
                <w:color w:val="000000"/>
              </w:rPr>
              <w:t>ji</w:t>
            </w:r>
          </w:p>
        </w:tc>
        <w:tc>
          <w:tcPr>
            <w:tcW w:w="2315"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6DA49D60" w14:textId="77777777" w:rsidR="00404D11" w:rsidRPr="0042658C" w:rsidRDefault="00404D11" w:rsidP="00404D11">
            <w:pPr>
              <w:spacing w:after="8" w:line="160" w:lineRule="exact"/>
              <w:rPr>
                <w:rFonts w:eastAsia="Times New Roman" w:cstheme="minorHAnsi"/>
              </w:rPr>
            </w:pPr>
          </w:p>
          <w:p w14:paraId="5F364C28" w14:textId="60C8C00A" w:rsidR="00404D11" w:rsidRPr="0042658C" w:rsidRDefault="00404D11" w:rsidP="008663A0">
            <w:pPr>
              <w:spacing w:after="0" w:line="240" w:lineRule="auto"/>
              <w:ind w:right="-20"/>
              <w:rPr>
                <w:rFonts w:eastAsia="Arial" w:cstheme="minorHAnsi"/>
                <w:color w:val="000000"/>
              </w:rPr>
            </w:pPr>
            <w:r w:rsidRPr="0042658C">
              <w:rPr>
                <w:rFonts w:eastAsia="Arial" w:cstheme="minorHAnsi"/>
                <w:color w:val="000000"/>
              </w:rPr>
              <w:t>min</w:t>
            </w:r>
            <w:r w:rsidRPr="0042658C">
              <w:rPr>
                <w:rFonts w:eastAsia="Arial" w:cstheme="minorHAnsi"/>
                <w:color w:val="000000"/>
                <w:spacing w:val="-1"/>
              </w:rPr>
              <w:t xml:space="preserve"> </w:t>
            </w:r>
            <w:r w:rsidR="008663A0">
              <w:rPr>
                <w:rFonts w:eastAsia="Arial" w:cstheme="minorHAnsi"/>
                <w:color w:val="000000"/>
                <w:spacing w:val="-1"/>
              </w:rPr>
              <w:t xml:space="preserve">RSD </w:t>
            </w:r>
            <w:r w:rsidRPr="0042658C">
              <w:rPr>
                <w:rFonts w:eastAsia="Arial" w:cstheme="minorHAnsi"/>
                <w:color w:val="000000"/>
              </w:rPr>
              <w:t>3</w:t>
            </w:r>
            <w:r w:rsidRPr="0042658C">
              <w:rPr>
                <w:rFonts w:eastAsia="Arial" w:cstheme="minorHAnsi"/>
                <w:color w:val="000000"/>
                <w:spacing w:val="-1"/>
              </w:rPr>
              <w:t>0</w:t>
            </w:r>
            <w:r w:rsidR="008663A0">
              <w:rPr>
                <w:rFonts w:eastAsia="Arial" w:cstheme="minorHAnsi"/>
                <w:color w:val="000000"/>
              </w:rPr>
              <w:t>,</w:t>
            </w:r>
            <w:r w:rsidRPr="0042658C">
              <w:rPr>
                <w:rFonts w:eastAsia="Arial" w:cstheme="minorHAnsi"/>
                <w:color w:val="000000"/>
                <w:spacing w:val="-1"/>
              </w:rPr>
              <w:t>000</w:t>
            </w:r>
            <w:r w:rsidR="008663A0">
              <w:rPr>
                <w:rFonts w:eastAsia="Arial" w:cstheme="minorHAnsi"/>
                <w:color w:val="000000"/>
              </w:rPr>
              <w:t>.</w:t>
            </w:r>
            <w:r w:rsidRPr="0042658C">
              <w:rPr>
                <w:rFonts w:eastAsia="Arial" w:cstheme="minorHAnsi"/>
                <w:color w:val="000000"/>
              </w:rPr>
              <w:t xml:space="preserve">00 </w:t>
            </w:r>
          </w:p>
        </w:tc>
      </w:tr>
      <w:tr w:rsidR="00404D11" w:rsidRPr="0042658C" w14:paraId="2964840A" w14:textId="77777777">
        <w:trPr>
          <w:cantSplit/>
          <w:trHeight w:hRule="exact" w:val="296"/>
        </w:trPr>
        <w:tc>
          <w:tcPr>
            <w:tcW w:w="1098" w:type="dxa"/>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4B1CD706" w14:textId="77777777" w:rsidR="00404D11" w:rsidRPr="0042658C" w:rsidRDefault="00404D11" w:rsidP="00404D11">
            <w:pPr>
              <w:spacing w:before="41" w:after="0" w:line="231" w:lineRule="auto"/>
              <w:ind w:left="501" w:right="-20"/>
              <w:rPr>
                <w:rFonts w:eastAsia="Arial" w:cstheme="minorHAnsi"/>
                <w:b/>
                <w:bCs/>
                <w:color w:val="000000"/>
              </w:rPr>
            </w:pPr>
            <w:r w:rsidRPr="0042658C">
              <w:rPr>
                <w:rFonts w:eastAsia="Arial" w:cstheme="minorHAnsi"/>
                <w:b/>
                <w:bCs/>
                <w:color w:val="000000"/>
              </w:rPr>
              <w:t>4</w:t>
            </w:r>
          </w:p>
        </w:tc>
        <w:tc>
          <w:tcPr>
            <w:tcW w:w="14127" w:type="dxa"/>
            <w:gridSpan w:val="4"/>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2C71EB81" w14:textId="71E191B9" w:rsidR="00404D11" w:rsidRPr="00404D11" w:rsidRDefault="00404D11" w:rsidP="00404D11">
            <w:pPr>
              <w:spacing w:before="41" w:after="0" w:line="231" w:lineRule="auto"/>
              <w:ind w:left="72" w:right="-20"/>
              <w:rPr>
                <w:rFonts w:eastAsia="Arial" w:cstheme="minorHAnsi"/>
                <w:b/>
                <w:bCs/>
                <w:color w:val="000000"/>
              </w:rPr>
            </w:pPr>
            <w:r w:rsidRPr="00404D11">
              <w:rPr>
                <w:b/>
                <w:bCs/>
              </w:rPr>
              <w:t>REGISTRATION OF CREDIT TRANSACTIONS ABROAD WITH THE NBS</w:t>
            </w:r>
          </w:p>
        </w:tc>
      </w:tr>
      <w:tr w:rsidR="00404D11" w:rsidRPr="0042658C" w14:paraId="79E2E40C" w14:textId="77777777">
        <w:trPr>
          <w:cantSplit/>
          <w:trHeight w:hRule="exact" w:val="298"/>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02A34C0" w14:textId="77777777" w:rsidR="00404D11" w:rsidRPr="0042658C" w:rsidRDefault="00404D11" w:rsidP="00404D11">
            <w:pPr>
              <w:spacing w:before="42" w:after="0" w:line="232"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1</w:t>
            </w:r>
            <w:r w:rsidRPr="0042658C">
              <w:rPr>
                <w:rFonts w:eastAsia="Arial" w:cstheme="minorHAnsi"/>
                <w:color w:val="000000"/>
              </w:rPr>
              <w:t>.</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E36574F" w14:textId="21414D0A" w:rsidR="00404D11" w:rsidRPr="0042658C" w:rsidRDefault="00404D11" w:rsidP="00404D11">
            <w:pPr>
              <w:spacing w:before="42" w:after="0" w:line="232" w:lineRule="auto"/>
              <w:ind w:left="72" w:right="-20"/>
              <w:rPr>
                <w:rFonts w:eastAsia="Arial" w:cstheme="minorHAnsi"/>
                <w:color w:val="000000"/>
              </w:rPr>
            </w:pPr>
            <w:r w:rsidRPr="009B1F55">
              <w:t>Registration of an application for a concluded credit transaction with a foreign country</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5C035F5" w14:textId="0B0380E9" w:rsidR="00404D11" w:rsidRPr="0042658C" w:rsidRDefault="00B73664" w:rsidP="00B73664">
            <w:pPr>
              <w:spacing w:before="42" w:after="0" w:line="232" w:lineRule="auto"/>
              <w:ind w:right="-20"/>
              <w:rPr>
                <w:rFonts w:eastAsia="Arial" w:cstheme="minorHAnsi"/>
                <w:color w:val="000000"/>
              </w:rPr>
            </w:pPr>
            <w:r>
              <w:rPr>
                <w:rFonts w:eastAsia="Arial" w:cstheme="minorHAnsi"/>
                <w:color w:val="000000"/>
              </w:rPr>
              <w:t xml:space="preserve">RSD </w:t>
            </w:r>
            <w:r w:rsidR="00404D11" w:rsidRPr="0042658C">
              <w:rPr>
                <w:rFonts w:eastAsia="Arial" w:cstheme="minorHAnsi"/>
                <w:color w:val="000000"/>
              </w:rPr>
              <w:t>3</w:t>
            </w:r>
            <w:r w:rsidR="00404D11" w:rsidRPr="0042658C">
              <w:rPr>
                <w:rFonts w:eastAsia="Arial" w:cstheme="minorHAnsi"/>
                <w:color w:val="000000"/>
                <w:spacing w:val="-1"/>
              </w:rPr>
              <w:t>0</w:t>
            </w:r>
            <w:r>
              <w:rPr>
                <w:rFonts w:eastAsia="Arial" w:cstheme="minorHAnsi"/>
                <w:color w:val="000000"/>
              </w:rPr>
              <w:t>,</w:t>
            </w:r>
            <w:r w:rsidR="00404D11" w:rsidRPr="0042658C">
              <w:rPr>
                <w:rFonts w:eastAsia="Arial" w:cstheme="minorHAnsi"/>
                <w:color w:val="000000"/>
                <w:spacing w:val="-1"/>
              </w:rPr>
              <w:t>000</w:t>
            </w:r>
            <w:r>
              <w:rPr>
                <w:rFonts w:eastAsia="Arial" w:cstheme="minorHAnsi"/>
                <w:color w:val="000000"/>
              </w:rPr>
              <w:t>.</w:t>
            </w:r>
            <w:r w:rsidR="00404D11" w:rsidRPr="0042658C">
              <w:rPr>
                <w:rFonts w:eastAsia="Arial" w:cstheme="minorHAnsi"/>
                <w:color w:val="000000"/>
              </w:rPr>
              <w:t xml:space="preserve">00 </w:t>
            </w:r>
          </w:p>
        </w:tc>
      </w:tr>
      <w:tr w:rsidR="00404D11" w:rsidRPr="0042658C" w14:paraId="04E2609A" w14:textId="77777777">
        <w:trPr>
          <w:cantSplit/>
          <w:trHeight w:hRule="exact" w:val="297"/>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0539DB8" w14:textId="77777777" w:rsidR="00404D11" w:rsidRPr="0042658C" w:rsidRDefault="00404D11" w:rsidP="00404D11">
            <w:pPr>
              <w:spacing w:before="41" w:after="0" w:line="232"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2</w:t>
            </w:r>
            <w:r w:rsidRPr="0042658C">
              <w:rPr>
                <w:rFonts w:eastAsia="Arial" w:cstheme="minorHAnsi"/>
                <w:color w:val="000000"/>
              </w:rPr>
              <w:t>.</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2D64AF9" w14:textId="4FDE805C" w:rsidR="00404D11" w:rsidRPr="0042658C" w:rsidRDefault="00404D11" w:rsidP="00404D11">
            <w:pPr>
              <w:spacing w:before="41" w:after="0" w:line="232" w:lineRule="auto"/>
              <w:ind w:left="72" w:right="-20"/>
              <w:rPr>
                <w:rFonts w:eastAsia="Arial" w:cstheme="minorHAnsi"/>
                <w:color w:val="000000"/>
              </w:rPr>
            </w:pPr>
            <w:r w:rsidRPr="009B1F55">
              <w:t>Registration of repayment plan change - use of credit</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0715F7" w14:textId="05E3D59F" w:rsidR="00404D11" w:rsidRPr="0042658C" w:rsidRDefault="00B73664" w:rsidP="00B73664">
            <w:pPr>
              <w:spacing w:before="41" w:after="0" w:line="232" w:lineRule="auto"/>
              <w:ind w:right="-20"/>
              <w:rPr>
                <w:rFonts w:eastAsia="Arial" w:cstheme="minorHAnsi"/>
                <w:color w:val="000000"/>
              </w:rPr>
            </w:pPr>
            <w:r>
              <w:rPr>
                <w:rFonts w:eastAsia="Arial" w:cstheme="minorHAnsi"/>
                <w:color w:val="000000"/>
              </w:rPr>
              <w:t xml:space="preserve">RSD </w:t>
            </w:r>
            <w:r w:rsidR="00404D11" w:rsidRPr="0042658C">
              <w:rPr>
                <w:rFonts w:eastAsia="Arial" w:cstheme="minorHAnsi"/>
                <w:color w:val="000000"/>
              </w:rPr>
              <w:t>1</w:t>
            </w:r>
            <w:r w:rsidR="00404D11" w:rsidRPr="0042658C">
              <w:rPr>
                <w:rFonts w:eastAsia="Arial" w:cstheme="minorHAnsi"/>
                <w:color w:val="000000"/>
                <w:spacing w:val="-1"/>
              </w:rPr>
              <w:t>0</w:t>
            </w:r>
            <w:r>
              <w:rPr>
                <w:rFonts w:eastAsia="Arial" w:cstheme="minorHAnsi"/>
                <w:color w:val="000000"/>
              </w:rPr>
              <w:t>,</w:t>
            </w:r>
            <w:r w:rsidR="00404D11" w:rsidRPr="0042658C">
              <w:rPr>
                <w:rFonts w:eastAsia="Arial" w:cstheme="minorHAnsi"/>
                <w:color w:val="000000"/>
                <w:spacing w:val="-1"/>
              </w:rPr>
              <w:t>000</w:t>
            </w:r>
            <w:r>
              <w:rPr>
                <w:rFonts w:eastAsia="Arial" w:cstheme="minorHAnsi"/>
                <w:color w:val="000000"/>
              </w:rPr>
              <w:t>.</w:t>
            </w:r>
            <w:r w:rsidR="00404D11" w:rsidRPr="0042658C">
              <w:rPr>
                <w:rFonts w:eastAsia="Arial" w:cstheme="minorHAnsi"/>
                <w:color w:val="000000"/>
              </w:rPr>
              <w:t xml:space="preserve">00 </w:t>
            </w:r>
          </w:p>
        </w:tc>
      </w:tr>
      <w:tr w:rsidR="00404D11" w:rsidRPr="0042658C" w14:paraId="2E1CBE2B" w14:textId="77777777">
        <w:trPr>
          <w:cantSplit/>
          <w:trHeight w:hRule="exact" w:val="302"/>
        </w:trPr>
        <w:tc>
          <w:tcPr>
            <w:tcW w:w="1098"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7BA0AC70" w14:textId="77777777" w:rsidR="00404D11" w:rsidRPr="0042658C" w:rsidRDefault="00404D11" w:rsidP="00404D11">
            <w:pPr>
              <w:spacing w:before="41" w:after="0" w:line="236"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3</w:t>
            </w:r>
            <w:r w:rsidRPr="0042658C">
              <w:rPr>
                <w:rFonts w:eastAsia="Arial" w:cstheme="minorHAnsi"/>
                <w:color w:val="000000"/>
              </w:rPr>
              <w:t>.</w:t>
            </w:r>
          </w:p>
        </w:tc>
        <w:tc>
          <w:tcPr>
            <w:tcW w:w="8481" w:type="dxa"/>
            <w:gridSpan w:val="2"/>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5E04433D" w14:textId="648FB756" w:rsidR="00404D11" w:rsidRPr="0042658C" w:rsidRDefault="00404D11" w:rsidP="00404D11">
            <w:pPr>
              <w:spacing w:before="41" w:after="0" w:line="236" w:lineRule="auto"/>
              <w:ind w:left="72" w:right="-20"/>
              <w:rPr>
                <w:rFonts w:eastAsia="Arial" w:cstheme="minorHAnsi"/>
                <w:color w:val="000000"/>
              </w:rPr>
            </w:pPr>
            <w:r w:rsidRPr="009B1F55">
              <w:t>Realization of loan repayment in case the payment is not made through the Bank</w:t>
            </w:r>
          </w:p>
        </w:tc>
        <w:tc>
          <w:tcPr>
            <w:tcW w:w="5646" w:type="dxa"/>
            <w:gridSpan w:val="2"/>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6494736B" w14:textId="1748216C" w:rsidR="00404D11" w:rsidRPr="0042658C" w:rsidRDefault="00B73664" w:rsidP="00B73664">
            <w:pPr>
              <w:spacing w:before="41" w:after="0" w:line="236" w:lineRule="auto"/>
              <w:ind w:right="-20"/>
              <w:rPr>
                <w:rFonts w:eastAsia="Arial" w:cstheme="minorHAnsi"/>
                <w:color w:val="000000"/>
              </w:rPr>
            </w:pPr>
            <w:r>
              <w:rPr>
                <w:rFonts w:eastAsia="Arial" w:cstheme="minorHAnsi"/>
                <w:color w:val="000000"/>
              </w:rPr>
              <w:t xml:space="preserve">RSD </w:t>
            </w:r>
            <w:r w:rsidR="00404D11" w:rsidRPr="0042658C">
              <w:rPr>
                <w:rFonts w:eastAsia="Arial" w:cstheme="minorHAnsi"/>
                <w:color w:val="000000"/>
              </w:rPr>
              <w:t>5</w:t>
            </w:r>
            <w:r>
              <w:rPr>
                <w:rFonts w:eastAsia="Arial" w:cstheme="minorHAnsi"/>
                <w:color w:val="000000"/>
              </w:rPr>
              <w:t>,</w:t>
            </w:r>
            <w:r w:rsidR="00404D11" w:rsidRPr="0042658C">
              <w:rPr>
                <w:rFonts w:eastAsia="Arial" w:cstheme="minorHAnsi"/>
                <w:color w:val="000000"/>
                <w:spacing w:val="-1"/>
              </w:rPr>
              <w:t>000</w:t>
            </w:r>
            <w:r>
              <w:rPr>
                <w:rFonts w:eastAsia="Arial" w:cstheme="minorHAnsi"/>
                <w:color w:val="000000"/>
              </w:rPr>
              <w:t>.</w:t>
            </w:r>
            <w:r w:rsidR="00404D11" w:rsidRPr="0042658C">
              <w:rPr>
                <w:rFonts w:eastAsia="Arial" w:cstheme="minorHAnsi"/>
                <w:color w:val="000000"/>
              </w:rPr>
              <w:t xml:space="preserve">00 </w:t>
            </w:r>
          </w:p>
        </w:tc>
      </w:tr>
      <w:tr w:rsidR="00404D11" w:rsidRPr="0042658C" w14:paraId="0EB64383" w14:textId="77777777">
        <w:trPr>
          <w:cantSplit/>
          <w:trHeight w:hRule="exact" w:val="297"/>
        </w:trPr>
        <w:tc>
          <w:tcPr>
            <w:tcW w:w="1098" w:type="dxa"/>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FB8397C" w14:textId="77777777" w:rsidR="00404D11" w:rsidRPr="0042658C" w:rsidRDefault="00404D11" w:rsidP="00404D11">
            <w:pPr>
              <w:spacing w:before="41" w:after="0" w:line="232" w:lineRule="auto"/>
              <w:ind w:left="501" w:right="-20"/>
              <w:rPr>
                <w:rFonts w:eastAsia="Arial" w:cstheme="minorHAnsi"/>
                <w:b/>
                <w:bCs/>
                <w:color w:val="000000"/>
              </w:rPr>
            </w:pPr>
            <w:r w:rsidRPr="0042658C">
              <w:rPr>
                <w:rFonts w:eastAsia="Arial" w:cstheme="minorHAnsi"/>
                <w:b/>
                <w:bCs/>
                <w:color w:val="000000"/>
              </w:rPr>
              <w:t>5</w:t>
            </w:r>
          </w:p>
        </w:tc>
        <w:tc>
          <w:tcPr>
            <w:tcW w:w="14127" w:type="dxa"/>
            <w:gridSpan w:val="4"/>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98216EC" w14:textId="5D694F4D" w:rsidR="00404D11" w:rsidRPr="00404D11" w:rsidRDefault="00404D11" w:rsidP="00404D11">
            <w:pPr>
              <w:spacing w:before="41" w:after="0" w:line="232" w:lineRule="auto"/>
              <w:ind w:left="72" w:right="-20"/>
              <w:rPr>
                <w:rFonts w:eastAsia="Arial" w:cstheme="minorHAnsi"/>
                <w:b/>
                <w:bCs/>
                <w:color w:val="000000"/>
              </w:rPr>
            </w:pPr>
            <w:r w:rsidRPr="00404D11">
              <w:rPr>
                <w:b/>
                <w:bCs/>
              </w:rPr>
              <w:t>OTHER SERVICES AND ACTUAL COSTS</w:t>
            </w:r>
          </w:p>
        </w:tc>
      </w:tr>
      <w:tr w:rsidR="00404D11" w:rsidRPr="0042658C" w14:paraId="5978CF14" w14:textId="77777777">
        <w:trPr>
          <w:cantSplit/>
          <w:trHeight w:hRule="exact" w:val="298"/>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148C219" w14:textId="77777777" w:rsidR="00404D11" w:rsidRPr="0042658C" w:rsidRDefault="00404D11" w:rsidP="00404D11">
            <w:pPr>
              <w:spacing w:before="39" w:after="0" w:line="234" w:lineRule="auto"/>
              <w:ind w:left="374" w:right="-20"/>
              <w:rPr>
                <w:rFonts w:eastAsia="Arial" w:cstheme="minorHAnsi"/>
                <w:b/>
                <w:bCs/>
                <w:color w:val="000000"/>
              </w:rPr>
            </w:pPr>
            <w:r w:rsidRPr="0042658C">
              <w:rPr>
                <w:rFonts w:eastAsia="Arial" w:cstheme="minorHAnsi"/>
                <w:b/>
                <w:bCs/>
                <w:color w:val="000000"/>
              </w:rPr>
              <w:t>5.</w:t>
            </w:r>
            <w:r w:rsidRPr="0042658C">
              <w:rPr>
                <w:rFonts w:eastAsia="Arial" w:cstheme="minorHAnsi"/>
                <w:b/>
                <w:bCs/>
                <w:color w:val="000000"/>
                <w:spacing w:val="-1"/>
              </w:rPr>
              <w:t>1</w:t>
            </w:r>
            <w:r w:rsidRPr="0042658C">
              <w:rPr>
                <w:rFonts w:eastAsia="Arial" w:cstheme="minorHAnsi"/>
                <w:b/>
                <w:bCs/>
                <w:color w:val="000000"/>
              </w:rPr>
              <w:t>.</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F4AF3D3" w14:textId="19B07BC1" w:rsidR="00404D11" w:rsidRPr="00404D11" w:rsidRDefault="00404D11" w:rsidP="00404D11">
            <w:pPr>
              <w:spacing w:before="39" w:after="0" w:line="234" w:lineRule="auto"/>
              <w:ind w:left="72" w:right="-20"/>
              <w:rPr>
                <w:rFonts w:eastAsia="Arial" w:cstheme="minorHAnsi"/>
                <w:b/>
                <w:bCs/>
                <w:color w:val="000000"/>
              </w:rPr>
            </w:pPr>
            <w:r w:rsidRPr="00404D11">
              <w:rPr>
                <w:b/>
                <w:bCs/>
              </w:rPr>
              <w:t>OTHER SERVICES</w:t>
            </w:r>
          </w:p>
        </w:tc>
      </w:tr>
      <w:tr w:rsidR="00404D11" w:rsidRPr="0042658C" w14:paraId="1AFF4258" w14:textId="77777777">
        <w:trPr>
          <w:cantSplit/>
          <w:trHeight w:hRule="exact" w:val="300"/>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AD0703" w14:textId="77777777" w:rsidR="00404D11" w:rsidRPr="0042658C" w:rsidRDefault="00404D11" w:rsidP="00404D11">
            <w:pPr>
              <w:spacing w:before="38" w:after="0" w:line="236" w:lineRule="auto"/>
              <w:ind w:left="276"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1</w:t>
            </w:r>
            <w:r w:rsidRPr="0042658C">
              <w:rPr>
                <w:rFonts w:eastAsia="Arial" w:cstheme="minorHAnsi"/>
                <w:color w:val="000000"/>
              </w:rPr>
              <w:t>.1.</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AF2C247" w14:textId="64A2ECDA" w:rsidR="00404D11" w:rsidRPr="0042658C" w:rsidRDefault="00404D11" w:rsidP="00404D11">
            <w:pPr>
              <w:spacing w:before="38" w:after="0" w:line="236" w:lineRule="auto"/>
              <w:ind w:left="72" w:right="-20"/>
              <w:rPr>
                <w:rFonts w:eastAsia="Arial" w:cstheme="minorHAnsi"/>
                <w:color w:val="000000"/>
              </w:rPr>
            </w:pPr>
            <w:r w:rsidRPr="009B1F55">
              <w:t>Issuance of certificates and notifications at the request of legal entities</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E13DC82" w14:textId="08583541" w:rsidR="00404D11" w:rsidRPr="0042658C" w:rsidRDefault="00404D11" w:rsidP="008663A0">
            <w:pPr>
              <w:spacing w:before="38" w:after="0" w:line="236" w:lineRule="auto"/>
              <w:ind w:right="-20"/>
              <w:rPr>
                <w:rFonts w:eastAsia="Arial" w:cstheme="minorHAnsi"/>
                <w:color w:val="000000"/>
              </w:rPr>
            </w:pPr>
            <w:r w:rsidRPr="0042658C">
              <w:rPr>
                <w:rFonts w:eastAsia="Arial" w:cstheme="minorHAnsi"/>
                <w:color w:val="000000"/>
              </w:rPr>
              <w:t>3</w:t>
            </w:r>
            <w:r w:rsidR="008663A0">
              <w:rPr>
                <w:rFonts w:eastAsia="Arial" w:cstheme="minorHAnsi"/>
                <w:color w:val="000000"/>
              </w:rPr>
              <w:t>,</w:t>
            </w:r>
            <w:r w:rsidRPr="0042658C">
              <w:rPr>
                <w:rFonts w:eastAsia="Arial" w:cstheme="minorHAnsi"/>
                <w:color w:val="000000"/>
                <w:spacing w:val="-1"/>
              </w:rPr>
              <w:t>000</w:t>
            </w:r>
            <w:r w:rsidR="008663A0">
              <w:rPr>
                <w:rFonts w:eastAsia="Arial" w:cstheme="minorHAnsi"/>
                <w:color w:val="000000"/>
              </w:rPr>
              <w:t>.</w:t>
            </w:r>
            <w:r w:rsidRPr="0042658C">
              <w:rPr>
                <w:rFonts w:eastAsia="Arial" w:cstheme="minorHAnsi"/>
                <w:color w:val="000000"/>
              </w:rPr>
              <w:t xml:space="preserve">00 </w:t>
            </w:r>
            <w:r w:rsidRPr="0042658C">
              <w:rPr>
                <w:rFonts w:eastAsia="Arial" w:cstheme="minorHAnsi"/>
                <w:color w:val="000000"/>
                <w:spacing w:val="-1"/>
              </w:rPr>
              <w:t>R</w:t>
            </w:r>
            <w:r w:rsidRPr="0042658C">
              <w:rPr>
                <w:rFonts w:eastAsia="Arial" w:cstheme="minorHAnsi"/>
                <w:color w:val="000000"/>
              </w:rPr>
              <w:t>SD</w:t>
            </w:r>
          </w:p>
        </w:tc>
      </w:tr>
      <w:tr w:rsidR="00404D11" w:rsidRPr="0042658C" w14:paraId="113491DA" w14:textId="77777777">
        <w:trPr>
          <w:cantSplit/>
          <w:trHeight w:hRule="exact" w:val="297"/>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DA0D8A6" w14:textId="77777777" w:rsidR="00404D11" w:rsidRPr="0042658C" w:rsidRDefault="00404D11" w:rsidP="00404D11">
            <w:pPr>
              <w:spacing w:before="41" w:after="0" w:line="232" w:lineRule="auto"/>
              <w:ind w:left="276"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1</w:t>
            </w:r>
            <w:r w:rsidRPr="0042658C">
              <w:rPr>
                <w:rFonts w:eastAsia="Arial" w:cstheme="minorHAnsi"/>
                <w:color w:val="000000"/>
              </w:rPr>
              <w:t>.2.</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A4385D" w14:textId="1C7CC7F2" w:rsidR="00404D11" w:rsidRPr="0042658C" w:rsidRDefault="00404D11" w:rsidP="00404D11">
            <w:pPr>
              <w:spacing w:before="41" w:after="0" w:line="232" w:lineRule="auto"/>
              <w:ind w:left="72" w:right="-20"/>
              <w:rPr>
                <w:rFonts w:eastAsia="Arial" w:cstheme="minorHAnsi"/>
                <w:color w:val="000000"/>
              </w:rPr>
            </w:pPr>
            <w:r w:rsidRPr="009B1F55">
              <w:t>Transactions on dedicated accounts opened for securities trading</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131C60" w14:textId="43BA5E3A" w:rsidR="00404D11" w:rsidRPr="0042658C" w:rsidRDefault="00404D11" w:rsidP="008663A0">
            <w:pPr>
              <w:spacing w:before="41" w:after="0" w:line="232" w:lineRule="auto"/>
              <w:ind w:right="-20"/>
              <w:rPr>
                <w:rFonts w:eastAsia="Arial" w:cstheme="minorHAnsi"/>
                <w:color w:val="000000"/>
              </w:rPr>
            </w:pPr>
            <w:r w:rsidRPr="0042658C">
              <w:rPr>
                <w:rFonts w:eastAsia="Arial" w:cstheme="minorHAnsi"/>
                <w:color w:val="000000"/>
              </w:rPr>
              <w:t>0,</w:t>
            </w:r>
            <w:r w:rsidRPr="0042658C">
              <w:rPr>
                <w:rFonts w:eastAsia="Arial" w:cstheme="minorHAnsi"/>
                <w:color w:val="000000"/>
                <w:spacing w:val="-1"/>
              </w:rPr>
              <w:t>20</w:t>
            </w:r>
            <w:r w:rsidRPr="0042658C">
              <w:rPr>
                <w:rFonts w:eastAsia="Arial" w:cstheme="minorHAnsi"/>
                <w:color w:val="000000"/>
              </w:rPr>
              <w:t xml:space="preserve">% </w:t>
            </w:r>
            <w:r w:rsidR="008663A0">
              <w:rPr>
                <w:rFonts w:eastAsia="Arial" w:cstheme="minorHAnsi"/>
                <w:color w:val="000000"/>
                <w:spacing w:val="-1"/>
              </w:rPr>
              <w:t>from transaction amount</w:t>
            </w:r>
          </w:p>
        </w:tc>
      </w:tr>
      <w:tr w:rsidR="00404D11" w:rsidRPr="0042658C" w14:paraId="1D9906EB" w14:textId="77777777">
        <w:trPr>
          <w:cantSplit/>
          <w:trHeight w:hRule="exact" w:val="564"/>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8CC1F27" w14:textId="77777777" w:rsidR="00404D11" w:rsidRPr="0042658C" w:rsidRDefault="00404D11" w:rsidP="00404D11">
            <w:pPr>
              <w:spacing w:after="13" w:line="160" w:lineRule="exact"/>
              <w:rPr>
                <w:rFonts w:eastAsia="Times New Roman" w:cstheme="minorHAnsi"/>
              </w:rPr>
            </w:pPr>
          </w:p>
          <w:p w14:paraId="39D3F588" w14:textId="77777777" w:rsidR="00404D11" w:rsidRPr="0042658C" w:rsidRDefault="00404D11" w:rsidP="00404D11">
            <w:pPr>
              <w:spacing w:after="0" w:line="240" w:lineRule="auto"/>
              <w:ind w:left="276"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1</w:t>
            </w:r>
            <w:r w:rsidRPr="0042658C">
              <w:rPr>
                <w:rFonts w:eastAsia="Arial" w:cstheme="minorHAnsi"/>
                <w:color w:val="000000"/>
              </w:rPr>
              <w:t>.3.</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38D4AAF" w14:textId="0EC0C86A" w:rsidR="00404D11" w:rsidRPr="0042658C" w:rsidRDefault="00404D11" w:rsidP="00404D11">
            <w:pPr>
              <w:spacing w:after="0" w:line="240" w:lineRule="auto"/>
              <w:ind w:right="-20"/>
              <w:rPr>
                <w:rFonts w:eastAsia="Arial" w:cstheme="minorHAnsi"/>
                <w:color w:val="000000"/>
              </w:rPr>
            </w:pPr>
            <w:r>
              <w:rPr>
                <w:rFonts w:eastAsia="Arial" w:cstheme="minorHAnsi"/>
                <w:color w:val="000000"/>
              </w:rPr>
              <w:t xml:space="preserve">  </w:t>
            </w:r>
            <w:r w:rsidRPr="00404D11">
              <w:rPr>
                <w:rFonts w:eastAsia="Arial" w:cstheme="minorHAnsi"/>
                <w:color w:val="000000"/>
              </w:rPr>
              <w:t>Fee for UBS Credit Bureau services</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76C60F" w14:textId="68ADC7FF" w:rsidR="00404D11" w:rsidRPr="0042658C" w:rsidRDefault="008663A0" w:rsidP="00404D11">
            <w:pPr>
              <w:spacing w:before="41" w:after="0" w:line="237" w:lineRule="auto"/>
              <w:ind w:left="43" w:right="209"/>
              <w:rPr>
                <w:rFonts w:eastAsia="Arial" w:cstheme="minorHAnsi"/>
                <w:color w:val="000000"/>
              </w:rPr>
            </w:pPr>
            <w:r w:rsidRPr="008663A0">
              <w:rPr>
                <w:rFonts w:eastAsia="Arial" w:cstheme="minorHAnsi"/>
                <w:color w:val="000000"/>
              </w:rPr>
              <w:t>In accordance with the fee provided by the decision of the Credit Bureau</w:t>
            </w:r>
          </w:p>
        </w:tc>
      </w:tr>
      <w:tr w:rsidR="00404D11" w:rsidRPr="0042658C" w14:paraId="394DD345" w14:textId="77777777">
        <w:trPr>
          <w:cantSplit/>
          <w:trHeight w:hRule="exact" w:val="314"/>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AB1434" w14:textId="77777777" w:rsidR="00404D11" w:rsidRPr="0042658C" w:rsidRDefault="00404D11" w:rsidP="00404D11">
            <w:pPr>
              <w:spacing w:before="38" w:after="0" w:line="240" w:lineRule="auto"/>
              <w:ind w:left="374" w:right="-20"/>
              <w:rPr>
                <w:rFonts w:eastAsia="Arial" w:cstheme="minorHAnsi"/>
                <w:b/>
                <w:bCs/>
                <w:color w:val="000000"/>
              </w:rPr>
            </w:pPr>
            <w:r w:rsidRPr="0042658C">
              <w:rPr>
                <w:rFonts w:eastAsia="Arial" w:cstheme="minorHAnsi"/>
                <w:b/>
                <w:bCs/>
                <w:color w:val="000000"/>
              </w:rPr>
              <w:t>5.</w:t>
            </w:r>
            <w:r w:rsidRPr="0042658C">
              <w:rPr>
                <w:rFonts w:eastAsia="Arial" w:cstheme="minorHAnsi"/>
                <w:b/>
                <w:bCs/>
                <w:color w:val="000000"/>
                <w:spacing w:val="-1"/>
              </w:rPr>
              <w:t>2</w:t>
            </w:r>
            <w:r w:rsidRPr="0042658C">
              <w:rPr>
                <w:rFonts w:eastAsia="Arial" w:cstheme="minorHAnsi"/>
                <w:b/>
                <w:bCs/>
                <w:color w:val="000000"/>
              </w:rPr>
              <w:t>.</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832D686" w14:textId="0F39C21C" w:rsidR="00404D11" w:rsidRPr="00404D11" w:rsidRDefault="00404D11" w:rsidP="00404D11">
            <w:pPr>
              <w:spacing w:before="38" w:after="0" w:line="240" w:lineRule="auto"/>
              <w:ind w:left="72" w:right="-20"/>
              <w:rPr>
                <w:rFonts w:eastAsia="Arial" w:cstheme="minorHAnsi"/>
                <w:b/>
                <w:bCs/>
                <w:color w:val="000000"/>
              </w:rPr>
            </w:pPr>
            <w:r w:rsidRPr="00404D11">
              <w:rPr>
                <w:b/>
                <w:bCs/>
              </w:rPr>
              <w:t>ACTUAL COSTS</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5C9F08" w14:textId="2A601681" w:rsidR="00404D11" w:rsidRPr="0042658C" w:rsidRDefault="00404D11" w:rsidP="00404D11">
            <w:pPr>
              <w:rPr>
                <w:rFonts w:cstheme="minorHAnsi"/>
              </w:rPr>
            </w:pPr>
          </w:p>
        </w:tc>
      </w:tr>
      <w:tr w:rsidR="00404D11" w:rsidRPr="0042658C" w14:paraId="2E584CFA" w14:textId="77777777">
        <w:trPr>
          <w:cantSplit/>
          <w:trHeight w:hRule="exact" w:val="561"/>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AEBDFA" w14:textId="77777777" w:rsidR="00404D11" w:rsidRPr="0042658C" w:rsidRDefault="00404D11" w:rsidP="00404D11">
            <w:pPr>
              <w:spacing w:after="13" w:line="160" w:lineRule="exact"/>
              <w:rPr>
                <w:rFonts w:eastAsia="Times New Roman" w:cstheme="minorHAnsi"/>
              </w:rPr>
            </w:pPr>
          </w:p>
          <w:p w14:paraId="3FBB1DB3" w14:textId="77777777" w:rsidR="00404D11" w:rsidRPr="0042658C" w:rsidRDefault="00404D11" w:rsidP="00404D11">
            <w:pPr>
              <w:spacing w:after="0" w:line="240" w:lineRule="auto"/>
              <w:ind w:left="276"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2</w:t>
            </w:r>
            <w:r w:rsidRPr="0042658C">
              <w:rPr>
                <w:rFonts w:eastAsia="Arial" w:cstheme="minorHAnsi"/>
                <w:color w:val="000000"/>
              </w:rPr>
              <w:t>.1.</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6F3BDD" w14:textId="480B3E4A" w:rsidR="00404D11" w:rsidRPr="0042658C" w:rsidRDefault="00404D11" w:rsidP="00404D11">
            <w:pPr>
              <w:spacing w:before="41" w:after="0" w:line="236" w:lineRule="auto"/>
              <w:ind w:left="72" w:right="13"/>
              <w:rPr>
                <w:rFonts w:eastAsia="Arial" w:cstheme="minorHAnsi"/>
                <w:color w:val="000000"/>
              </w:rPr>
            </w:pPr>
            <w:r w:rsidRPr="00CC2155">
              <w:t>The Bank charges all commissions and costs charged by a foreign partner, correspondent bank or other financial institution, participant in the execution of the order, in order to reimburse the actual costs incurred during the execution of the client's order.</w:t>
            </w:r>
          </w:p>
        </w:tc>
      </w:tr>
      <w:tr w:rsidR="00404D11" w:rsidRPr="0042658C" w14:paraId="72B8C40A" w14:textId="77777777">
        <w:trPr>
          <w:cantSplit/>
          <w:trHeight w:hRule="exact" w:val="588"/>
        </w:trPr>
        <w:tc>
          <w:tcPr>
            <w:tcW w:w="1098"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0C8DD56F" w14:textId="77777777" w:rsidR="00404D11" w:rsidRPr="0042658C" w:rsidRDefault="00404D11" w:rsidP="00404D11">
            <w:pPr>
              <w:spacing w:after="5" w:line="180" w:lineRule="exact"/>
              <w:rPr>
                <w:rFonts w:eastAsia="Times New Roman" w:cstheme="minorHAnsi"/>
              </w:rPr>
            </w:pPr>
          </w:p>
          <w:p w14:paraId="3841C928" w14:textId="77777777" w:rsidR="00404D11" w:rsidRPr="0042658C" w:rsidRDefault="00404D11" w:rsidP="00404D11">
            <w:pPr>
              <w:spacing w:after="0" w:line="240" w:lineRule="auto"/>
              <w:ind w:left="276" w:right="-20"/>
              <w:rPr>
                <w:rFonts w:eastAsia="Arial" w:cstheme="minorHAnsi"/>
                <w:color w:val="000000"/>
              </w:rPr>
            </w:pPr>
            <w:r w:rsidRPr="0042658C">
              <w:rPr>
                <w:rFonts w:eastAsia="Arial" w:cstheme="minorHAnsi"/>
                <w:color w:val="000000"/>
              </w:rPr>
              <w:t>5.</w:t>
            </w:r>
            <w:r w:rsidRPr="0042658C">
              <w:rPr>
                <w:rFonts w:eastAsia="Arial" w:cstheme="minorHAnsi"/>
                <w:color w:val="000000"/>
                <w:spacing w:val="-1"/>
              </w:rPr>
              <w:t>2</w:t>
            </w:r>
            <w:r w:rsidRPr="0042658C">
              <w:rPr>
                <w:rFonts w:eastAsia="Arial" w:cstheme="minorHAnsi"/>
                <w:color w:val="000000"/>
              </w:rPr>
              <w:t>.2.</w:t>
            </w:r>
          </w:p>
        </w:tc>
        <w:tc>
          <w:tcPr>
            <w:tcW w:w="14127" w:type="dxa"/>
            <w:gridSpan w:val="4"/>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4ECEE876" w14:textId="32A6EE79" w:rsidR="00404D11" w:rsidRPr="0042658C" w:rsidRDefault="00404D11" w:rsidP="00404D11">
            <w:pPr>
              <w:spacing w:before="41" w:after="0" w:line="248" w:lineRule="auto"/>
              <w:ind w:left="72" w:right="53"/>
              <w:rPr>
                <w:rFonts w:eastAsia="Arial" w:cstheme="minorHAnsi"/>
                <w:color w:val="000000"/>
              </w:rPr>
            </w:pPr>
            <w:r w:rsidRPr="00CC2155">
              <w:t xml:space="preserve">The Bank also charges the actual costs it incurred in performing foreign exchange services. Fees are calculated in </w:t>
            </w:r>
            <w:r w:rsidR="00084CEB">
              <w:t xml:space="preserve">RSDs </w:t>
            </w:r>
            <w:r w:rsidRPr="00CC2155">
              <w:t>at the current exchange rate of the NBS</w:t>
            </w:r>
          </w:p>
        </w:tc>
      </w:tr>
      <w:tr w:rsidR="00A00FFD" w:rsidRPr="0042658C" w14:paraId="4AA7A4BD" w14:textId="77777777">
        <w:trPr>
          <w:cantSplit/>
          <w:trHeight w:hRule="exact" w:val="296"/>
        </w:trPr>
        <w:tc>
          <w:tcPr>
            <w:tcW w:w="1098" w:type="dxa"/>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545B748" w14:textId="77777777" w:rsidR="00A00FFD" w:rsidRPr="0042658C" w:rsidRDefault="00A00FFD" w:rsidP="00A00FFD">
            <w:pPr>
              <w:spacing w:before="38" w:after="0" w:line="233" w:lineRule="auto"/>
              <w:ind w:left="501" w:right="-20"/>
              <w:rPr>
                <w:rFonts w:eastAsia="Arial" w:cstheme="minorHAnsi"/>
                <w:b/>
                <w:bCs/>
                <w:color w:val="000000"/>
              </w:rPr>
            </w:pPr>
            <w:r w:rsidRPr="0042658C">
              <w:rPr>
                <w:rFonts w:eastAsia="Arial" w:cstheme="minorHAnsi"/>
                <w:b/>
                <w:bCs/>
                <w:color w:val="000000"/>
              </w:rPr>
              <w:t>6</w:t>
            </w:r>
          </w:p>
        </w:tc>
        <w:tc>
          <w:tcPr>
            <w:tcW w:w="14127" w:type="dxa"/>
            <w:gridSpan w:val="4"/>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4E95248A" w14:textId="6685B2E6" w:rsidR="00A00FFD" w:rsidRPr="00A00FFD" w:rsidRDefault="00A00FFD" w:rsidP="00A00FFD">
            <w:pPr>
              <w:spacing w:before="38" w:after="0" w:line="233" w:lineRule="auto"/>
              <w:ind w:left="72" w:right="-20"/>
              <w:rPr>
                <w:rFonts w:eastAsia="Arial" w:cstheme="minorHAnsi"/>
                <w:b/>
                <w:bCs/>
                <w:color w:val="000000"/>
              </w:rPr>
            </w:pPr>
            <w:r w:rsidRPr="00A00FFD">
              <w:rPr>
                <w:b/>
                <w:bCs/>
              </w:rPr>
              <w:t>EARLY LOAN REPAYMENT</w:t>
            </w:r>
          </w:p>
        </w:tc>
      </w:tr>
      <w:tr w:rsidR="00A00FFD" w:rsidRPr="0042658C" w14:paraId="5E0E4227" w14:textId="77777777">
        <w:trPr>
          <w:cantSplit/>
          <w:trHeight w:hRule="exact" w:val="315"/>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C67C200" w14:textId="77777777" w:rsidR="00A00FFD" w:rsidRPr="0042658C" w:rsidRDefault="00A00FFD" w:rsidP="00A00FFD">
            <w:pPr>
              <w:spacing w:before="59" w:after="0" w:line="232" w:lineRule="auto"/>
              <w:ind w:left="374"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1</w:t>
            </w:r>
            <w:r w:rsidRPr="0042658C">
              <w:rPr>
                <w:rFonts w:eastAsia="Arial" w:cstheme="minorHAnsi"/>
                <w:color w:val="000000"/>
              </w:rPr>
              <w:t>.</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38A3D96" w14:textId="03B217FD" w:rsidR="00A00FFD" w:rsidRPr="0042658C" w:rsidRDefault="00A00FFD" w:rsidP="00A00FFD">
            <w:pPr>
              <w:spacing w:before="59" w:after="0" w:line="232" w:lineRule="auto"/>
              <w:ind w:left="72" w:right="-20"/>
              <w:rPr>
                <w:rFonts w:eastAsia="Arial" w:cstheme="minorHAnsi"/>
                <w:color w:val="000000"/>
              </w:rPr>
            </w:pPr>
            <w:r w:rsidRPr="005A6CD8">
              <w:t>Early repayment of loans from regular business funds</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69772F" w14:textId="22911481" w:rsidR="00A00FFD" w:rsidRPr="0042658C" w:rsidRDefault="008663A0" w:rsidP="008663A0">
            <w:pPr>
              <w:spacing w:before="59" w:after="0" w:line="232" w:lineRule="auto"/>
              <w:ind w:right="-20"/>
              <w:rPr>
                <w:rFonts w:eastAsia="Arial" w:cstheme="minorHAnsi"/>
                <w:color w:val="000000"/>
              </w:rPr>
            </w:pPr>
            <w:r w:rsidRPr="008663A0">
              <w:rPr>
                <w:rFonts w:eastAsia="Arial" w:cstheme="minorHAnsi"/>
                <w:color w:val="000000"/>
              </w:rPr>
              <w:t>up to 1% on the amount refunded early</w:t>
            </w:r>
          </w:p>
        </w:tc>
      </w:tr>
      <w:tr w:rsidR="00A00FFD" w:rsidRPr="0042658C" w14:paraId="19BF4CB0" w14:textId="77777777">
        <w:trPr>
          <w:cantSplit/>
          <w:trHeight w:hRule="exact" w:val="561"/>
        </w:trPr>
        <w:tc>
          <w:tcPr>
            <w:tcW w:w="1098" w:type="dxa"/>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640CCA93" w14:textId="77777777" w:rsidR="00A00FFD" w:rsidRPr="0042658C" w:rsidRDefault="00A00FFD" w:rsidP="00A00FFD">
            <w:pPr>
              <w:spacing w:after="13" w:line="160" w:lineRule="exact"/>
              <w:rPr>
                <w:rFonts w:eastAsia="Times New Roman" w:cstheme="minorHAnsi"/>
              </w:rPr>
            </w:pPr>
          </w:p>
          <w:p w14:paraId="59C465A2" w14:textId="77777777" w:rsidR="00A00FFD" w:rsidRPr="0042658C" w:rsidRDefault="00A00FFD" w:rsidP="00A00FFD">
            <w:pPr>
              <w:spacing w:after="0" w:line="240" w:lineRule="auto"/>
              <w:ind w:left="374" w:right="-20"/>
              <w:rPr>
                <w:rFonts w:eastAsia="Arial" w:cstheme="minorHAnsi"/>
                <w:color w:val="000000"/>
              </w:rPr>
            </w:pPr>
            <w:r w:rsidRPr="0042658C">
              <w:rPr>
                <w:rFonts w:eastAsia="Arial" w:cstheme="minorHAnsi"/>
                <w:color w:val="000000"/>
              </w:rPr>
              <w:t>6.</w:t>
            </w:r>
            <w:r w:rsidRPr="0042658C">
              <w:rPr>
                <w:rFonts w:eastAsia="Arial" w:cstheme="minorHAnsi"/>
                <w:color w:val="000000"/>
                <w:spacing w:val="-1"/>
              </w:rPr>
              <w:t>2</w:t>
            </w:r>
            <w:r w:rsidRPr="0042658C">
              <w:rPr>
                <w:rFonts w:eastAsia="Arial" w:cstheme="minorHAnsi"/>
                <w:color w:val="000000"/>
              </w:rPr>
              <w:t>.</w:t>
            </w:r>
          </w:p>
        </w:tc>
        <w:tc>
          <w:tcPr>
            <w:tcW w:w="8481" w:type="dxa"/>
            <w:gridSpan w:val="2"/>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5E7BD7D5" w14:textId="07EF9E6C" w:rsidR="00A00FFD" w:rsidRPr="0042658C" w:rsidRDefault="00A00FFD" w:rsidP="00A00FFD">
            <w:pPr>
              <w:spacing w:before="41" w:after="0" w:line="236" w:lineRule="auto"/>
              <w:ind w:left="72" w:right="131"/>
              <w:rPr>
                <w:rFonts w:eastAsia="Arial" w:cstheme="minorHAnsi"/>
                <w:color w:val="000000"/>
              </w:rPr>
            </w:pPr>
            <w:r w:rsidRPr="005A6CD8">
              <w:t>Premature repayment of the loan from the funds of the refinancing loan approved by another bank</w:t>
            </w:r>
          </w:p>
        </w:tc>
        <w:tc>
          <w:tcPr>
            <w:tcW w:w="5646" w:type="dxa"/>
            <w:gridSpan w:val="2"/>
            <w:tcBorders>
              <w:top w:val="single" w:sz="7" w:space="0" w:color="000000"/>
              <w:left w:val="single" w:sz="7" w:space="0" w:color="000000"/>
              <w:bottom w:val="single" w:sz="5" w:space="0" w:color="F5D2D4"/>
              <w:right w:val="single" w:sz="7" w:space="0" w:color="000000"/>
            </w:tcBorders>
            <w:tcMar>
              <w:top w:w="0" w:type="dxa"/>
              <w:left w:w="0" w:type="dxa"/>
              <w:bottom w:w="0" w:type="dxa"/>
              <w:right w:w="0" w:type="dxa"/>
            </w:tcMar>
          </w:tcPr>
          <w:p w14:paraId="5013FA5E" w14:textId="77777777" w:rsidR="00A00FFD" w:rsidRPr="0042658C" w:rsidRDefault="00A00FFD" w:rsidP="00A00FFD">
            <w:pPr>
              <w:spacing w:after="13" w:line="160" w:lineRule="exact"/>
              <w:rPr>
                <w:rFonts w:eastAsia="Times New Roman" w:cstheme="minorHAnsi"/>
              </w:rPr>
            </w:pPr>
          </w:p>
          <w:p w14:paraId="2978C8E2" w14:textId="74644DEB" w:rsidR="00A00FFD" w:rsidRPr="0042658C" w:rsidRDefault="008663A0" w:rsidP="008663A0">
            <w:pPr>
              <w:spacing w:after="0" w:line="240" w:lineRule="auto"/>
              <w:ind w:right="-20"/>
              <w:rPr>
                <w:rFonts w:eastAsia="Arial" w:cstheme="minorHAnsi"/>
                <w:color w:val="000000"/>
              </w:rPr>
            </w:pPr>
            <w:r w:rsidRPr="008663A0">
              <w:rPr>
                <w:rFonts w:eastAsia="Arial" w:cstheme="minorHAnsi"/>
                <w:color w:val="000000"/>
              </w:rPr>
              <w:t xml:space="preserve">up to </w:t>
            </w:r>
            <w:r>
              <w:rPr>
                <w:rFonts w:eastAsia="Arial" w:cstheme="minorHAnsi"/>
                <w:color w:val="000000"/>
              </w:rPr>
              <w:t>5</w:t>
            </w:r>
            <w:r w:rsidRPr="008663A0">
              <w:rPr>
                <w:rFonts w:eastAsia="Arial" w:cstheme="minorHAnsi"/>
                <w:color w:val="000000"/>
              </w:rPr>
              <w:t>% on the amount refunded early</w:t>
            </w:r>
          </w:p>
        </w:tc>
      </w:tr>
      <w:tr w:rsidR="00A00FFD" w:rsidRPr="0042658C" w14:paraId="69E4DF32" w14:textId="77777777">
        <w:trPr>
          <w:cantSplit/>
          <w:trHeight w:hRule="exact" w:val="297"/>
        </w:trPr>
        <w:tc>
          <w:tcPr>
            <w:tcW w:w="1098" w:type="dxa"/>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AEDB375" w14:textId="77777777" w:rsidR="00A00FFD" w:rsidRPr="0042658C" w:rsidRDefault="00A00FFD" w:rsidP="00A00FFD">
            <w:pPr>
              <w:spacing w:before="41" w:after="0" w:line="231" w:lineRule="auto"/>
              <w:ind w:left="501" w:right="-20"/>
              <w:rPr>
                <w:rFonts w:eastAsia="Arial" w:cstheme="minorHAnsi"/>
                <w:b/>
                <w:bCs/>
                <w:color w:val="000000"/>
              </w:rPr>
            </w:pPr>
            <w:r w:rsidRPr="0042658C">
              <w:rPr>
                <w:rFonts w:eastAsia="Arial" w:cstheme="minorHAnsi"/>
                <w:b/>
                <w:bCs/>
                <w:color w:val="000000"/>
              </w:rPr>
              <w:t>7</w:t>
            </w:r>
          </w:p>
        </w:tc>
        <w:tc>
          <w:tcPr>
            <w:tcW w:w="14127" w:type="dxa"/>
            <w:gridSpan w:val="4"/>
            <w:tcBorders>
              <w:top w:val="single" w:sz="5"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C0A8032" w14:textId="09800D0E" w:rsidR="00A00FFD" w:rsidRPr="0042658C" w:rsidRDefault="00A00FFD" w:rsidP="00A00FFD">
            <w:pPr>
              <w:spacing w:before="41" w:after="0" w:line="231" w:lineRule="auto"/>
              <w:ind w:left="72" w:right="-20"/>
              <w:rPr>
                <w:rFonts w:eastAsia="Arial" w:cstheme="minorHAnsi"/>
                <w:b/>
                <w:bCs/>
                <w:color w:val="000000"/>
              </w:rPr>
            </w:pPr>
            <w:r w:rsidRPr="00A00FFD">
              <w:rPr>
                <w:rFonts w:eastAsia="Arial" w:cstheme="minorHAnsi"/>
                <w:b/>
                <w:bCs/>
                <w:color w:val="000000"/>
              </w:rPr>
              <w:t>SALE OF FOREIGN CURRENCY FOR REPAYMENT OF FOREIGN CURRENCY LOANS</w:t>
            </w:r>
          </w:p>
        </w:tc>
      </w:tr>
      <w:tr w:rsidR="00A00FFD" w:rsidRPr="0042658C" w14:paraId="33837844" w14:textId="77777777" w:rsidTr="00404D11">
        <w:trPr>
          <w:cantSplit/>
          <w:trHeight w:hRule="exact" w:val="332"/>
        </w:trPr>
        <w:tc>
          <w:tcPr>
            <w:tcW w:w="1098"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0C5363B3" w14:textId="77777777" w:rsidR="00A00FFD" w:rsidRPr="0042658C" w:rsidRDefault="00A00FFD" w:rsidP="00A00FFD">
            <w:pPr>
              <w:spacing w:after="4" w:line="220" w:lineRule="exact"/>
              <w:rPr>
                <w:rFonts w:eastAsia="Times New Roman" w:cstheme="minorHAnsi"/>
              </w:rPr>
            </w:pPr>
          </w:p>
          <w:p w14:paraId="76247808" w14:textId="77777777" w:rsidR="00A00FFD" w:rsidRPr="0042658C" w:rsidRDefault="00A00FFD" w:rsidP="00A00FFD">
            <w:pPr>
              <w:spacing w:after="0" w:line="240" w:lineRule="auto"/>
              <w:ind w:left="374" w:right="-20"/>
              <w:rPr>
                <w:rFonts w:eastAsia="Arial" w:cstheme="minorHAnsi"/>
                <w:color w:val="000000"/>
              </w:rPr>
            </w:pPr>
            <w:r w:rsidRPr="0042658C">
              <w:rPr>
                <w:rFonts w:eastAsia="Arial" w:cstheme="minorHAnsi"/>
                <w:color w:val="000000"/>
              </w:rPr>
              <w:t>7.</w:t>
            </w:r>
            <w:r w:rsidRPr="0042658C">
              <w:rPr>
                <w:rFonts w:eastAsia="Arial" w:cstheme="minorHAnsi"/>
                <w:color w:val="000000"/>
                <w:spacing w:val="-1"/>
              </w:rPr>
              <w:t>1</w:t>
            </w:r>
            <w:r w:rsidRPr="0042658C">
              <w:rPr>
                <w:rFonts w:eastAsia="Arial" w:cstheme="minorHAnsi"/>
                <w:color w:val="000000"/>
              </w:rPr>
              <w:t>.</w:t>
            </w:r>
          </w:p>
        </w:tc>
        <w:tc>
          <w:tcPr>
            <w:tcW w:w="72" w:type="dxa"/>
            <w:vMerge w:val="restart"/>
            <w:tcBorders>
              <w:top w:val="single" w:sz="7" w:space="0" w:color="000000"/>
              <w:left w:val="single" w:sz="7" w:space="0" w:color="000000"/>
            </w:tcBorders>
            <w:tcMar>
              <w:top w:w="0" w:type="dxa"/>
              <w:left w:w="0" w:type="dxa"/>
              <w:bottom w:w="0" w:type="dxa"/>
              <w:right w:w="0" w:type="dxa"/>
            </w:tcMar>
          </w:tcPr>
          <w:p w14:paraId="701DB8F9" w14:textId="77777777" w:rsidR="00A00FFD" w:rsidRPr="0042658C" w:rsidRDefault="00A00FFD" w:rsidP="00A00FFD">
            <w:pPr>
              <w:rPr>
                <w:rFonts w:cstheme="minorHAnsi"/>
              </w:rPr>
            </w:pPr>
          </w:p>
        </w:tc>
        <w:tc>
          <w:tcPr>
            <w:tcW w:w="14055" w:type="dxa"/>
            <w:gridSpan w:val="3"/>
            <w:tcBorders>
              <w:top w:val="single" w:sz="7" w:space="0" w:color="000000"/>
              <w:bottom w:val="single" w:sz="7" w:space="0" w:color="000000"/>
              <w:right w:val="single" w:sz="7" w:space="0" w:color="000000"/>
            </w:tcBorders>
            <w:tcMar>
              <w:top w:w="0" w:type="dxa"/>
              <w:left w:w="0" w:type="dxa"/>
              <w:bottom w:w="0" w:type="dxa"/>
              <w:right w:w="0" w:type="dxa"/>
            </w:tcMar>
          </w:tcPr>
          <w:p w14:paraId="3F4E2237" w14:textId="1FCCA731" w:rsidR="00A00FFD" w:rsidRPr="0042658C" w:rsidRDefault="00A00FFD" w:rsidP="00A00FFD">
            <w:pPr>
              <w:spacing w:before="75" w:after="0" w:line="232" w:lineRule="auto"/>
              <w:ind w:right="-20"/>
              <w:rPr>
                <w:rFonts w:eastAsia="Arial" w:cstheme="minorHAnsi"/>
                <w:color w:val="000000"/>
              </w:rPr>
            </w:pPr>
            <w:r w:rsidRPr="0044684E">
              <w:t>Sale of foreign currency for repayment of foreign currency loan (principal and interest)</w:t>
            </w:r>
          </w:p>
        </w:tc>
      </w:tr>
      <w:tr w:rsidR="00A00FFD" w:rsidRPr="0042658C" w14:paraId="16B90660" w14:textId="77777777" w:rsidTr="00404D11">
        <w:trPr>
          <w:cantSplit/>
          <w:trHeight w:hRule="exact" w:val="297"/>
        </w:trPr>
        <w:tc>
          <w:tcPr>
            <w:tcW w:w="1098" w:type="dxa"/>
            <w:vMerge/>
            <w:tcBorders>
              <w:left w:val="single" w:sz="7" w:space="0" w:color="000000"/>
              <w:bottom w:val="single" w:sz="7" w:space="0" w:color="F5D2D4"/>
              <w:right w:val="single" w:sz="7" w:space="0" w:color="000000"/>
            </w:tcBorders>
            <w:tcMar>
              <w:top w:w="0" w:type="dxa"/>
              <w:left w:w="0" w:type="dxa"/>
              <w:bottom w:w="0" w:type="dxa"/>
              <w:right w:w="0" w:type="dxa"/>
            </w:tcMar>
          </w:tcPr>
          <w:p w14:paraId="55A98BD6" w14:textId="77777777" w:rsidR="00A00FFD" w:rsidRPr="0042658C" w:rsidRDefault="00A00FFD" w:rsidP="00A00FFD">
            <w:pPr>
              <w:rPr>
                <w:rFonts w:cstheme="minorHAnsi"/>
              </w:rPr>
            </w:pPr>
          </w:p>
        </w:tc>
        <w:tc>
          <w:tcPr>
            <w:tcW w:w="72" w:type="dxa"/>
            <w:vMerge/>
            <w:tcBorders>
              <w:left w:val="single" w:sz="7" w:space="0" w:color="000000"/>
              <w:bottom w:val="single" w:sz="7" w:space="0" w:color="F5D2D4"/>
            </w:tcBorders>
            <w:tcMar>
              <w:top w:w="0" w:type="dxa"/>
              <w:left w:w="0" w:type="dxa"/>
              <w:bottom w:w="0" w:type="dxa"/>
              <w:right w:w="0" w:type="dxa"/>
            </w:tcMar>
          </w:tcPr>
          <w:p w14:paraId="6466875A" w14:textId="77777777" w:rsidR="00A00FFD" w:rsidRPr="0042658C" w:rsidRDefault="00A00FFD" w:rsidP="00A00FFD">
            <w:pPr>
              <w:rPr>
                <w:rFonts w:cstheme="minorHAnsi"/>
              </w:rPr>
            </w:pPr>
          </w:p>
        </w:tc>
        <w:tc>
          <w:tcPr>
            <w:tcW w:w="8409" w:type="dxa"/>
            <w:tcBorders>
              <w:top w:val="single" w:sz="7" w:space="0" w:color="000000"/>
              <w:bottom w:val="single" w:sz="7" w:space="0" w:color="F5D2D4"/>
              <w:right w:val="single" w:sz="7" w:space="0" w:color="000000"/>
            </w:tcBorders>
            <w:tcMar>
              <w:top w:w="0" w:type="dxa"/>
              <w:left w:w="0" w:type="dxa"/>
              <w:bottom w:w="0" w:type="dxa"/>
              <w:right w:w="0" w:type="dxa"/>
            </w:tcMar>
          </w:tcPr>
          <w:p w14:paraId="4C637624" w14:textId="15E428FA" w:rsidR="00A00FFD" w:rsidRPr="0042658C" w:rsidRDefault="00A00FFD" w:rsidP="00A00FFD">
            <w:pPr>
              <w:spacing w:before="41" w:after="0" w:line="232" w:lineRule="auto"/>
              <w:ind w:right="-20"/>
              <w:rPr>
                <w:rFonts w:eastAsia="Arial" w:cstheme="minorHAnsi"/>
                <w:color w:val="000000"/>
              </w:rPr>
            </w:pPr>
            <w:r w:rsidRPr="0044684E">
              <w:t>By providing foreign exchange from the Bank's potential</w:t>
            </w:r>
          </w:p>
        </w:tc>
        <w:tc>
          <w:tcPr>
            <w:tcW w:w="5646"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1EB812E1" w14:textId="2B64EFC9" w:rsidR="00A00FFD" w:rsidRPr="0042658C" w:rsidRDefault="008663A0" w:rsidP="008663A0">
            <w:pPr>
              <w:spacing w:before="41" w:after="0" w:line="232" w:lineRule="auto"/>
              <w:ind w:right="-20"/>
              <w:rPr>
                <w:rFonts w:eastAsia="Arial" w:cstheme="minorHAnsi"/>
                <w:color w:val="000000"/>
              </w:rPr>
            </w:pPr>
            <w:r>
              <w:rPr>
                <w:rFonts w:eastAsia="Arial" w:cstheme="minorHAnsi"/>
                <w:color w:val="000000"/>
              </w:rPr>
              <w:t>Based on the agreement</w:t>
            </w:r>
          </w:p>
        </w:tc>
      </w:tr>
      <w:tr w:rsidR="004C563B" w:rsidRPr="0042658C" w14:paraId="6AF5BC1B" w14:textId="77777777">
        <w:trPr>
          <w:cantSplit/>
          <w:trHeight w:hRule="exact" w:val="301"/>
        </w:trPr>
        <w:tc>
          <w:tcPr>
            <w:tcW w:w="1098"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3365309" w14:textId="77777777" w:rsidR="004C563B" w:rsidRPr="0042658C" w:rsidRDefault="00ED1567">
            <w:pPr>
              <w:spacing w:before="46" w:after="0" w:line="231" w:lineRule="auto"/>
              <w:ind w:left="504" w:right="-20"/>
              <w:rPr>
                <w:rFonts w:eastAsia="Arial" w:cstheme="minorHAnsi"/>
                <w:b/>
                <w:bCs/>
                <w:color w:val="000000"/>
              </w:rPr>
            </w:pPr>
            <w:r w:rsidRPr="0042658C">
              <w:rPr>
                <w:rFonts w:eastAsia="Arial" w:cstheme="minorHAnsi"/>
                <w:b/>
                <w:bCs/>
                <w:color w:val="000000"/>
              </w:rPr>
              <w:t>8</w:t>
            </w:r>
          </w:p>
        </w:tc>
        <w:tc>
          <w:tcPr>
            <w:tcW w:w="14127" w:type="dxa"/>
            <w:gridSpan w:val="4"/>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61C6904" w14:textId="77777777" w:rsidR="004C563B" w:rsidRPr="0042658C" w:rsidRDefault="00ED1567">
            <w:pPr>
              <w:spacing w:before="46" w:after="0" w:line="231" w:lineRule="auto"/>
              <w:ind w:left="72" w:right="-20"/>
              <w:rPr>
                <w:rFonts w:eastAsia="Arial" w:cstheme="minorHAnsi"/>
                <w:b/>
                <w:bCs/>
                <w:color w:val="000000"/>
              </w:rPr>
            </w:pPr>
            <w:r w:rsidRPr="0042658C">
              <w:rPr>
                <w:rFonts w:eastAsia="Arial" w:cstheme="minorHAnsi"/>
                <w:b/>
                <w:bCs/>
                <w:color w:val="000000"/>
              </w:rPr>
              <w:t>N</w:t>
            </w:r>
            <w:r w:rsidRPr="0042658C">
              <w:rPr>
                <w:rFonts w:eastAsia="Arial" w:cstheme="minorHAnsi"/>
                <w:b/>
                <w:bCs/>
                <w:color w:val="000000"/>
                <w:spacing w:val="-1"/>
              </w:rPr>
              <w:t>AK</w:t>
            </w:r>
            <w:r w:rsidRPr="0042658C">
              <w:rPr>
                <w:rFonts w:eastAsia="Arial" w:cstheme="minorHAnsi"/>
                <w:b/>
                <w:bCs/>
                <w:color w:val="000000"/>
              </w:rPr>
              <w:t>N</w:t>
            </w:r>
            <w:r w:rsidRPr="0042658C">
              <w:rPr>
                <w:rFonts w:eastAsia="Arial" w:cstheme="minorHAnsi"/>
                <w:b/>
                <w:bCs/>
                <w:color w:val="000000"/>
                <w:spacing w:val="-1"/>
              </w:rPr>
              <w:t>AD</w:t>
            </w:r>
            <w:r w:rsidRPr="0042658C">
              <w:rPr>
                <w:rFonts w:eastAsia="Arial" w:cstheme="minorHAnsi"/>
                <w:b/>
                <w:bCs/>
                <w:color w:val="000000"/>
              </w:rPr>
              <w:t>A</w:t>
            </w:r>
            <w:r w:rsidRPr="0042658C">
              <w:rPr>
                <w:rFonts w:eastAsia="Arial" w:cstheme="minorHAnsi"/>
                <w:color w:val="000000"/>
              </w:rPr>
              <w:t xml:space="preserve"> </w:t>
            </w:r>
            <w:r w:rsidRPr="0042658C">
              <w:rPr>
                <w:rFonts w:eastAsia="Arial" w:cstheme="minorHAnsi"/>
                <w:b/>
                <w:bCs/>
                <w:color w:val="000000"/>
              </w:rPr>
              <w:t>ZA</w:t>
            </w:r>
            <w:r w:rsidRPr="0042658C">
              <w:rPr>
                <w:rFonts w:eastAsia="Arial" w:cstheme="minorHAnsi"/>
                <w:color w:val="000000"/>
              </w:rPr>
              <w:t xml:space="preserve"> </w:t>
            </w:r>
            <w:r w:rsidRPr="0042658C">
              <w:rPr>
                <w:rFonts w:eastAsia="Arial" w:cstheme="minorHAnsi"/>
                <w:b/>
                <w:bCs/>
                <w:color w:val="000000"/>
              </w:rPr>
              <w:t>N</w:t>
            </w:r>
            <w:r w:rsidRPr="0042658C">
              <w:rPr>
                <w:rFonts w:eastAsia="Arial" w:cstheme="minorHAnsi"/>
                <w:b/>
                <w:bCs/>
                <w:color w:val="000000"/>
                <w:spacing w:val="-1"/>
              </w:rPr>
              <w:t>E</w:t>
            </w:r>
            <w:r w:rsidRPr="0042658C">
              <w:rPr>
                <w:rFonts w:eastAsia="Arial" w:cstheme="minorHAnsi"/>
                <w:b/>
                <w:bCs/>
                <w:color w:val="000000"/>
              </w:rPr>
              <w:t>IZVRŠE</w:t>
            </w:r>
            <w:r w:rsidRPr="0042658C">
              <w:rPr>
                <w:rFonts w:eastAsia="Arial" w:cstheme="minorHAnsi"/>
                <w:b/>
                <w:bCs/>
                <w:color w:val="000000"/>
                <w:spacing w:val="-1"/>
              </w:rPr>
              <w:t>NJ</w:t>
            </w:r>
            <w:r w:rsidRPr="0042658C">
              <w:rPr>
                <w:rFonts w:eastAsia="Arial" w:cstheme="minorHAnsi"/>
                <w:b/>
                <w:bCs/>
                <w:color w:val="000000"/>
              </w:rPr>
              <w:t>E</w:t>
            </w:r>
            <w:r w:rsidRPr="0042658C">
              <w:rPr>
                <w:rFonts w:eastAsia="Arial" w:cstheme="minorHAnsi"/>
                <w:color w:val="000000"/>
              </w:rPr>
              <w:t xml:space="preserve"> </w:t>
            </w:r>
            <w:r w:rsidRPr="0042658C">
              <w:rPr>
                <w:rFonts w:eastAsia="Arial" w:cstheme="minorHAnsi"/>
                <w:b/>
                <w:bCs/>
                <w:color w:val="000000"/>
              </w:rPr>
              <w:t>UGOV</w:t>
            </w:r>
            <w:r w:rsidRPr="0042658C">
              <w:rPr>
                <w:rFonts w:eastAsia="Arial" w:cstheme="minorHAnsi"/>
                <w:b/>
                <w:bCs/>
                <w:color w:val="000000"/>
                <w:spacing w:val="1"/>
              </w:rPr>
              <w:t>O</w:t>
            </w:r>
            <w:r w:rsidRPr="0042658C">
              <w:rPr>
                <w:rFonts w:eastAsia="Arial" w:cstheme="minorHAnsi"/>
                <w:b/>
                <w:bCs/>
                <w:color w:val="000000"/>
              </w:rPr>
              <w:t>R</w:t>
            </w:r>
            <w:r w:rsidRPr="0042658C">
              <w:rPr>
                <w:rFonts w:eastAsia="Arial" w:cstheme="minorHAnsi"/>
                <w:b/>
                <w:bCs/>
                <w:color w:val="000000"/>
                <w:spacing w:val="-1"/>
              </w:rPr>
              <w:t>N</w:t>
            </w:r>
            <w:r w:rsidRPr="0042658C">
              <w:rPr>
                <w:rFonts w:eastAsia="Arial" w:cstheme="minorHAnsi"/>
                <w:b/>
                <w:bCs/>
                <w:color w:val="000000"/>
              </w:rPr>
              <w:t>IH</w:t>
            </w:r>
            <w:r w:rsidRPr="0042658C">
              <w:rPr>
                <w:rFonts w:eastAsia="Arial" w:cstheme="minorHAnsi"/>
                <w:color w:val="000000"/>
                <w:spacing w:val="-2"/>
              </w:rPr>
              <w:t xml:space="preserve"> </w:t>
            </w:r>
            <w:r w:rsidRPr="0042658C">
              <w:rPr>
                <w:rFonts w:eastAsia="Arial" w:cstheme="minorHAnsi"/>
                <w:b/>
                <w:bCs/>
                <w:color w:val="000000"/>
              </w:rPr>
              <w:t>OB</w:t>
            </w:r>
            <w:r w:rsidRPr="0042658C">
              <w:rPr>
                <w:rFonts w:eastAsia="Arial" w:cstheme="minorHAnsi"/>
                <w:b/>
                <w:bCs/>
                <w:color w:val="000000"/>
                <w:spacing w:val="-1"/>
              </w:rPr>
              <w:t>A</w:t>
            </w:r>
            <w:r w:rsidRPr="0042658C">
              <w:rPr>
                <w:rFonts w:eastAsia="Arial" w:cstheme="minorHAnsi"/>
                <w:b/>
                <w:bCs/>
                <w:color w:val="000000"/>
              </w:rPr>
              <w:t>VEZA</w:t>
            </w:r>
          </w:p>
        </w:tc>
      </w:tr>
      <w:tr w:rsidR="00A00FFD" w:rsidRPr="0042658C" w14:paraId="6093B158" w14:textId="77777777">
        <w:trPr>
          <w:cantSplit/>
          <w:trHeight w:hRule="exact" w:val="567"/>
        </w:trPr>
        <w:tc>
          <w:tcPr>
            <w:tcW w:w="1098" w:type="dxa"/>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703E4919" w14:textId="77777777" w:rsidR="00A00FFD" w:rsidRPr="0042658C" w:rsidRDefault="00A00FFD" w:rsidP="00A00FFD">
            <w:pPr>
              <w:spacing w:after="19" w:line="160" w:lineRule="exact"/>
              <w:rPr>
                <w:rFonts w:eastAsia="Times New Roman" w:cstheme="minorHAnsi"/>
              </w:rPr>
            </w:pPr>
          </w:p>
          <w:p w14:paraId="20873680" w14:textId="77777777" w:rsidR="00A00FFD" w:rsidRPr="0042658C" w:rsidRDefault="00A00FFD" w:rsidP="00A00FFD">
            <w:pPr>
              <w:spacing w:after="0" w:line="240" w:lineRule="auto"/>
              <w:ind w:left="374" w:right="-20"/>
              <w:rPr>
                <w:rFonts w:eastAsia="Arial" w:cstheme="minorHAnsi"/>
                <w:color w:val="000000"/>
              </w:rPr>
            </w:pPr>
            <w:r w:rsidRPr="0042658C">
              <w:rPr>
                <w:rFonts w:eastAsia="Arial" w:cstheme="minorHAnsi"/>
                <w:color w:val="000000"/>
              </w:rPr>
              <w:t>8.</w:t>
            </w:r>
            <w:r w:rsidRPr="0042658C">
              <w:rPr>
                <w:rFonts w:eastAsia="Arial" w:cstheme="minorHAnsi"/>
                <w:color w:val="000000"/>
                <w:spacing w:val="-1"/>
              </w:rPr>
              <w:t>1</w:t>
            </w:r>
            <w:r w:rsidRPr="0042658C">
              <w:rPr>
                <w:rFonts w:eastAsia="Arial" w:cstheme="minorHAnsi"/>
                <w:color w:val="000000"/>
              </w:rPr>
              <w:t>.</w:t>
            </w:r>
          </w:p>
        </w:tc>
        <w:tc>
          <w:tcPr>
            <w:tcW w:w="8481"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5A50D32D" w14:textId="49CA1617" w:rsidR="00A00FFD" w:rsidRPr="0042658C" w:rsidRDefault="00A00FFD" w:rsidP="00A00FFD">
            <w:pPr>
              <w:spacing w:after="0" w:line="240" w:lineRule="auto"/>
              <w:ind w:left="72" w:right="-20"/>
              <w:rPr>
                <w:rFonts w:eastAsia="Arial" w:cstheme="minorHAnsi"/>
                <w:color w:val="000000"/>
              </w:rPr>
            </w:pPr>
            <w:r w:rsidRPr="00E014A9">
              <w:t>Failure to perform the agreed payment operations through the Bank account</w:t>
            </w:r>
          </w:p>
        </w:tc>
        <w:tc>
          <w:tcPr>
            <w:tcW w:w="5646" w:type="dxa"/>
            <w:gridSpan w:val="2"/>
            <w:tcBorders>
              <w:top w:val="single" w:sz="7" w:space="0" w:color="000000"/>
              <w:left w:val="single" w:sz="7" w:space="0" w:color="000000"/>
              <w:bottom w:val="single" w:sz="7" w:space="0" w:color="F5D2D4"/>
              <w:right w:val="single" w:sz="7" w:space="0" w:color="000000"/>
            </w:tcBorders>
            <w:tcMar>
              <w:top w:w="0" w:type="dxa"/>
              <w:left w:w="0" w:type="dxa"/>
              <w:bottom w:w="0" w:type="dxa"/>
              <w:right w:w="0" w:type="dxa"/>
            </w:tcMar>
          </w:tcPr>
          <w:p w14:paraId="69C25DC1" w14:textId="42DE0407" w:rsidR="00A00FFD" w:rsidRPr="0042658C" w:rsidRDefault="008663A0" w:rsidP="008663A0">
            <w:pPr>
              <w:spacing w:before="47" w:after="0" w:line="236" w:lineRule="auto"/>
              <w:ind w:right="10"/>
              <w:rPr>
                <w:rFonts w:eastAsia="Arial" w:cstheme="minorHAnsi"/>
                <w:color w:val="000000"/>
              </w:rPr>
            </w:pPr>
            <w:r w:rsidRPr="008663A0">
              <w:rPr>
                <w:rFonts w:eastAsia="Arial" w:cstheme="minorHAnsi"/>
                <w:color w:val="000000"/>
              </w:rPr>
              <w:t>up to 2% on the balance or initial approval of placements under the contract</w:t>
            </w:r>
          </w:p>
        </w:tc>
      </w:tr>
      <w:tr w:rsidR="00A00FFD" w:rsidRPr="0042658C" w14:paraId="2DAD7370" w14:textId="77777777">
        <w:trPr>
          <w:cantSplit/>
          <w:trHeight w:hRule="exact" w:val="301"/>
        </w:trPr>
        <w:tc>
          <w:tcPr>
            <w:tcW w:w="1098" w:type="dxa"/>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1D075CF4" w14:textId="77777777" w:rsidR="00A00FFD" w:rsidRPr="0042658C" w:rsidRDefault="00A00FFD" w:rsidP="00A00FFD">
            <w:pPr>
              <w:spacing w:before="46" w:after="0" w:line="231" w:lineRule="auto"/>
              <w:ind w:left="504" w:right="-20"/>
              <w:rPr>
                <w:rFonts w:eastAsia="Arial" w:cstheme="minorHAnsi"/>
                <w:b/>
                <w:bCs/>
                <w:color w:val="000000"/>
              </w:rPr>
            </w:pPr>
            <w:r w:rsidRPr="0042658C">
              <w:rPr>
                <w:rFonts w:eastAsia="Arial" w:cstheme="minorHAnsi"/>
                <w:b/>
                <w:bCs/>
                <w:color w:val="000000"/>
              </w:rPr>
              <w:t>9</w:t>
            </w:r>
          </w:p>
        </w:tc>
        <w:tc>
          <w:tcPr>
            <w:tcW w:w="14127" w:type="dxa"/>
            <w:gridSpan w:val="4"/>
            <w:tcBorders>
              <w:top w:val="single" w:sz="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E85CA44" w14:textId="6722D27B" w:rsidR="00A00FFD" w:rsidRPr="00A00FFD" w:rsidRDefault="00A00FFD" w:rsidP="00A00FFD">
            <w:pPr>
              <w:spacing w:before="46" w:after="0" w:line="231" w:lineRule="auto"/>
              <w:ind w:left="72" w:right="-20"/>
              <w:rPr>
                <w:rFonts w:eastAsia="Arial" w:cstheme="minorHAnsi"/>
                <w:b/>
                <w:bCs/>
                <w:color w:val="000000"/>
              </w:rPr>
            </w:pPr>
            <w:r w:rsidRPr="00A00FFD">
              <w:rPr>
                <w:b/>
                <w:bCs/>
              </w:rPr>
              <w:t>OVERVIEW OF FEES TARIFFS IN PAYMENT CARD BUSINESS</w:t>
            </w:r>
          </w:p>
        </w:tc>
      </w:tr>
      <w:tr w:rsidR="00A00FFD" w:rsidRPr="0042658C" w14:paraId="615AC50B" w14:textId="77777777">
        <w:trPr>
          <w:cantSplit/>
          <w:trHeight w:hRule="exact" w:val="303"/>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2325644" w14:textId="77777777" w:rsidR="00A00FFD" w:rsidRPr="0042658C" w:rsidRDefault="00A00FFD" w:rsidP="00A00FFD">
            <w:pPr>
              <w:spacing w:before="47" w:after="0" w:line="232"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w:t>
            </w:r>
            <w:r w:rsidRPr="0042658C">
              <w:rPr>
                <w:rFonts w:eastAsia="Arial" w:cstheme="minorHAnsi"/>
                <w:b/>
                <w:bCs/>
                <w:color w:val="000000"/>
              </w:rPr>
              <w:t>.</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02472F4" w14:textId="7A942D8F" w:rsidR="00A00FFD" w:rsidRPr="00A00FFD" w:rsidRDefault="00A00FFD" w:rsidP="00A00FFD">
            <w:pPr>
              <w:spacing w:before="47" w:after="0" w:line="232" w:lineRule="auto"/>
              <w:ind w:left="72" w:right="-20"/>
              <w:rPr>
                <w:rFonts w:eastAsia="Arial" w:cstheme="minorHAnsi"/>
                <w:b/>
                <w:bCs/>
                <w:color w:val="000000"/>
              </w:rPr>
            </w:pPr>
            <w:r w:rsidRPr="00A00FFD">
              <w:rPr>
                <w:b/>
                <w:bCs/>
              </w:rPr>
              <w:t>Issuance / reissuance of business debit card</w:t>
            </w:r>
          </w:p>
        </w:tc>
      </w:tr>
      <w:tr w:rsidR="00A00FFD" w:rsidRPr="0042658C" w14:paraId="266ED5FA" w14:textId="77777777">
        <w:trPr>
          <w:cantSplit/>
          <w:trHeight w:hRule="exact" w:val="302"/>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2461EFE" w14:textId="77777777" w:rsidR="00A00FFD" w:rsidRPr="0042658C" w:rsidRDefault="00A00FFD" w:rsidP="00A00FFD">
            <w:pPr>
              <w:spacing w:before="4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.1.</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71FFAFA" w14:textId="4A000EE9" w:rsidR="00A00FFD" w:rsidRPr="0042658C" w:rsidRDefault="00A00FFD" w:rsidP="00A00FFD">
            <w:pPr>
              <w:spacing w:before="46" w:after="0" w:line="232" w:lineRule="auto"/>
              <w:ind w:left="72" w:right="-20"/>
              <w:rPr>
                <w:rFonts w:eastAsia="Arial" w:cstheme="minorHAnsi"/>
                <w:color w:val="000000"/>
              </w:rPr>
            </w:pPr>
            <w:r w:rsidRPr="00E014A9">
              <w:t>DinaCard debit card</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0EBF04E" w14:textId="7F4C04A4" w:rsidR="00A00FFD" w:rsidRPr="0042658C" w:rsidRDefault="008663A0" w:rsidP="008663A0">
            <w:pPr>
              <w:spacing w:before="46" w:after="0" w:line="232" w:lineRule="auto"/>
              <w:ind w:right="-20"/>
              <w:rPr>
                <w:rFonts w:eastAsia="Arial" w:cstheme="minorHAnsi"/>
                <w:color w:val="000000"/>
              </w:rPr>
            </w:pPr>
            <w:r>
              <w:rPr>
                <w:rFonts w:eastAsia="Arial" w:cstheme="minorHAnsi"/>
                <w:color w:val="000000"/>
              </w:rPr>
              <w:t>Free of charge</w:t>
            </w:r>
          </w:p>
        </w:tc>
      </w:tr>
      <w:tr w:rsidR="00A00FFD" w:rsidRPr="0042658C" w14:paraId="4B06157D" w14:textId="77777777">
        <w:trPr>
          <w:cantSplit/>
          <w:trHeight w:hRule="exact" w:val="304"/>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139232" w14:textId="77777777" w:rsidR="00A00FFD" w:rsidRPr="0042658C" w:rsidRDefault="00A00FFD" w:rsidP="00A00FFD">
            <w:pPr>
              <w:spacing w:before="46" w:after="0" w:line="234"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2</w:t>
            </w:r>
            <w:r w:rsidRPr="0042658C">
              <w:rPr>
                <w:rFonts w:eastAsia="Arial" w:cstheme="minorHAnsi"/>
                <w:b/>
                <w:bCs/>
                <w:color w:val="000000"/>
              </w:rPr>
              <w:t>.</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ADC2862" w14:textId="2AB024AD" w:rsidR="00A00FFD" w:rsidRPr="00A00FFD" w:rsidRDefault="00A00FFD" w:rsidP="00A00FFD">
            <w:pPr>
              <w:spacing w:before="46" w:after="0" w:line="234" w:lineRule="auto"/>
              <w:ind w:left="72" w:right="-20"/>
              <w:rPr>
                <w:rFonts w:eastAsia="Arial" w:cstheme="minorHAnsi"/>
                <w:b/>
                <w:bCs/>
                <w:color w:val="000000"/>
              </w:rPr>
            </w:pPr>
            <w:r w:rsidRPr="00A00FFD">
              <w:rPr>
                <w:b/>
                <w:bCs/>
              </w:rPr>
              <w:t>Fee for reissuing (in case of loss or damage) business credit cards</w:t>
            </w:r>
          </w:p>
        </w:tc>
      </w:tr>
      <w:tr w:rsidR="00A00FFD" w:rsidRPr="0042658C" w14:paraId="35DA70E1" w14:textId="77777777">
        <w:trPr>
          <w:cantSplit/>
          <w:trHeight w:hRule="exact" w:val="302"/>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37326BD" w14:textId="77777777" w:rsidR="00A00FFD" w:rsidRPr="0042658C" w:rsidRDefault="00A00FFD" w:rsidP="00A00FFD">
            <w:pPr>
              <w:spacing w:before="43" w:after="0" w:line="234"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.1.</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A201B2" w14:textId="20B5CF53" w:rsidR="00A00FFD" w:rsidRPr="0042658C" w:rsidRDefault="00A00FFD" w:rsidP="00A00FFD">
            <w:pPr>
              <w:spacing w:before="43" w:after="0" w:line="234" w:lineRule="auto"/>
              <w:ind w:left="72" w:right="-20"/>
              <w:rPr>
                <w:rFonts w:eastAsia="Arial" w:cstheme="minorHAnsi"/>
                <w:color w:val="000000"/>
              </w:rPr>
            </w:pPr>
            <w:r w:rsidRPr="00E014A9">
              <w:t>DinaCard business charge cards</w:t>
            </w:r>
          </w:p>
        </w:tc>
        <w:tc>
          <w:tcPr>
            <w:tcW w:w="564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27C5C1" w14:textId="13F6456B" w:rsidR="00A00FFD" w:rsidRPr="0042658C" w:rsidRDefault="008663A0" w:rsidP="008663A0">
            <w:pPr>
              <w:spacing w:before="43" w:after="0" w:line="234" w:lineRule="auto"/>
              <w:ind w:right="-20"/>
              <w:rPr>
                <w:rFonts w:eastAsia="Arial" w:cstheme="minorHAnsi"/>
                <w:color w:val="000000"/>
              </w:rPr>
            </w:pPr>
            <w:r w:rsidRPr="008663A0">
              <w:rPr>
                <w:rFonts w:eastAsia="Arial" w:cstheme="minorHAnsi"/>
                <w:color w:val="000000"/>
              </w:rPr>
              <w:t>Free of charge per individual card</w:t>
            </w:r>
          </w:p>
        </w:tc>
      </w:tr>
    </w:tbl>
    <w:p w14:paraId="47607889" w14:textId="77777777" w:rsidR="004C563B" w:rsidRPr="0042658C" w:rsidRDefault="004C563B">
      <w:pPr>
        <w:rPr>
          <w:rFonts w:cstheme="minorHAnsi"/>
        </w:rPr>
        <w:sectPr w:rsidR="004C563B" w:rsidRPr="0042658C">
          <w:pgSz w:w="16838" w:h="11904" w:orient="landscape"/>
          <w:pgMar w:top="304" w:right="401" w:bottom="741" w:left="998" w:header="720" w:footer="720" w:gutter="0"/>
          <w:cols w:space="708"/>
        </w:sectPr>
      </w:pPr>
    </w:p>
    <w:p w14:paraId="5AFCF603" w14:textId="77777777"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61824" behindDoc="1" locked="0" layoutInCell="0" allowOverlap="1" wp14:anchorId="0A7B3A73" wp14:editId="347E0DC9">
                <wp:simplePos x="0" y="0"/>
                <wp:positionH relativeFrom="page">
                  <wp:posOffset>10297414</wp:posOffset>
                </wp:positionH>
                <wp:positionV relativeFrom="paragraph">
                  <wp:posOffset>121870</wp:posOffset>
                </wp:positionV>
                <wp:extent cx="33796" cy="162780"/>
                <wp:effectExtent l="0" t="0" r="0" b="0"/>
                <wp:wrapNone/>
                <wp:docPr id="26" name="drawingObject26"/>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3FCDD6A7"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0A7B3A73" id="drawingObject26" o:spid="_x0000_s1039" type="#_x0000_t202" style="position:absolute;left:0;text-align:left;margin-left:810.8pt;margin-top:9.6pt;width:2.65pt;height:12.8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jRZw&#10;RKABAABBAwAADgAAAAAAAAAAAAAAAAAuAgAAZHJzL2Uyb0RvYy54bWxQSwECLQAUAAYACAAAACEA&#10;9V/m7N0AAAALAQAADwAAAAAAAAAAAAAAAAD6AwAAZHJzL2Rvd25yZXYueG1sUEsFBgAAAAAEAAQA&#10;8wAAAAQFAAAAAA==&#10;" o:allowincell="f" filled="f" stroked="f">
                <v:textbox style="mso-fit-shape-to-text:t" inset="0,0,0,0">
                  <w:txbxContent>
                    <w:p w14:paraId="3FCDD6A7"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r w:rsidRPr="0042658C">
        <w:rPr>
          <w:rFonts w:eastAsia="Calibri" w:cstheme="minorHAnsi"/>
          <w:color w:val="000000"/>
          <w:w w:val="96"/>
        </w:rPr>
        <w:t>#</w:t>
      </w:r>
    </w:p>
    <w:p w14:paraId="3576AD8D"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098"/>
        <w:gridCol w:w="30"/>
        <w:gridCol w:w="8451"/>
        <w:gridCol w:w="5646"/>
        <w:gridCol w:w="30"/>
      </w:tblGrid>
      <w:tr w:rsidR="00050823" w:rsidRPr="0042658C" w14:paraId="2C0DC197" w14:textId="77777777" w:rsidTr="00A543E7">
        <w:trPr>
          <w:gridAfter w:val="1"/>
          <w:wAfter w:w="30" w:type="dxa"/>
          <w:cantSplit/>
          <w:trHeight w:hRule="exact" w:val="302"/>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B01FFFF" w14:textId="77777777" w:rsidR="00050823" w:rsidRPr="0042658C" w:rsidRDefault="00050823" w:rsidP="00A543E7">
            <w:pPr>
              <w:spacing w:before="43" w:after="0" w:line="234"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w:t>
            </w:r>
            <w:r w:rsidRPr="0042658C">
              <w:rPr>
                <w:rFonts w:eastAsia="Arial" w:cstheme="minorHAnsi"/>
                <w:color w:val="000000"/>
              </w:rPr>
              <w:t>.2.</w:t>
            </w:r>
          </w:p>
        </w:tc>
        <w:tc>
          <w:tcPr>
            <w:tcW w:w="84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C69D98" w14:textId="77777777" w:rsidR="00050823" w:rsidRPr="0042658C" w:rsidRDefault="00050823" w:rsidP="00A543E7">
            <w:pPr>
              <w:spacing w:before="43" w:after="0" w:line="234" w:lineRule="auto"/>
              <w:ind w:left="72" w:right="-20"/>
              <w:rPr>
                <w:rFonts w:eastAsia="Arial" w:cstheme="minorHAnsi"/>
                <w:color w:val="000000"/>
              </w:rPr>
            </w:pPr>
            <w:r w:rsidRPr="0042658C">
              <w:rPr>
                <w:rFonts w:eastAsia="Arial" w:cstheme="minorHAnsi"/>
                <w:color w:val="000000"/>
              </w:rPr>
              <w:t>Visa B</w:t>
            </w:r>
            <w:r w:rsidRPr="0042658C">
              <w:rPr>
                <w:rFonts w:eastAsia="Arial" w:cstheme="minorHAnsi"/>
                <w:color w:val="000000"/>
                <w:spacing w:val="-1"/>
              </w:rPr>
              <w:t>u</w:t>
            </w:r>
            <w:r w:rsidRPr="0042658C">
              <w:rPr>
                <w:rFonts w:eastAsia="Arial" w:cstheme="minorHAnsi"/>
                <w:color w:val="000000"/>
              </w:rPr>
              <w:t>s</w:t>
            </w:r>
            <w:r w:rsidRPr="0042658C">
              <w:rPr>
                <w:rFonts w:eastAsia="Arial" w:cstheme="minorHAnsi"/>
                <w:color w:val="000000"/>
                <w:spacing w:val="-1"/>
              </w:rPr>
              <w:t>ine</w:t>
            </w:r>
            <w:r w:rsidRPr="0042658C">
              <w:rPr>
                <w:rFonts w:eastAsia="Arial" w:cstheme="minorHAnsi"/>
                <w:color w:val="000000"/>
              </w:rPr>
              <w:t>ss ch</w:t>
            </w:r>
            <w:r w:rsidRPr="0042658C">
              <w:rPr>
                <w:rFonts w:eastAsia="Arial" w:cstheme="minorHAnsi"/>
                <w:color w:val="000000"/>
                <w:spacing w:val="-1"/>
              </w:rPr>
              <w:t>a</w:t>
            </w:r>
            <w:r w:rsidRPr="0042658C">
              <w:rPr>
                <w:rFonts w:eastAsia="Arial" w:cstheme="minorHAnsi"/>
                <w:color w:val="000000"/>
              </w:rPr>
              <w:t>rge</w:t>
            </w:r>
            <w:r w:rsidRPr="0042658C">
              <w:rPr>
                <w:rFonts w:eastAsia="Arial" w:cstheme="minorHAnsi"/>
                <w:color w:val="000000"/>
                <w:spacing w:val="1"/>
              </w:rPr>
              <w:t xml:space="preserve"> </w:t>
            </w:r>
            <w:r>
              <w:rPr>
                <w:rFonts w:eastAsia="Arial" w:cstheme="minorHAnsi"/>
                <w:color w:val="000000"/>
              </w:rPr>
              <w:t>card</w:t>
            </w:r>
          </w:p>
        </w:tc>
        <w:tc>
          <w:tcPr>
            <w:tcW w:w="5646"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C98C6C2" w14:textId="77777777" w:rsidR="00050823" w:rsidRPr="0042658C" w:rsidRDefault="00050823" w:rsidP="00A543E7">
            <w:pPr>
              <w:spacing w:before="43" w:after="0" w:line="234" w:lineRule="auto"/>
              <w:ind w:right="-20"/>
              <w:rPr>
                <w:rFonts w:eastAsia="Arial" w:cstheme="minorHAnsi"/>
                <w:color w:val="000000"/>
              </w:rPr>
            </w:pPr>
            <w:r w:rsidRPr="008663A0">
              <w:rPr>
                <w:rFonts w:eastAsia="Arial" w:cstheme="minorHAnsi"/>
                <w:color w:val="000000"/>
              </w:rPr>
              <w:t>RSD 2,000.00 per individual card</w:t>
            </w:r>
          </w:p>
        </w:tc>
      </w:tr>
      <w:tr w:rsidR="00050823" w:rsidRPr="0042658C" w14:paraId="01656446" w14:textId="77777777" w:rsidTr="00A543E7">
        <w:trPr>
          <w:gridAfter w:val="1"/>
          <w:wAfter w:w="30" w:type="dxa"/>
          <w:cantSplit/>
          <w:trHeight w:hRule="exact" w:val="302"/>
        </w:trPr>
        <w:tc>
          <w:tcPr>
            <w:tcW w:w="109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C891C7" w14:textId="77777777" w:rsidR="00050823" w:rsidRPr="0042658C" w:rsidRDefault="00050823" w:rsidP="00A543E7">
            <w:pPr>
              <w:spacing w:before="43" w:after="0" w:line="234"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3</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78D438D" w14:textId="77777777" w:rsidR="00050823" w:rsidRPr="0042658C" w:rsidRDefault="00050823" w:rsidP="00A543E7">
            <w:pPr>
              <w:spacing w:before="43" w:after="0" w:line="234" w:lineRule="auto"/>
              <w:ind w:left="137" w:right="-20"/>
              <w:rPr>
                <w:rFonts w:eastAsia="Arial" w:cstheme="minorHAnsi"/>
                <w:b/>
                <w:bCs/>
                <w:color w:val="000000"/>
              </w:rPr>
            </w:pPr>
            <w:r w:rsidRPr="00A00FFD">
              <w:rPr>
                <w:rFonts w:eastAsia="Arial" w:cstheme="minorHAnsi"/>
                <w:b/>
                <w:bCs/>
                <w:color w:val="000000"/>
              </w:rPr>
              <w:t xml:space="preserve">Payment by debit card at </w:t>
            </w:r>
            <w:r>
              <w:rPr>
                <w:rFonts w:eastAsia="Arial" w:cstheme="minorHAnsi"/>
                <w:b/>
                <w:bCs/>
                <w:color w:val="000000"/>
              </w:rPr>
              <w:t>sale’s point</w:t>
            </w:r>
            <w:r w:rsidRPr="00A00FFD">
              <w:rPr>
                <w:rFonts w:eastAsia="Arial" w:cstheme="minorHAnsi"/>
                <w:b/>
                <w:bCs/>
                <w:color w:val="000000"/>
              </w:rPr>
              <w:t xml:space="preserve"> of a trader of goods and services in the country</w:t>
            </w:r>
          </w:p>
        </w:tc>
      </w:tr>
      <w:tr w:rsidR="00F03212" w:rsidRPr="0042658C" w14:paraId="037E2112"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64F1EA" w14:textId="77777777" w:rsidR="00F03212" w:rsidRPr="0042658C" w:rsidRDefault="00F03212" w:rsidP="00F03212">
            <w:pPr>
              <w:spacing w:before="4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3</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4A17959" w14:textId="37D4A336" w:rsidR="00F03212" w:rsidRPr="0042658C" w:rsidRDefault="00F03212" w:rsidP="00F03212">
            <w:pPr>
              <w:spacing w:before="46" w:after="0" w:line="232" w:lineRule="auto"/>
              <w:ind w:left="108" w:right="-20"/>
              <w:rPr>
                <w:rFonts w:eastAsia="Arial" w:cstheme="minorHAnsi"/>
                <w:color w:val="000000"/>
              </w:rPr>
            </w:pPr>
            <w:r w:rsidRPr="00D5620E">
              <w:t>DinaCard debit card</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1B90EEC" w14:textId="4A613755" w:rsidR="00F03212" w:rsidRPr="0042658C" w:rsidRDefault="009F65AA" w:rsidP="00F03212">
            <w:pPr>
              <w:spacing w:before="46" w:after="0" w:line="232" w:lineRule="auto"/>
              <w:ind w:left="4296" w:right="-20"/>
              <w:rPr>
                <w:rFonts w:eastAsia="Arial" w:cstheme="minorHAnsi"/>
                <w:color w:val="000000"/>
              </w:rPr>
            </w:pPr>
            <w:r>
              <w:rPr>
                <w:rFonts w:eastAsia="Arial" w:cstheme="minorHAnsi"/>
                <w:color w:val="000000"/>
              </w:rPr>
              <w:t>Free of charge</w:t>
            </w:r>
          </w:p>
        </w:tc>
      </w:tr>
      <w:tr w:rsidR="00F03212" w:rsidRPr="0042658C" w14:paraId="41567F07"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8C75EE5" w14:textId="77777777" w:rsidR="00F03212" w:rsidRPr="0042658C" w:rsidRDefault="00F03212" w:rsidP="00F03212">
            <w:pPr>
              <w:spacing w:before="46" w:after="0" w:line="232"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4</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90493D" w14:textId="7BE20CA6" w:rsidR="00F03212" w:rsidRPr="00F03212" w:rsidRDefault="00F03212" w:rsidP="00F03212">
            <w:pPr>
              <w:spacing w:before="46" w:after="0" w:line="232" w:lineRule="auto"/>
              <w:ind w:left="108" w:right="-20"/>
              <w:rPr>
                <w:rFonts w:eastAsia="Arial" w:cstheme="minorHAnsi"/>
                <w:b/>
                <w:bCs/>
                <w:color w:val="000000"/>
              </w:rPr>
            </w:pPr>
            <w:r w:rsidRPr="00F03212">
              <w:rPr>
                <w:b/>
                <w:bCs/>
              </w:rPr>
              <w:t>Payment by business credit (charge) card at the point of sale of the trader of goods and services in the country</w:t>
            </w:r>
          </w:p>
        </w:tc>
      </w:tr>
      <w:tr w:rsidR="00F03212" w:rsidRPr="0042658C" w14:paraId="475DAB24"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540F87" w14:textId="77777777" w:rsidR="00F03212" w:rsidRPr="0042658C" w:rsidRDefault="00F03212" w:rsidP="00F03212">
            <w:pPr>
              <w:spacing w:before="4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4</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9E47BAB" w14:textId="30B3ED68" w:rsidR="00F03212" w:rsidRPr="0042658C" w:rsidRDefault="00F03212" w:rsidP="00F03212">
            <w:pPr>
              <w:spacing w:before="46" w:after="0" w:line="232" w:lineRule="auto"/>
              <w:ind w:left="108" w:right="-20"/>
              <w:rPr>
                <w:rFonts w:eastAsia="Arial" w:cstheme="minorHAnsi"/>
                <w:color w:val="000000"/>
              </w:rPr>
            </w:pPr>
            <w:r w:rsidRPr="00D5620E">
              <w:t>DinaCard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692FDA" w14:textId="1BC6CD38" w:rsidR="00F03212" w:rsidRPr="0042658C" w:rsidRDefault="009F65AA" w:rsidP="00F03212">
            <w:pPr>
              <w:spacing w:before="46"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0A5DF45D"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F7B621C" w14:textId="77777777" w:rsidR="00F03212" w:rsidRPr="0042658C" w:rsidRDefault="00F03212" w:rsidP="00F03212">
            <w:pPr>
              <w:spacing w:before="4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4</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B6FCACC" w14:textId="1402E3FF" w:rsidR="00F03212" w:rsidRPr="0042658C" w:rsidRDefault="00F03212" w:rsidP="00F03212">
            <w:pPr>
              <w:spacing w:before="46" w:after="0" w:line="232" w:lineRule="auto"/>
              <w:ind w:left="108"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AC3F36A" w14:textId="26A13F04" w:rsidR="00F03212" w:rsidRPr="0042658C" w:rsidRDefault="009F65AA" w:rsidP="00F03212">
            <w:pPr>
              <w:spacing w:before="46"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575D2BC9"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17458DE" w14:textId="77777777" w:rsidR="00F03212" w:rsidRPr="0042658C" w:rsidRDefault="00F03212" w:rsidP="00F03212">
            <w:pPr>
              <w:spacing w:before="46" w:after="0" w:line="232"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5</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782289E" w14:textId="40FF0902" w:rsidR="00F03212" w:rsidRPr="00F03212" w:rsidRDefault="00F03212" w:rsidP="00F03212">
            <w:pPr>
              <w:spacing w:before="46" w:after="0" w:line="232" w:lineRule="auto"/>
              <w:ind w:left="108" w:right="-20"/>
              <w:rPr>
                <w:rFonts w:eastAsia="Arial" w:cstheme="minorHAnsi"/>
                <w:b/>
                <w:bCs/>
                <w:color w:val="000000"/>
              </w:rPr>
            </w:pPr>
            <w:r w:rsidRPr="00F03212">
              <w:rPr>
                <w:b/>
                <w:bCs/>
              </w:rPr>
              <w:t>Payment by business credit (charge) card at the point of sale of a trader of goods and services abroad</w:t>
            </w:r>
          </w:p>
        </w:tc>
      </w:tr>
      <w:tr w:rsidR="00F03212" w:rsidRPr="0042658C" w14:paraId="7FEFD215"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C65978F" w14:textId="77777777" w:rsidR="00F03212" w:rsidRPr="0042658C" w:rsidRDefault="00F03212" w:rsidP="00F03212">
            <w:pPr>
              <w:spacing w:before="4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5</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074251C" w14:textId="6D3F3686" w:rsidR="00F03212" w:rsidRPr="0042658C" w:rsidRDefault="00F03212" w:rsidP="00F03212">
            <w:pPr>
              <w:spacing w:before="46" w:after="0" w:line="232" w:lineRule="auto"/>
              <w:ind w:left="108"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C08D0C" w14:textId="62ACBDFB" w:rsidR="00F03212" w:rsidRPr="0042658C" w:rsidRDefault="009F65AA" w:rsidP="00F03212">
            <w:pPr>
              <w:spacing w:before="46"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561D7BFB"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5B6FD5" w14:textId="77777777" w:rsidR="00F03212" w:rsidRPr="0042658C" w:rsidRDefault="00F03212" w:rsidP="00F03212">
            <w:pPr>
              <w:spacing w:before="46" w:after="0" w:line="232"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6</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4DE1021" w14:textId="18E70E3B" w:rsidR="00F03212" w:rsidRPr="00262BC5" w:rsidRDefault="00F03212" w:rsidP="00F03212">
            <w:pPr>
              <w:spacing w:before="46" w:after="0" w:line="232" w:lineRule="auto"/>
              <w:ind w:left="43" w:right="-20"/>
              <w:rPr>
                <w:rFonts w:eastAsia="Arial" w:cstheme="minorHAnsi"/>
                <w:b/>
                <w:bCs/>
                <w:color w:val="000000"/>
              </w:rPr>
            </w:pPr>
            <w:r w:rsidRPr="00262BC5">
              <w:rPr>
                <w:b/>
                <w:bCs/>
              </w:rPr>
              <w:t>Cash withdrawal using a debit payment card</w:t>
            </w:r>
          </w:p>
        </w:tc>
      </w:tr>
      <w:tr w:rsidR="00F03212" w:rsidRPr="0042658C" w14:paraId="1BAD46F5"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42A3CA7" w14:textId="77777777" w:rsidR="00F03212" w:rsidRPr="0042658C" w:rsidRDefault="00F03212" w:rsidP="00F03212">
            <w:pPr>
              <w:spacing w:before="46" w:after="0" w:line="232"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6</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659ECC" w14:textId="3A7DEDF6" w:rsidR="00F03212" w:rsidRPr="0042658C" w:rsidRDefault="00F03212" w:rsidP="00F03212">
            <w:pPr>
              <w:spacing w:before="46" w:after="0" w:line="232" w:lineRule="auto"/>
              <w:ind w:left="43" w:right="-20"/>
              <w:rPr>
                <w:rFonts w:eastAsia="Arial" w:cstheme="minorHAnsi"/>
                <w:color w:val="000000"/>
              </w:rPr>
            </w:pPr>
            <w:r w:rsidRPr="00D5620E">
              <w:t>ATMs and counters in the Bank's network</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C89C092" w14:textId="6D352322" w:rsidR="00F03212" w:rsidRPr="0042658C" w:rsidRDefault="009F65AA" w:rsidP="00F03212">
            <w:pPr>
              <w:spacing w:before="46"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789F24AC" w14:textId="77777777">
        <w:trPr>
          <w:cantSplit/>
          <w:trHeight w:hRule="exact" w:val="379"/>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187D508" w14:textId="77777777" w:rsidR="00F03212" w:rsidRPr="0042658C" w:rsidRDefault="00F03212" w:rsidP="00F03212">
            <w:pPr>
              <w:spacing w:before="46" w:after="0" w:line="240" w:lineRule="auto"/>
              <w:ind w:left="276"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6</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047E4E" w14:textId="15880E88" w:rsidR="00F03212" w:rsidRPr="0042658C" w:rsidRDefault="00F03212" w:rsidP="00F03212">
            <w:pPr>
              <w:spacing w:before="46" w:after="0" w:line="240" w:lineRule="auto"/>
              <w:ind w:left="43" w:right="-20"/>
              <w:rPr>
                <w:rFonts w:eastAsia="Arial" w:cstheme="minorHAnsi"/>
                <w:color w:val="000000"/>
              </w:rPr>
            </w:pPr>
            <w:r w:rsidRPr="00D5620E">
              <w:t>ATMs and counters outside the Bank 's network</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E6E4D7A" w14:textId="163F6F56" w:rsidR="00F03212" w:rsidRPr="0042658C" w:rsidRDefault="00AC465F" w:rsidP="00F03212">
            <w:pPr>
              <w:spacing w:before="46" w:after="0" w:line="240" w:lineRule="auto"/>
              <w:ind w:left="3555" w:right="-20"/>
              <w:rPr>
                <w:rFonts w:eastAsia="Arial" w:cstheme="minorHAnsi"/>
                <w:color w:val="000000"/>
              </w:rPr>
            </w:pPr>
            <w:r>
              <w:rPr>
                <w:rFonts w:eastAsia="Arial" w:cstheme="minorHAnsi"/>
                <w:color w:val="000000"/>
              </w:rPr>
              <w:t xml:space="preserve">     </w:t>
            </w:r>
            <w:r w:rsidR="00F03212" w:rsidRPr="0042658C">
              <w:rPr>
                <w:rFonts w:eastAsia="Arial" w:cstheme="minorHAnsi"/>
                <w:color w:val="000000"/>
              </w:rPr>
              <w:t>2%</w:t>
            </w:r>
            <w:r w:rsidR="00F03212" w:rsidRPr="0042658C">
              <w:rPr>
                <w:rFonts w:eastAsia="Arial" w:cstheme="minorHAnsi"/>
                <w:color w:val="000000"/>
                <w:spacing w:val="-1"/>
              </w:rPr>
              <w:t xml:space="preserve"> </w:t>
            </w:r>
            <w:r w:rsidR="00F03212" w:rsidRPr="0042658C">
              <w:rPr>
                <w:rFonts w:eastAsia="Arial" w:cstheme="minorHAnsi"/>
                <w:color w:val="000000"/>
              </w:rPr>
              <w:t>min</w:t>
            </w:r>
            <w:r w:rsidR="00F03212" w:rsidRPr="0042658C">
              <w:rPr>
                <w:rFonts w:eastAsia="Arial" w:cstheme="minorHAnsi"/>
                <w:color w:val="000000"/>
                <w:spacing w:val="-1"/>
              </w:rPr>
              <w:t xml:space="preserve"> 150</w:t>
            </w:r>
            <w:r w:rsidR="009F65AA">
              <w:rPr>
                <w:rFonts w:eastAsia="Arial" w:cstheme="minorHAnsi"/>
                <w:color w:val="000000"/>
              </w:rPr>
              <w:t>.</w:t>
            </w:r>
            <w:r w:rsidR="00F03212" w:rsidRPr="0042658C">
              <w:rPr>
                <w:rFonts w:eastAsia="Arial" w:cstheme="minorHAnsi"/>
                <w:color w:val="000000"/>
              </w:rPr>
              <w:t xml:space="preserve">00 </w:t>
            </w:r>
            <w:r w:rsidR="00F03212" w:rsidRPr="0042658C">
              <w:rPr>
                <w:rFonts w:eastAsia="Arial" w:cstheme="minorHAnsi"/>
                <w:color w:val="000000"/>
                <w:spacing w:val="-1"/>
              </w:rPr>
              <w:t>R</w:t>
            </w:r>
            <w:r w:rsidR="00F03212" w:rsidRPr="0042658C">
              <w:rPr>
                <w:rFonts w:eastAsia="Arial" w:cstheme="minorHAnsi"/>
                <w:color w:val="000000"/>
              </w:rPr>
              <w:t>SD</w:t>
            </w:r>
          </w:p>
        </w:tc>
      </w:tr>
      <w:tr w:rsidR="00F03212" w:rsidRPr="0042658C" w14:paraId="702A7505" w14:textId="77777777">
        <w:trPr>
          <w:cantSplit/>
          <w:trHeight w:hRule="exact" w:val="30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C4ED525" w14:textId="77777777" w:rsidR="00F03212" w:rsidRPr="0042658C" w:rsidRDefault="00F03212" w:rsidP="00F03212">
            <w:pPr>
              <w:spacing w:before="46" w:after="0" w:line="232" w:lineRule="auto"/>
              <w:ind w:left="37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7</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53AD41" w14:textId="2D425B88" w:rsidR="00F03212" w:rsidRPr="00262BC5" w:rsidRDefault="00F03212" w:rsidP="00F03212">
            <w:pPr>
              <w:spacing w:before="46" w:after="0" w:line="232" w:lineRule="auto"/>
              <w:ind w:left="43" w:right="-20"/>
              <w:rPr>
                <w:rFonts w:eastAsia="Arial" w:cstheme="minorHAnsi"/>
                <w:b/>
                <w:bCs/>
                <w:color w:val="000000"/>
              </w:rPr>
            </w:pPr>
            <w:r w:rsidRPr="00262BC5">
              <w:rPr>
                <w:b/>
                <w:bCs/>
              </w:rPr>
              <w:t>Blockade of a business credit (charge) card due to an outstanding monthly obligation</w:t>
            </w:r>
          </w:p>
        </w:tc>
      </w:tr>
      <w:tr w:rsidR="00F03212" w:rsidRPr="0042658C" w14:paraId="715284CC" w14:textId="77777777">
        <w:trPr>
          <w:cantSplit/>
          <w:trHeight w:hRule="exact" w:val="311"/>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7D83BED" w14:textId="77777777" w:rsidR="00F03212" w:rsidRPr="0042658C" w:rsidRDefault="00F03212" w:rsidP="00F03212">
            <w:pPr>
              <w:spacing w:before="55" w:after="0" w:line="232" w:lineRule="auto"/>
              <w:ind w:left="290"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7</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D7FB75C" w14:textId="4D6484E4" w:rsidR="00F03212" w:rsidRPr="0042658C" w:rsidRDefault="00F03212" w:rsidP="00F03212">
            <w:pPr>
              <w:spacing w:before="55" w:after="0" w:line="232" w:lineRule="auto"/>
              <w:ind w:left="134" w:right="-20"/>
              <w:rPr>
                <w:rFonts w:eastAsia="Arial" w:cstheme="minorHAnsi"/>
                <w:color w:val="000000"/>
              </w:rPr>
            </w:pPr>
            <w:r w:rsidRPr="00D5620E">
              <w:t>DinaCard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AA0A1C" w14:textId="47F01744" w:rsidR="00F03212" w:rsidRPr="0042658C" w:rsidRDefault="009F65AA" w:rsidP="009F65AA">
            <w:pPr>
              <w:spacing w:before="55" w:after="0" w:line="232" w:lineRule="auto"/>
              <w:ind w:right="-20"/>
              <w:rPr>
                <w:rFonts w:eastAsia="Arial" w:cstheme="minorHAnsi"/>
                <w:color w:val="000000"/>
              </w:rPr>
            </w:pPr>
            <w:r w:rsidRPr="009F65AA">
              <w:rPr>
                <w:rFonts w:eastAsia="Arial" w:cstheme="minorHAnsi"/>
                <w:color w:val="000000"/>
              </w:rPr>
              <w:t>RSD 1,000.00 per individual client</w:t>
            </w:r>
          </w:p>
        </w:tc>
      </w:tr>
      <w:tr w:rsidR="00F03212" w:rsidRPr="0042658C" w14:paraId="3528DF33" w14:textId="77777777">
        <w:trPr>
          <w:cantSplit/>
          <w:trHeight w:hRule="exact" w:val="314"/>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BD81E5" w14:textId="77777777" w:rsidR="00F03212" w:rsidRPr="0042658C" w:rsidRDefault="00F03212" w:rsidP="00F03212">
            <w:pPr>
              <w:spacing w:before="55" w:after="0" w:line="234" w:lineRule="auto"/>
              <w:ind w:left="290"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7</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22CE45D" w14:textId="6A4C9423" w:rsidR="00F03212" w:rsidRPr="0042658C" w:rsidRDefault="00F03212" w:rsidP="00F03212">
            <w:pPr>
              <w:spacing w:before="55" w:after="0" w:line="234" w:lineRule="auto"/>
              <w:ind w:left="134"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F41AA24" w14:textId="015BB712" w:rsidR="00F03212" w:rsidRPr="0042658C" w:rsidRDefault="009F65AA" w:rsidP="009F65AA">
            <w:pPr>
              <w:spacing w:before="55" w:after="0" w:line="234" w:lineRule="auto"/>
              <w:ind w:right="-20"/>
              <w:rPr>
                <w:rFonts w:eastAsia="Arial" w:cstheme="minorHAnsi"/>
                <w:color w:val="000000"/>
              </w:rPr>
            </w:pPr>
            <w:r w:rsidRPr="009F65AA">
              <w:rPr>
                <w:rFonts w:eastAsia="Arial" w:cstheme="minorHAnsi"/>
                <w:color w:val="000000"/>
              </w:rPr>
              <w:t>RSD 1,000.00 per individual client</w:t>
            </w:r>
          </w:p>
        </w:tc>
      </w:tr>
      <w:tr w:rsidR="00F03212" w:rsidRPr="0042658C" w14:paraId="7A54E75F" w14:textId="77777777">
        <w:trPr>
          <w:cantSplit/>
          <w:trHeight w:hRule="exact" w:val="316"/>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C07833C" w14:textId="77777777" w:rsidR="00F03212" w:rsidRPr="0042658C" w:rsidRDefault="00F03212" w:rsidP="00F03212">
            <w:pPr>
              <w:spacing w:before="55" w:after="0" w:line="236" w:lineRule="auto"/>
              <w:ind w:left="386"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8</w:t>
            </w:r>
            <w:r w:rsidRPr="0042658C">
              <w:rPr>
                <w:rFonts w:eastAsia="Arial" w:cstheme="minorHAnsi"/>
                <w:b/>
                <w:bCs/>
                <w:color w:val="000000"/>
              </w:rPr>
              <w:t>.</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742A196" w14:textId="0F019EB9" w:rsidR="00F03212" w:rsidRPr="00262BC5" w:rsidRDefault="00F03212" w:rsidP="00F03212">
            <w:pPr>
              <w:spacing w:before="55" w:after="0" w:line="236" w:lineRule="auto"/>
              <w:ind w:left="69" w:right="-20"/>
              <w:rPr>
                <w:rFonts w:eastAsia="Arial" w:cstheme="minorHAnsi"/>
                <w:b/>
                <w:bCs/>
                <w:color w:val="000000"/>
              </w:rPr>
            </w:pPr>
            <w:r w:rsidRPr="00262BC5">
              <w:rPr>
                <w:b/>
                <w:bCs/>
              </w:rPr>
              <w:t>Business debit card account management</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3DDD05" w14:textId="77777777" w:rsidR="00F03212" w:rsidRPr="0042658C" w:rsidRDefault="00F03212" w:rsidP="00F03212">
            <w:pPr>
              <w:rPr>
                <w:rFonts w:cstheme="minorHAnsi"/>
              </w:rPr>
            </w:pPr>
          </w:p>
        </w:tc>
      </w:tr>
      <w:tr w:rsidR="00F03212" w:rsidRPr="0042658C" w14:paraId="1FAE5BFE"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3D308F" w14:textId="77777777" w:rsidR="00F03212" w:rsidRPr="0042658C" w:rsidRDefault="00F03212" w:rsidP="00F03212">
            <w:pPr>
              <w:spacing w:before="56" w:after="0" w:line="232" w:lineRule="auto"/>
              <w:ind w:left="290"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8</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47C99F8" w14:textId="54A6D6CC" w:rsidR="00F03212" w:rsidRPr="0042658C" w:rsidRDefault="00F03212" w:rsidP="00F03212">
            <w:pPr>
              <w:spacing w:before="56" w:after="0" w:line="232" w:lineRule="auto"/>
              <w:ind w:left="134" w:right="-20"/>
              <w:rPr>
                <w:rFonts w:eastAsia="Arial" w:cstheme="minorHAnsi"/>
                <w:color w:val="000000"/>
              </w:rPr>
            </w:pPr>
            <w:r w:rsidRPr="00D5620E">
              <w:t>DinaCard debit card</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B2B8588" w14:textId="329C292C" w:rsidR="00F03212" w:rsidRPr="0042658C" w:rsidRDefault="009F65AA" w:rsidP="00F03212">
            <w:pPr>
              <w:spacing w:before="56"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121A6E54"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0BF1D7" w14:textId="77777777" w:rsidR="00F03212" w:rsidRPr="0042658C" w:rsidRDefault="00F03212" w:rsidP="00F03212">
            <w:pPr>
              <w:spacing w:before="55" w:after="0" w:line="232" w:lineRule="auto"/>
              <w:ind w:left="386"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9</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49CBC1" w14:textId="3A6D4E96" w:rsidR="00F03212" w:rsidRPr="00262BC5" w:rsidRDefault="00F03212" w:rsidP="00F03212">
            <w:pPr>
              <w:spacing w:before="55" w:after="0" w:line="232" w:lineRule="auto"/>
              <w:ind w:left="69" w:right="-20"/>
              <w:rPr>
                <w:rFonts w:eastAsia="Arial" w:cstheme="minorHAnsi"/>
                <w:b/>
                <w:bCs/>
                <w:color w:val="000000"/>
              </w:rPr>
            </w:pPr>
            <w:r w:rsidRPr="00262BC5">
              <w:rPr>
                <w:b/>
                <w:bCs/>
              </w:rPr>
              <w:t>Business credit card (charge) account management</w:t>
            </w:r>
          </w:p>
        </w:tc>
      </w:tr>
      <w:tr w:rsidR="00F03212" w:rsidRPr="0042658C" w14:paraId="3A3AF49D" w14:textId="77777777">
        <w:trPr>
          <w:cantSplit/>
          <w:trHeight w:hRule="exact" w:val="311"/>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073D5F" w14:textId="77777777" w:rsidR="00F03212" w:rsidRPr="0042658C" w:rsidRDefault="00F03212" w:rsidP="00F03212">
            <w:pPr>
              <w:spacing w:before="55" w:after="0" w:line="232" w:lineRule="auto"/>
              <w:ind w:left="290"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9</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FCA2978" w14:textId="78486223" w:rsidR="00F03212" w:rsidRPr="0042658C" w:rsidRDefault="00F03212" w:rsidP="00F03212">
            <w:pPr>
              <w:spacing w:before="55" w:after="0" w:line="232" w:lineRule="auto"/>
              <w:ind w:left="134" w:right="-20"/>
              <w:rPr>
                <w:rFonts w:eastAsia="Arial" w:cstheme="minorHAnsi"/>
                <w:color w:val="000000"/>
              </w:rPr>
            </w:pPr>
            <w:r w:rsidRPr="00D5620E">
              <w:t>DinaCard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9A5D722" w14:textId="43DAAF3B" w:rsidR="00F03212" w:rsidRPr="0042658C" w:rsidRDefault="009F65AA" w:rsidP="009F65AA">
            <w:pPr>
              <w:spacing w:before="55" w:after="0" w:line="232" w:lineRule="auto"/>
              <w:ind w:right="-20"/>
              <w:rPr>
                <w:rFonts w:eastAsia="Arial" w:cstheme="minorHAnsi"/>
                <w:color w:val="000000"/>
              </w:rPr>
            </w:pPr>
            <w:r w:rsidRPr="009F65AA">
              <w:rPr>
                <w:rFonts w:eastAsia="Arial" w:cstheme="minorHAnsi"/>
                <w:color w:val="000000"/>
              </w:rPr>
              <w:t xml:space="preserve">RSD </w:t>
            </w:r>
            <w:r>
              <w:rPr>
                <w:rFonts w:eastAsia="Arial" w:cstheme="minorHAnsi"/>
                <w:color w:val="000000"/>
              </w:rPr>
              <w:t>3</w:t>
            </w:r>
            <w:r w:rsidRPr="009F65AA">
              <w:rPr>
                <w:rFonts w:eastAsia="Arial" w:cstheme="minorHAnsi"/>
                <w:color w:val="000000"/>
              </w:rPr>
              <w:t>00.00 per individual client</w:t>
            </w:r>
          </w:p>
        </w:tc>
      </w:tr>
      <w:tr w:rsidR="00F03212" w:rsidRPr="0042658C" w14:paraId="4564F0AD"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2C70CE5" w14:textId="77777777" w:rsidR="00F03212" w:rsidRPr="0042658C" w:rsidRDefault="00F03212" w:rsidP="00F03212">
            <w:pPr>
              <w:spacing w:before="55" w:after="0" w:line="232" w:lineRule="auto"/>
              <w:ind w:left="290"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9</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9466936" w14:textId="22E35BC3" w:rsidR="00F03212" w:rsidRPr="0042658C" w:rsidRDefault="00F03212" w:rsidP="00F03212">
            <w:pPr>
              <w:spacing w:before="55" w:after="0" w:line="232" w:lineRule="auto"/>
              <w:ind w:left="134"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D3F030E" w14:textId="6254F56A" w:rsidR="00F03212" w:rsidRPr="0042658C" w:rsidRDefault="009F65AA" w:rsidP="009F65AA">
            <w:pPr>
              <w:spacing w:before="55" w:after="0" w:line="232" w:lineRule="auto"/>
              <w:ind w:right="-20"/>
              <w:rPr>
                <w:rFonts w:eastAsia="Arial" w:cstheme="minorHAnsi"/>
                <w:color w:val="000000"/>
              </w:rPr>
            </w:pPr>
            <w:r w:rsidRPr="009F65AA">
              <w:rPr>
                <w:rFonts w:eastAsia="Arial" w:cstheme="minorHAnsi"/>
                <w:color w:val="000000"/>
              </w:rPr>
              <w:t xml:space="preserve">RSD </w:t>
            </w:r>
            <w:r>
              <w:rPr>
                <w:rFonts w:eastAsia="Arial" w:cstheme="minorHAnsi"/>
                <w:color w:val="000000"/>
              </w:rPr>
              <w:t>3</w:t>
            </w:r>
            <w:r w:rsidRPr="009F65AA">
              <w:rPr>
                <w:rFonts w:eastAsia="Arial" w:cstheme="minorHAnsi"/>
                <w:color w:val="000000"/>
              </w:rPr>
              <w:t>00.00 per individual client</w:t>
            </w:r>
          </w:p>
        </w:tc>
      </w:tr>
      <w:tr w:rsidR="00F03212" w:rsidRPr="0042658C" w14:paraId="13C900E6" w14:textId="77777777">
        <w:trPr>
          <w:cantSplit/>
          <w:trHeight w:hRule="exact" w:val="314"/>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71E65A" w14:textId="77777777" w:rsidR="00F03212" w:rsidRPr="0042658C" w:rsidRDefault="00F03212" w:rsidP="00F03212">
            <w:pPr>
              <w:spacing w:before="55" w:after="0" w:line="234"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10</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89EEBCD" w14:textId="57C4F04F" w:rsidR="00F03212" w:rsidRPr="00262BC5" w:rsidRDefault="00F03212" w:rsidP="00F03212">
            <w:pPr>
              <w:spacing w:before="55" w:after="0" w:line="234" w:lineRule="auto"/>
              <w:ind w:left="69" w:right="-20"/>
              <w:rPr>
                <w:rFonts w:eastAsia="Arial" w:cstheme="minorHAnsi"/>
                <w:b/>
                <w:bCs/>
                <w:color w:val="000000"/>
              </w:rPr>
            </w:pPr>
            <w:r w:rsidRPr="00262BC5">
              <w:rPr>
                <w:b/>
                <w:bCs/>
              </w:rPr>
              <w:t>Delivery of statements for business credit (charge) cards via e-mail and collection at the Bank's branch</w:t>
            </w:r>
          </w:p>
        </w:tc>
      </w:tr>
      <w:tr w:rsidR="00F03212" w:rsidRPr="0042658C" w14:paraId="55277DC3"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13440D6" w14:textId="77777777" w:rsidR="00F03212" w:rsidRPr="0042658C" w:rsidRDefault="00F03212" w:rsidP="00F03212">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10</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CA81DF1" w14:textId="7F375B34" w:rsidR="00F03212" w:rsidRPr="0042658C" w:rsidRDefault="00F03212" w:rsidP="00F03212">
            <w:pPr>
              <w:spacing w:before="55" w:after="0" w:line="232" w:lineRule="auto"/>
              <w:ind w:left="134" w:right="-20"/>
              <w:rPr>
                <w:rFonts w:eastAsia="Arial" w:cstheme="minorHAnsi"/>
                <w:color w:val="000000"/>
              </w:rPr>
            </w:pPr>
            <w:r w:rsidRPr="00D5620E">
              <w:t>DinaCard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919C57" w14:textId="773E7A4A" w:rsidR="00F03212" w:rsidRPr="0042658C" w:rsidRDefault="009F65AA" w:rsidP="00F03212">
            <w:pPr>
              <w:spacing w:before="55" w:after="0" w:line="232" w:lineRule="auto"/>
              <w:ind w:left="4294" w:right="-20"/>
              <w:rPr>
                <w:rFonts w:eastAsia="Arial" w:cstheme="minorHAnsi"/>
                <w:color w:val="000000"/>
              </w:rPr>
            </w:pPr>
            <w:r w:rsidRPr="009F65AA">
              <w:rPr>
                <w:rFonts w:eastAsia="Arial" w:cstheme="minorHAnsi"/>
                <w:color w:val="000000"/>
              </w:rPr>
              <w:t>Free of charge</w:t>
            </w:r>
          </w:p>
        </w:tc>
      </w:tr>
      <w:tr w:rsidR="00F03212" w:rsidRPr="0042658C" w14:paraId="4B50BDAF"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10789B" w14:textId="77777777" w:rsidR="00F03212" w:rsidRPr="0042658C" w:rsidRDefault="00F03212" w:rsidP="00F03212">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10</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EFB92F" w14:textId="2B0717AE" w:rsidR="00F03212" w:rsidRPr="0042658C" w:rsidRDefault="00F03212" w:rsidP="00F03212">
            <w:pPr>
              <w:spacing w:before="55" w:after="0" w:line="232" w:lineRule="auto"/>
              <w:ind w:left="134"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0A028F9" w14:textId="1C812C0B" w:rsidR="00F03212" w:rsidRPr="0042658C" w:rsidRDefault="009F65AA" w:rsidP="00F03212">
            <w:pPr>
              <w:spacing w:before="55" w:after="0" w:line="232" w:lineRule="auto"/>
              <w:ind w:left="4294" w:right="-20"/>
              <w:rPr>
                <w:rFonts w:eastAsia="Arial" w:cstheme="minorHAnsi"/>
                <w:color w:val="000000"/>
              </w:rPr>
            </w:pPr>
            <w:r w:rsidRPr="009F65AA">
              <w:rPr>
                <w:rFonts w:eastAsia="Arial" w:cstheme="minorHAnsi"/>
                <w:color w:val="000000"/>
              </w:rPr>
              <w:t>Free of charge</w:t>
            </w:r>
          </w:p>
        </w:tc>
      </w:tr>
      <w:tr w:rsidR="00F03212" w:rsidRPr="0042658C" w14:paraId="42461FF2"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389CBB2" w14:textId="77777777" w:rsidR="00F03212" w:rsidRPr="0042658C" w:rsidRDefault="00F03212" w:rsidP="00F03212">
            <w:pPr>
              <w:spacing w:before="56" w:after="0" w:line="232" w:lineRule="auto"/>
              <w:ind w:left="352"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w:t>
            </w:r>
            <w:r w:rsidRPr="0042658C">
              <w:rPr>
                <w:rFonts w:eastAsia="Arial" w:cstheme="minorHAnsi"/>
                <w:b/>
                <w:bCs/>
                <w:color w:val="000000"/>
              </w:rPr>
              <w:t>1</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85865CD" w14:textId="6AF02348" w:rsidR="00F03212" w:rsidRPr="00262BC5" w:rsidRDefault="00F03212" w:rsidP="00F03212">
            <w:pPr>
              <w:spacing w:before="56" w:after="0" w:line="232" w:lineRule="auto"/>
              <w:ind w:left="69" w:right="-20"/>
              <w:rPr>
                <w:rFonts w:eastAsia="Arial" w:cstheme="minorHAnsi"/>
                <w:b/>
                <w:bCs/>
                <w:color w:val="000000"/>
              </w:rPr>
            </w:pPr>
            <w:r w:rsidRPr="00262BC5">
              <w:rPr>
                <w:b/>
                <w:bCs/>
              </w:rPr>
              <w:t>Warning for non-payment of business credit cards</w:t>
            </w:r>
          </w:p>
        </w:tc>
      </w:tr>
      <w:tr w:rsidR="00F03212" w:rsidRPr="0042658C" w14:paraId="5A395CD8"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4462C7" w14:textId="77777777" w:rsidR="00F03212" w:rsidRPr="0042658C" w:rsidRDefault="00F03212" w:rsidP="00F03212">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11</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58E3A4B" w14:textId="582057F7" w:rsidR="00F03212" w:rsidRPr="0042658C" w:rsidRDefault="00F03212" w:rsidP="00F03212">
            <w:pPr>
              <w:spacing w:before="55" w:after="0" w:line="232" w:lineRule="auto"/>
              <w:ind w:left="134" w:right="-20"/>
              <w:rPr>
                <w:rFonts w:eastAsia="Arial" w:cstheme="minorHAnsi"/>
                <w:color w:val="000000"/>
              </w:rPr>
            </w:pPr>
            <w:r w:rsidRPr="00D5620E">
              <w:t>DinaCard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C5F2C75" w14:textId="167F4D08" w:rsidR="00F03212" w:rsidRPr="0042658C" w:rsidRDefault="009F65AA" w:rsidP="009F65AA">
            <w:pPr>
              <w:spacing w:before="55" w:after="0" w:line="232" w:lineRule="auto"/>
              <w:ind w:right="-20"/>
              <w:rPr>
                <w:rFonts w:eastAsia="Arial" w:cstheme="minorHAnsi"/>
                <w:color w:val="000000"/>
              </w:rPr>
            </w:pPr>
            <w:r w:rsidRPr="009F65AA">
              <w:rPr>
                <w:rFonts w:eastAsia="Arial" w:cstheme="minorHAnsi"/>
                <w:color w:val="000000"/>
              </w:rPr>
              <w:t xml:space="preserve">RSD </w:t>
            </w:r>
            <w:r>
              <w:rPr>
                <w:rFonts w:eastAsia="Arial" w:cstheme="minorHAnsi"/>
                <w:color w:val="000000"/>
              </w:rPr>
              <w:t>5</w:t>
            </w:r>
            <w:r w:rsidRPr="009F65AA">
              <w:rPr>
                <w:rFonts w:eastAsia="Arial" w:cstheme="minorHAnsi"/>
                <w:color w:val="000000"/>
              </w:rPr>
              <w:t>00.00 per individual client</w:t>
            </w:r>
          </w:p>
        </w:tc>
      </w:tr>
      <w:tr w:rsidR="00F03212" w:rsidRPr="0042658C" w14:paraId="108EE92A" w14:textId="77777777">
        <w:trPr>
          <w:cantSplit/>
          <w:trHeight w:hRule="exact" w:val="314"/>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5ABAA3A" w14:textId="77777777" w:rsidR="00F03212" w:rsidRPr="0042658C" w:rsidRDefault="00F03212" w:rsidP="00F03212">
            <w:pPr>
              <w:spacing w:before="55" w:after="0" w:line="234"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11</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AE5228" w14:textId="5CFDF299" w:rsidR="00F03212" w:rsidRPr="0042658C" w:rsidRDefault="00F03212" w:rsidP="00F03212">
            <w:pPr>
              <w:spacing w:before="55" w:after="0" w:line="234" w:lineRule="auto"/>
              <w:ind w:left="134"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B928F44" w14:textId="783CCD0C" w:rsidR="00F03212" w:rsidRPr="0042658C" w:rsidRDefault="009F65AA" w:rsidP="009F65AA">
            <w:pPr>
              <w:spacing w:before="55" w:after="0" w:line="234" w:lineRule="auto"/>
              <w:ind w:right="-20"/>
              <w:rPr>
                <w:rFonts w:eastAsia="Arial" w:cstheme="minorHAnsi"/>
                <w:color w:val="000000"/>
              </w:rPr>
            </w:pPr>
            <w:r w:rsidRPr="009F65AA">
              <w:rPr>
                <w:rFonts w:eastAsia="Arial" w:cstheme="minorHAnsi"/>
                <w:color w:val="000000"/>
              </w:rPr>
              <w:t xml:space="preserve">RSD </w:t>
            </w:r>
            <w:r>
              <w:rPr>
                <w:rFonts w:eastAsia="Arial" w:cstheme="minorHAnsi"/>
                <w:color w:val="000000"/>
              </w:rPr>
              <w:t>5</w:t>
            </w:r>
            <w:r w:rsidRPr="009F65AA">
              <w:rPr>
                <w:rFonts w:eastAsia="Arial" w:cstheme="minorHAnsi"/>
                <w:color w:val="000000"/>
              </w:rPr>
              <w:t>00.00 per individual client</w:t>
            </w:r>
          </w:p>
        </w:tc>
      </w:tr>
      <w:tr w:rsidR="00F03212" w:rsidRPr="0042658C" w14:paraId="5B889029" w14:textId="77777777">
        <w:trPr>
          <w:cantSplit/>
          <w:trHeight w:hRule="exact" w:val="311"/>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93B258" w14:textId="77777777" w:rsidR="00F03212" w:rsidRPr="0042658C" w:rsidRDefault="00F03212" w:rsidP="00F03212">
            <w:pPr>
              <w:spacing w:before="55" w:after="0" w:line="232"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12</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E2DBBC1" w14:textId="56D269F4" w:rsidR="00F03212" w:rsidRPr="00262BC5" w:rsidRDefault="00F03212" w:rsidP="00F03212">
            <w:pPr>
              <w:spacing w:before="55" w:after="0" w:line="232" w:lineRule="auto"/>
              <w:ind w:left="69" w:right="-20"/>
              <w:rPr>
                <w:rFonts w:eastAsia="Arial" w:cstheme="minorHAnsi"/>
                <w:b/>
                <w:bCs/>
                <w:color w:val="000000"/>
              </w:rPr>
            </w:pPr>
            <w:r w:rsidRPr="00262BC5">
              <w:rPr>
                <w:b/>
                <w:bCs/>
              </w:rPr>
              <w:t>Debit card cancellation</w:t>
            </w:r>
          </w:p>
        </w:tc>
      </w:tr>
      <w:tr w:rsidR="00F03212" w:rsidRPr="0042658C" w14:paraId="1DC123BA"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10F65D0" w14:textId="77777777" w:rsidR="00F03212" w:rsidRPr="0042658C" w:rsidRDefault="00F03212" w:rsidP="00F03212">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12</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6C1AC22" w14:textId="2C402B15" w:rsidR="00F03212" w:rsidRPr="0042658C" w:rsidRDefault="00F03212" w:rsidP="00F03212">
            <w:pPr>
              <w:spacing w:before="55" w:after="0" w:line="232" w:lineRule="auto"/>
              <w:ind w:left="134" w:right="-20"/>
              <w:rPr>
                <w:rFonts w:eastAsia="Arial" w:cstheme="minorHAnsi"/>
                <w:color w:val="000000"/>
              </w:rPr>
            </w:pPr>
            <w:r w:rsidRPr="00D5620E">
              <w:t>DinaCard debit card</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F590CF" w14:textId="375244FD" w:rsidR="00F03212" w:rsidRPr="0042658C" w:rsidRDefault="009F65AA" w:rsidP="00F03212">
            <w:pPr>
              <w:spacing w:before="55"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22EDA82E" w14:textId="77777777">
        <w:trPr>
          <w:cantSplit/>
          <w:trHeight w:hRule="exact" w:val="312"/>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58457D6" w14:textId="77777777" w:rsidR="00F03212" w:rsidRPr="0042658C" w:rsidRDefault="00F03212" w:rsidP="00F03212">
            <w:pPr>
              <w:spacing w:before="55" w:after="0" w:line="232"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13</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12A683D" w14:textId="7DD02DFA" w:rsidR="00F03212" w:rsidRPr="00262BC5" w:rsidRDefault="00F03212" w:rsidP="00F03212">
            <w:pPr>
              <w:spacing w:before="55" w:after="0" w:line="232" w:lineRule="auto"/>
              <w:ind w:left="69" w:right="-20"/>
              <w:rPr>
                <w:rFonts w:eastAsia="Arial" w:cstheme="minorHAnsi"/>
                <w:b/>
                <w:bCs/>
                <w:color w:val="000000"/>
              </w:rPr>
            </w:pPr>
            <w:r w:rsidRPr="00262BC5">
              <w:rPr>
                <w:b/>
                <w:bCs/>
              </w:rPr>
              <w:t>Shutting down a business credit (charge) card</w:t>
            </w:r>
          </w:p>
        </w:tc>
      </w:tr>
      <w:tr w:rsidR="00F03212" w:rsidRPr="0042658C" w14:paraId="410E1FD6" w14:textId="77777777">
        <w:trPr>
          <w:cantSplit/>
          <w:trHeight w:hRule="exact" w:val="311"/>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59B326" w14:textId="77777777" w:rsidR="00F03212" w:rsidRPr="0042658C" w:rsidRDefault="00F03212" w:rsidP="00F03212">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13</w:t>
            </w:r>
            <w:r w:rsidRPr="0042658C">
              <w:rPr>
                <w:rFonts w:eastAsia="Arial" w:cstheme="minorHAnsi"/>
                <w:color w:val="000000"/>
              </w:rPr>
              <w:t>.1.</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63A6265" w14:textId="0554D7F7" w:rsidR="00F03212" w:rsidRPr="0042658C" w:rsidRDefault="00F03212" w:rsidP="00F03212">
            <w:pPr>
              <w:spacing w:before="55" w:after="0" w:line="232" w:lineRule="auto"/>
              <w:ind w:left="134" w:right="-20"/>
              <w:rPr>
                <w:rFonts w:eastAsia="Arial" w:cstheme="minorHAnsi"/>
                <w:color w:val="000000"/>
              </w:rPr>
            </w:pPr>
            <w:r w:rsidRPr="00D5620E">
              <w:t>DinaCard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8DD68E6" w14:textId="021BB012" w:rsidR="00F03212" w:rsidRPr="0042658C" w:rsidRDefault="009F65AA" w:rsidP="00F03212">
            <w:pPr>
              <w:spacing w:before="55" w:after="0" w:line="232"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7A3706E3" w14:textId="77777777">
        <w:trPr>
          <w:cantSplit/>
          <w:trHeight w:hRule="exact" w:val="314"/>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E83E3D" w14:textId="77777777" w:rsidR="00F03212" w:rsidRPr="0042658C" w:rsidRDefault="00F03212" w:rsidP="00F03212">
            <w:pPr>
              <w:spacing w:before="56" w:after="0" w:line="234"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13</w:t>
            </w:r>
            <w:r w:rsidRPr="0042658C">
              <w:rPr>
                <w:rFonts w:eastAsia="Arial" w:cstheme="minorHAnsi"/>
                <w:color w:val="000000"/>
              </w:rPr>
              <w:t>.2.</w:t>
            </w:r>
          </w:p>
        </w:tc>
        <w:tc>
          <w:tcPr>
            <w:tcW w:w="845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9A8A0C5" w14:textId="1B778C78" w:rsidR="00F03212" w:rsidRPr="0042658C" w:rsidRDefault="00F03212" w:rsidP="00F03212">
            <w:pPr>
              <w:spacing w:before="56" w:after="0" w:line="234" w:lineRule="auto"/>
              <w:ind w:left="134" w:right="-20"/>
              <w:rPr>
                <w:rFonts w:eastAsia="Arial" w:cstheme="minorHAnsi"/>
                <w:color w:val="000000"/>
              </w:rPr>
            </w:pPr>
            <w:r w:rsidRPr="00D5620E">
              <w:t>Visa Business charge cards</w:t>
            </w:r>
          </w:p>
        </w:tc>
        <w:tc>
          <w:tcPr>
            <w:tcW w:w="5676"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52C9402" w14:textId="25063B6A" w:rsidR="00F03212" w:rsidRPr="0042658C" w:rsidRDefault="009F65AA" w:rsidP="00F03212">
            <w:pPr>
              <w:spacing w:before="56" w:after="0" w:line="234" w:lineRule="auto"/>
              <w:ind w:left="4296" w:right="-20"/>
              <w:rPr>
                <w:rFonts w:eastAsia="Arial" w:cstheme="minorHAnsi"/>
                <w:color w:val="000000"/>
              </w:rPr>
            </w:pPr>
            <w:r w:rsidRPr="009F65AA">
              <w:rPr>
                <w:rFonts w:eastAsia="Arial" w:cstheme="minorHAnsi"/>
                <w:color w:val="000000"/>
              </w:rPr>
              <w:t>Free of charge</w:t>
            </w:r>
          </w:p>
        </w:tc>
      </w:tr>
      <w:tr w:rsidR="00F03212" w:rsidRPr="0042658C" w14:paraId="20B28515" w14:textId="77777777">
        <w:trPr>
          <w:cantSplit/>
          <w:trHeight w:hRule="exact" w:val="311"/>
        </w:trPr>
        <w:tc>
          <w:tcPr>
            <w:tcW w:w="112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C101D77" w14:textId="77777777" w:rsidR="00F03212" w:rsidRPr="0042658C" w:rsidRDefault="00F03212" w:rsidP="00F03212">
            <w:pPr>
              <w:spacing w:before="55" w:after="0" w:line="232"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14</w:t>
            </w:r>
            <w:r w:rsidRPr="0042658C">
              <w:rPr>
                <w:rFonts w:eastAsia="Arial" w:cstheme="minorHAnsi"/>
                <w:b/>
                <w:bCs/>
                <w:color w:val="000000"/>
              </w:rPr>
              <w:t>.</w:t>
            </w:r>
          </w:p>
        </w:tc>
        <w:tc>
          <w:tcPr>
            <w:tcW w:w="14127"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1472065" w14:textId="4A8D6188" w:rsidR="00F03212" w:rsidRPr="00262BC5" w:rsidRDefault="00F03212" w:rsidP="00F03212">
            <w:pPr>
              <w:spacing w:before="55" w:after="0" w:line="232" w:lineRule="auto"/>
              <w:ind w:left="69" w:right="-20"/>
              <w:rPr>
                <w:rFonts w:eastAsia="Arial" w:cstheme="minorHAnsi"/>
                <w:b/>
                <w:bCs/>
                <w:color w:val="000000"/>
              </w:rPr>
            </w:pPr>
            <w:r w:rsidRPr="00262BC5">
              <w:rPr>
                <w:b/>
                <w:bCs/>
              </w:rPr>
              <w:t>Limits - For payment of a business credit (charge) card at the point of sale of a merchant of goods and services</w:t>
            </w:r>
          </w:p>
        </w:tc>
      </w:tr>
    </w:tbl>
    <w:p w14:paraId="5AB5ED96" w14:textId="77777777" w:rsidR="004C563B" w:rsidRPr="0042658C" w:rsidRDefault="004C563B">
      <w:pPr>
        <w:rPr>
          <w:rFonts w:cstheme="minorHAnsi"/>
        </w:rPr>
        <w:sectPr w:rsidR="004C563B" w:rsidRPr="0042658C">
          <w:pgSz w:w="16838" w:h="11904" w:orient="landscape"/>
          <w:pgMar w:top="304" w:right="401" w:bottom="815" w:left="998" w:header="720" w:footer="720" w:gutter="0"/>
          <w:cols w:space="708"/>
        </w:sectPr>
      </w:pPr>
    </w:p>
    <w:p w14:paraId="10688935" w14:textId="140F8225"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62848" behindDoc="1" locked="0" layoutInCell="0" allowOverlap="1" wp14:anchorId="62E3A8E7" wp14:editId="52D3960C">
                <wp:simplePos x="0" y="0"/>
                <wp:positionH relativeFrom="page">
                  <wp:posOffset>10297414</wp:posOffset>
                </wp:positionH>
                <wp:positionV relativeFrom="paragraph">
                  <wp:posOffset>121870</wp:posOffset>
                </wp:positionV>
                <wp:extent cx="33796" cy="162780"/>
                <wp:effectExtent l="0" t="0" r="0" b="0"/>
                <wp:wrapNone/>
                <wp:docPr id="27" name="drawingObject27"/>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4FF19C14"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62E3A8E7" id="drawingObject27" o:spid="_x0000_s1040" type="#_x0000_t202" style="position:absolute;left:0;text-align:left;margin-left:810.8pt;margin-top:9.6pt;width:2.65pt;height:12.8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1c1V&#10;N6ABAABBAwAADgAAAAAAAAAAAAAAAAAuAgAAZHJzL2Uyb0RvYy54bWxQSwECLQAUAAYACAAAACEA&#10;9V/m7N0AAAALAQAADwAAAAAAAAAAAAAAAAD6AwAAZHJzL2Rvd25yZXYueG1sUEsFBgAAAAAEAAQA&#10;8wAAAAQFAAAAAA==&#10;" o:allowincell="f" filled="f" stroked="f">
                <v:textbox style="mso-fit-shape-to-text:t" inset="0,0,0,0">
                  <w:txbxContent>
                    <w:p w14:paraId="4FF19C14"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15647772" w14:textId="77777777" w:rsidR="004C563B" w:rsidRPr="0042658C" w:rsidRDefault="004C563B">
      <w:pPr>
        <w:spacing w:after="0" w:line="24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28"/>
        <w:gridCol w:w="29"/>
        <w:gridCol w:w="8432"/>
        <w:gridCol w:w="5792"/>
      </w:tblGrid>
      <w:tr w:rsidR="00AC465F" w:rsidRPr="0042658C" w14:paraId="70942735" w14:textId="77777777" w:rsidTr="00AC465F">
        <w:trPr>
          <w:cantSplit/>
          <w:trHeight w:hRule="exact" w:val="937"/>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EDCD6E" w14:textId="77777777" w:rsidR="00AC465F" w:rsidRPr="0042658C" w:rsidRDefault="00AC465F" w:rsidP="00050823">
            <w:pPr>
              <w:spacing w:before="55" w:after="0" w:line="240" w:lineRule="auto"/>
              <w:ind w:left="158" w:right="-20"/>
              <w:rPr>
                <w:rFonts w:eastAsia="Arial" w:cstheme="minorHAnsi"/>
                <w:color w:val="000000"/>
              </w:rPr>
            </w:pPr>
            <w:r w:rsidRPr="0042658C">
              <w:rPr>
                <w:rFonts w:eastAsia="Arial" w:cstheme="minorHAnsi"/>
                <w:color w:val="000000"/>
              </w:rPr>
              <w:t>9.</w:t>
            </w:r>
            <w:r w:rsidRPr="00050823">
              <w:rPr>
                <w:rFonts w:eastAsia="Arial" w:cstheme="minorHAnsi"/>
                <w:color w:val="000000"/>
              </w:rPr>
              <w:t>14</w:t>
            </w:r>
            <w:r w:rsidRPr="0042658C">
              <w:rPr>
                <w:rFonts w:eastAsia="Arial" w:cstheme="minorHAnsi"/>
                <w:color w:val="000000"/>
              </w:rPr>
              <w:t>.1.</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8EEEA00" w14:textId="77777777" w:rsidR="00AC465F" w:rsidRPr="00050823" w:rsidRDefault="00AC465F" w:rsidP="00050823">
            <w:pPr>
              <w:spacing w:before="55" w:after="0" w:line="236" w:lineRule="auto"/>
              <w:ind w:right="18"/>
            </w:pPr>
            <w:r w:rsidRPr="00D5620E">
              <w:t>DinaCard business charge cards</w:t>
            </w:r>
          </w:p>
        </w:tc>
        <w:tc>
          <w:tcPr>
            <w:tcW w:w="5792" w:type="dxa"/>
            <w:vMerge w:val="restart"/>
            <w:tcBorders>
              <w:top w:val="single" w:sz="7" w:space="0" w:color="000000"/>
              <w:left w:val="single" w:sz="7" w:space="0" w:color="000000"/>
              <w:right w:val="single" w:sz="7" w:space="0" w:color="000000"/>
            </w:tcBorders>
            <w:tcMar>
              <w:top w:w="0" w:type="dxa"/>
              <w:left w:w="0" w:type="dxa"/>
              <w:bottom w:w="0" w:type="dxa"/>
              <w:right w:w="0" w:type="dxa"/>
            </w:tcMar>
            <w:vAlign w:val="center"/>
          </w:tcPr>
          <w:p w14:paraId="71CD6B24" w14:textId="77777777" w:rsidR="00AC465F" w:rsidRPr="0042658C" w:rsidRDefault="00AC465F" w:rsidP="00AC465F">
            <w:pPr>
              <w:spacing w:before="55" w:after="0" w:line="240" w:lineRule="auto"/>
              <w:ind w:right="-20"/>
              <w:rPr>
                <w:rFonts w:eastAsia="Arial" w:cstheme="minorHAnsi"/>
                <w:color w:val="000000"/>
              </w:rPr>
            </w:pPr>
            <w:r w:rsidRPr="00F23894">
              <w:rPr>
                <w:rFonts w:eastAsia="Arial" w:cstheme="minorHAnsi"/>
                <w:color w:val="000000"/>
              </w:rPr>
              <w:t>up to the amount of the approved limit or in accordance with the Agreement</w:t>
            </w:r>
          </w:p>
        </w:tc>
      </w:tr>
      <w:tr w:rsidR="00AC465F" w:rsidRPr="0042658C" w14:paraId="03A83447" w14:textId="77777777" w:rsidTr="00D4755F">
        <w:trPr>
          <w:cantSplit/>
          <w:trHeight w:hRule="exact" w:val="622"/>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EB10214" w14:textId="77777777" w:rsidR="00AC465F" w:rsidRPr="0042658C" w:rsidRDefault="00AC465F" w:rsidP="00050823">
            <w:pPr>
              <w:spacing w:before="55" w:after="0" w:line="240" w:lineRule="auto"/>
              <w:ind w:left="158" w:right="-20"/>
              <w:rPr>
                <w:rFonts w:eastAsia="Arial" w:cstheme="minorHAnsi"/>
                <w:color w:val="000000"/>
              </w:rPr>
            </w:pPr>
            <w:r w:rsidRPr="0042658C">
              <w:rPr>
                <w:rFonts w:eastAsia="Arial" w:cstheme="minorHAnsi"/>
                <w:color w:val="000000"/>
              </w:rPr>
              <w:t>9.</w:t>
            </w:r>
            <w:r w:rsidRPr="00050823">
              <w:rPr>
                <w:rFonts w:eastAsia="Arial" w:cstheme="minorHAnsi"/>
                <w:color w:val="000000"/>
              </w:rPr>
              <w:t>14</w:t>
            </w:r>
            <w:r w:rsidRPr="0042658C">
              <w:rPr>
                <w:rFonts w:eastAsia="Arial" w:cstheme="minorHAnsi"/>
                <w:color w:val="000000"/>
              </w:rPr>
              <w:t>.2.</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A9B3C5" w14:textId="77777777" w:rsidR="00AC465F" w:rsidRPr="00050823" w:rsidRDefault="00AC465F" w:rsidP="00050823">
            <w:pPr>
              <w:spacing w:before="55" w:after="0" w:line="236" w:lineRule="auto"/>
              <w:ind w:right="18"/>
            </w:pPr>
            <w:r w:rsidRPr="00050823">
              <w:t>Visa Business charge cards</w:t>
            </w:r>
          </w:p>
        </w:tc>
        <w:tc>
          <w:tcPr>
            <w:tcW w:w="5792"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74628C2B" w14:textId="77777777" w:rsidR="00AC465F" w:rsidRPr="00050823" w:rsidRDefault="00AC465F" w:rsidP="00050823">
            <w:pPr>
              <w:spacing w:before="55" w:after="0" w:line="240" w:lineRule="auto"/>
              <w:ind w:left="4375" w:right="-20"/>
              <w:rPr>
                <w:rFonts w:eastAsia="Arial" w:cstheme="minorHAnsi"/>
                <w:color w:val="000000"/>
              </w:rPr>
            </w:pPr>
          </w:p>
        </w:tc>
      </w:tr>
      <w:tr w:rsidR="00050823" w:rsidRPr="0042658C" w14:paraId="6612975B" w14:textId="77777777" w:rsidTr="00050823">
        <w:trPr>
          <w:cantSplit/>
          <w:trHeight w:hRule="exact" w:val="314"/>
        </w:trPr>
        <w:tc>
          <w:tcPr>
            <w:tcW w:w="1128"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6EA3592" w14:textId="77777777" w:rsidR="00050823" w:rsidRPr="0042658C" w:rsidRDefault="00050823" w:rsidP="00A543E7">
            <w:pPr>
              <w:spacing w:before="55" w:after="0" w:line="234"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15</w:t>
            </w:r>
            <w:r w:rsidRPr="0042658C">
              <w:rPr>
                <w:rFonts w:eastAsia="Arial" w:cstheme="minorHAnsi"/>
                <w:b/>
                <w:bCs/>
                <w:color w:val="000000"/>
              </w:rPr>
              <w:t>.</w:t>
            </w:r>
          </w:p>
        </w:tc>
        <w:tc>
          <w:tcPr>
            <w:tcW w:w="14253"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2162191" w14:textId="77777777" w:rsidR="00050823" w:rsidRPr="0042658C" w:rsidRDefault="00050823" w:rsidP="00A543E7">
            <w:pPr>
              <w:spacing w:before="55" w:after="0" w:line="234" w:lineRule="auto"/>
              <w:ind w:left="69" w:right="-20"/>
              <w:rPr>
                <w:rFonts w:eastAsia="Arial" w:cstheme="minorHAnsi"/>
                <w:b/>
                <w:bCs/>
                <w:color w:val="000000"/>
              </w:rPr>
            </w:pPr>
            <w:r w:rsidRPr="00F23894">
              <w:rPr>
                <w:rFonts w:eastAsia="Arial" w:cstheme="minorHAnsi"/>
                <w:b/>
                <w:bCs/>
                <w:color w:val="000000"/>
              </w:rPr>
              <w:t>Fee for a card kept at an ATM in the country</w:t>
            </w:r>
          </w:p>
        </w:tc>
      </w:tr>
      <w:tr w:rsidR="0089682B" w:rsidRPr="0042658C" w14:paraId="022AFF29" w14:textId="77777777" w:rsidTr="00050823">
        <w:trPr>
          <w:cantSplit/>
          <w:trHeight w:hRule="exact" w:val="622"/>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19551B1" w14:textId="77777777" w:rsidR="0089682B" w:rsidRPr="0042658C" w:rsidRDefault="0089682B" w:rsidP="0089682B">
            <w:pPr>
              <w:spacing w:before="55" w:after="0" w:line="240"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5.</w:t>
            </w:r>
            <w:r w:rsidRPr="0042658C">
              <w:rPr>
                <w:rFonts w:eastAsia="Arial" w:cstheme="minorHAnsi"/>
                <w:color w:val="000000"/>
                <w:spacing w:val="-1"/>
              </w:rPr>
              <w:t>1</w:t>
            </w:r>
            <w:r w:rsidRPr="0042658C">
              <w:rPr>
                <w:rFonts w:eastAsia="Arial" w:cstheme="minorHAnsi"/>
                <w:color w:val="000000"/>
              </w:rPr>
              <w:t>.</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86BB95B" w14:textId="3E637FA1" w:rsidR="0089682B" w:rsidRPr="0042658C" w:rsidRDefault="0089682B" w:rsidP="00AA2F5C">
            <w:pPr>
              <w:spacing w:before="55" w:after="0" w:line="236" w:lineRule="auto"/>
              <w:ind w:right="18"/>
              <w:rPr>
                <w:rFonts w:eastAsia="Arial" w:cstheme="minorHAnsi"/>
                <w:color w:val="000000"/>
              </w:rPr>
            </w:pPr>
            <w:r w:rsidRPr="00670266">
              <w:t>Fee for a card kept at an ATM in the country (DinaCard debit, DinaCard business, Visa Business)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7B2D1E4" w14:textId="343B6E7F" w:rsidR="0089682B" w:rsidRPr="0042658C" w:rsidRDefault="0089682B" w:rsidP="00050823">
            <w:pPr>
              <w:spacing w:before="55" w:after="0" w:line="240" w:lineRule="auto"/>
              <w:ind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00</w:t>
            </w:r>
            <w:r>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r w:rsidRPr="0042658C">
              <w:rPr>
                <w:rFonts w:eastAsia="Arial" w:cstheme="minorHAnsi"/>
                <w:color w:val="000000"/>
                <w:spacing w:val="-1"/>
              </w:rPr>
              <w:t>R</w:t>
            </w:r>
            <w:r w:rsidRPr="0042658C">
              <w:rPr>
                <w:rFonts w:eastAsia="Arial" w:cstheme="minorHAnsi"/>
                <w:color w:val="000000"/>
              </w:rPr>
              <w:t>SD</w:t>
            </w:r>
          </w:p>
        </w:tc>
      </w:tr>
      <w:tr w:rsidR="0089682B" w:rsidRPr="0042658C" w14:paraId="736B0770" w14:textId="77777777" w:rsidTr="00050823">
        <w:trPr>
          <w:cantSplit/>
          <w:trHeight w:hRule="exact" w:val="314"/>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8B6784" w14:textId="77777777" w:rsidR="0089682B" w:rsidRPr="0042658C" w:rsidRDefault="0089682B" w:rsidP="0089682B">
            <w:pPr>
              <w:spacing w:before="55" w:after="0" w:line="234"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16</w:t>
            </w:r>
            <w:r w:rsidRPr="0042658C">
              <w:rPr>
                <w:rFonts w:eastAsia="Arial" w:cstheme="minorHAnsi"/>
                <w:b/>
                <w:bCs/>
                <w:color w:val="000000"/>
              </w:rPr>
              <w:t>.</w:t>
            </w:r>
          </w:p>
        </w:tc>
        <w:tc>
          <w:tcPr>
            <w:tcW w:w="14224"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0EFF74" w14:textId="69448D11" w:rsidR="0089682B" w:rsidRPr="0089682B" w:rsidRDefault="0089682B" w:rsidP="00AA2F5C">
            <w:pPr>
              <w:spacing w:before="55" w:after="0" w:line="234" w:lineRule="auto"/>
              <w:ind w:right="-20"/>
              <w:rPr>
                <w:rFonts w:eastAsia="Arial" w:cstheme="minorHAnsi"/>
                <w:b/>
                <w:bCs/>
                <w:color w:val="000000"/>
              </w:rPr>
            </w:pPr>
            <w:r>
              <w:rPr>
                <w:b/>
                <w:bCs/>
              </w:rPr>
              <w:t>P</w:t>
            </w:r>
            <w:r w:rsidRPr="0089682B">
              <w:rPr>
                <w:b/>
                <w:bCs/>
              </w:rPr>
              <w:t>rocessing fee (limit) for business credit cards</w:t>
            </w:r>
          </w:p>
        </w:tc>
      </w:tr>
      <w:tr w:rsidR="0089682B" w:rsidRPr="0042658C" w14:paraId="2C073BD7" w14:textId="77777777" w:rsidTr="00050823">
        <w:trPr>
          <w:cantSplit/>
          <w:trHeight w:hRule="exact" w:val="575"/>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C094F18" w14:textId="77777777" w:rsidR="0089682B" w:rsidRPr="0042658C" w:rsidRDefault="0089682B" w:rsidP="0089682B">
            <w:pPr>
              <w:spacing w:before="55" w:after="0" w:line="240" w:lineRule="auto"/>
              <w:ind w:left="22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16</w:t>
            </w:r>
            <w:r w:rsidRPr="0042658C">
              <w:rPr>
                <w:rFonts w:eastAsia="Arial" w:cstheme="minorHAnsi"/>
                <w:color w:val="000000"/>
              </w:rPr>
              <w:t>.1.</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C2C2BDA" w14:textId="2DAFD2BD" w:rsidR="0089682B" w:rsidRPr="0042658C" w:rsidRDefault="0089682B" w:rsidP="00AA2F5C">
            <w:pPr>
              <w:spacing w:before="55" w:after="0" w:line="240" w:lineRule="auto"/>
              <w:ind w:right="-20"/>
              <w:rPr>
                <w:rFonts w:eastAsia="Arial" w:cstheme="minorHAnsi"/>
                <w:color w:val="000000"/>
              </w:rPr>
            </w:pPr>
            <w:r w:rsidRPr="00670266">
              <w:t>DinaCard business charge cards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9B25D6" w14:textId="040C6A12" w:rsidR="0089682B" w:rsidRPr="0042658C" w:rsidRDefault="0089682B" w:rsidP="00050823">
            <w:pPr>
              <w:spacing w:before="55" w:after="0" w:line="236" w:lineRule="auto"/>
              <w:ind w:right="42"/>
              <w:rPr>
                <w:rFonts w:eastAsia="Arial" w:cstheme="minorHAnsi"/>
                <w:color w:val="000000"/>
              </w:rPr>
            </w:pPr>
            <w:r w:rsidRPr="0089682B">
              <w:rPr>
                <w:rFonts w:eastAsia="Arial" w:cstheme="minorHAnsi"/>
                <w:color w:val="000000"/>
              </w:rPr>
              <w:t>0.5% min RSD 1,000.00 per individual client limit</w:t>
            </w:r>
          </w:p>
        </w:tc>
      </w:tr>
      <w:tr w:rsidR="0089682B" w:rsidRPr="0042658C" w14:paraId="0D273318" w14:textId="77777777" w:rsidTr="00050823">
        <w:trPr>
          <w:cantSplit/>
          <w:trHeight w:hRule="exact" w:val="576"/>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C8F6A51" w14:textId="77777777" w:rsidR="0089682B" w:rsidRPr="0042658C" w:rsidRDefault="0089682B" w:rsidP="0089682B">
            <w:pPr>
              <w:spacing w:before="55" w:after="0" w:line="240" w:lineRule="auto"/>
              <w:ind w:left="22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16</w:t>
            </w:r>
            <w:r w:rsidRPr="0042658C">
              <w:rPr>
                <w:rFonts w:eastAsia="Arial" w:cstheme="minorHAnsi"/>
                <w:color w:val="000000"/>
              </w:rPr>
              <w:t>.2.</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4EE7CA5" w14:textId="7153D6ED" w:rsidR="0089682B" w:rsidRPr="0042658C" w:rsidRDefault="0089682B" w:rsidP="00AA2F5C">
            <w:pPr>
              <w:spacing w:before="55" w:after="0" w:line="240" w:lineRule="auto"/>
              <w:ind w:right="-20"/>
              <w:rPr>
                <w:rFonts w:eastAsia="Arial" w:cstheme="minorHAnsi"/>
                <w:color w:val="000000"/>
              </w:rPr>
            </w:pPr>
            <w:r w:rsidRPr="00670266">
              <w:t>Visa Business charge cards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C3089E7" w14:textId="7CA65014" w:rsidR="0089682B" w:rsidRPr="0042658C" w:rsidRDefault="0089682B" w:rsidP="00050823">
            <w:pPr>
              <w:spacing w:before="55" w:after="0" w:line="236" w:lineRule="auto"/>
              <w:ind w:right="42"/>
              <w:rPr>
                <w:rFonts w:eastAsia="Arial" w:cstheme="minorHAnsi"/>
                <w:color w:val="000000"/>
              </w:rPr>
            </w:pPr>
            <w:r w:rsidRPr="0089682B">
              <w:rPr>
                <w:rFonts w:eastAsia="Arial" w:cstheme="minorHAnsi"/>
                <w:color w:val="000000"/>
              </w:rPr>
              <w:t>0.5% min RSD 1,000.00 per individual client limit</w:t>
            </w:r>
          </w:p>
        </w:tc>
      </w:tr>
      <w:tr w:rsidR="0089682B" w:rsidRPr="0042658C" w14:paraId="41DA913C" w14:textId="77777777" w:rsidTr="00050823">
        <w:trPr>
          <w:cantSplit/>
          <w:trHeight w:hRule="exact" w:val="315"/>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3DFE0D5" w14:textId="77777777" w:rsidR="0089682B" w:rsidRPr="0042658C" w:rsidRDefault="0089682B" w:rsidP="0089682B">
            <w:pPr>
              <w:spacing w:before="56" w:after="0" w:line="234" w:lineRule="auto"/>
              <w:ind w:left="324"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17</w:t>
            </w:r>
            <w:r w:rsidRPr="0042658C">
              <w:rPr>
                <w:rFonts w:eastAsia="Arial" w:cstheme="minorHAnsi"/>
                <w:b/>
                <w:bCs/>
                <w:color w:val="000000"/>
              </w:rPr>
              <w:t>.</w:t>
            </w:r>
          </w:p>
        </w:tc>
        <w:tc>
          <w:tcPr>
            <w:tcW w:w="14224"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C11F4D" w14:textId="38F91788" w:rsidR="0089682B" w:rsidRPr="0042658C" w:rsidRDefault="0089682B" w:rsidP="00AA2F5C">
            <w:pPr>
              <w:spacing w:before="56" w:after="0" w:line="234" w:lineRule="auto"/>
              <w:ind w:right="-20"/>
              <w:rPr>
                <w:rFonts w:eastAsia="Arial" w:cstheme="minorHAnsi"/>
                <w:b/>
                <w:bCs/>
                <w:color w:val="000000"/>
              </w:rPr>
            </w:pPr>
            <w:r w:rsidRPr="00670266">
              <w:t>Membership fee for business credit cards</w:t>
            </w:r>
          </w:p>
        </w:tc>
      </w:tr>
      <w:tr w:rsidR="0089682B" w:rsidRPr="0042658C" w14:paraId="2A04C430" w14:textId="77777777" w:rsidTr="00050823">
        <w:trPr>
          <w:cantSplit/>
          <w:trHeight w:hRule="exact" w:val="312"/>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02707A" w14:textId="77777777" w:rsidR="0089682B" w:rsidRPr="0042658C" w:rsidRDefault="0089682B" w:rsidP="0089682B">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17</w:t>
            </w:r>
            <w:r w:rsidRPr="0042658C">
              <w:rPr>
                <w:rFonts w:eastAsia="Arial" w:cstheme="minorHAnsi"/>
                <w:color w:val="000000"/>
              </w:rPr>
              <w:t>.1.</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DA1F5AC" w14:textId="2D98B628" w:rsidR="0089682B" w:rsidRPr="0042658C" w:rsidRDefault="0089682B" w:rsidP="00AA2F5C">
            <w:pPr>
              <w:spacing w:before="55" w:after="0" w:line="232" w:lineRule="auto"/>
              <w:ind w:right="-20"/>
              <w:rPr>
                <w:rFonts w:eastAsia="Arial" w:cstheme="minorHAnsi"/>
                <w:color w:val="000000"/>
              </w:rPr>
            </w:pPr>
            <w:r w:rsidRPr="00670266">
              <w:t>DinaCard business charge cards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95AC356" w14:textId="040A0D70" w:rsidR="0089682B" w:rsidRPr="0042658C" w:rsidRDefault="00050823" w:rsidP="00050823">
            <w:pPr>
              <w:spacing w:before="55" w:after="0" w:line="232" w:lineRule="auto"/>
              <w:ind w:right="-20"/>
              <w:rPr>
                <w:rFonts w:eastAsia="Arial" w:cstheme="minorHAnsi"/>
                <w:color w:val="000000"/>
              </w:rPr>
            </w:pPr>
            <w:r>
              <w:rPr>
                <w:rFonts w:eastAsia="Arial" w:cstheme="minorHAnsi"/>
                <w:color w:val="000000"/>
              </w:rPr>
              <w:t>Free of charge</w:t>
            </w:r>
          </w:p>
        </w:tc>
      </w:tr>
      <w:tr w:rsidR="0089682B" w:rsidRPr="0042658C" w14:paraId="6D6E11F0" w14:textId="77777777" w:rsidTr="00050823">
        <w:trPr>
          <w:cantSplit/>
          <w:trHeight w:hRule="exact" w:val="312"/>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3E7285A" w14:textId="77777777" w:rsidR="0089682B" w:rsidRPr="0042658C" w:rsidRDefault="0089682B" w:rsidP="0089682B">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17</w:t>
            </w:r>
            <w:r w:rsidRPr="0042658C">
              <w:rPr>
                <w:rFonts w:eastAsia="Arial" w:cstheme="minorHAnsi"/>
                <w:color w:val="000000"/>
              </w:rPr>
              <w:t>.2.</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603C00A" w14:textId="11DE10F9" w:rsidR="0089682B" w:rsidRPr="0042658C" w:rsidRDefault="0089682B" w:rsidP="00AA2F5C">
            <w:pPr>
              <w:spacing w:before="55" w:after="0" w:line="232" w:lineRule="auto"/>
              <w:ind w:right="-20"/>
              <w:rPr>
                <w:rFonts w:eastAsia="Arial" w:cstheme="minorHAnsi"/>
                <w:color w:val="000000"/>
              </w:rPr>
            </w:pPr>
            <w:r w:rsidRPr="00670266">
              <w:t>Visa Business charge cards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8EB1413" w14:textId="13B4EE77" w:rsidR="0089682B" w:rsidRPr="0042658C" w:rsidRDefault="0089682B" w:rsidP="00050823">
            <w:pPr>
              <w:spacing w:before="55" w:after="0" w:line="232" w:lineRule="auto"/>
              <w:ind w:right="-20"/>
              <w:rPr>
                <w:rFonts w:eastAsia="Arial" w:cstheme="minorHAnsi"/>
                <w:color w:val="000000"/>
              </w:rPr>
            </w:pPr>
            <w:r w:rsidRPr="0089682B">
              <w:rPr>
                <w:rFonts w:eastAsia="Arial" w:cstheme="minorHAnsi"/>
                <w:color w:val="000000"/>
              </w:rPr>
              <w:t>RSD 2,000.00 once per client</w:t>
            </w:r>
          </w:p>
        </w:tc>
      </w:tr>
      <w:tr w:rsidR="0089682B" w:rsidRPr="0042658C" w14:paraId="3276EA92" w14:textId="77777777" w:rsidTr="00050823">
        <w:trPr>
          <w:cantSplit/>
          <w:trHeight w:hRule="exact" w:val="311"/>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2B319E7" w14:textId="77777777" w:rsidR="0089682B" w:rsidRPr="0042658C" w:rsidRDefault="0089682B" w:rsidP="0089682B">
            <w:pPr>
              <w:spacing w:before="55" w:after="0" w:line="232" w:lineRule="auto"/>
              <w:ind w:left="158"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18</w:t>
            </w:r>
            <w:r w:rsidRPr="0042658C">
              <w:rPr>
                <w:rFonts w:eastAsia="Arial" w:cstheme="minorHAnsi"/>
                <w:b/>
                <w:bCs/>
                <w:color w:val="000000"/>
              </w:rPr>
              <w:t>.</w:t>
            </w:r>
          </w:p>
        </w:tc>
        <w:tc>
          <w:tcPr>
            <w:tcW w:w="14224"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BF5742F" w14:textId="51C1ABF4" w:rsidR="0089682B" w:rsidRPr="0042658C" w:rsidRDefault="0089682B" w:rsidP="00AA2F5C">
            <w:pPr>
              <w:spacing w:before="55" w:after="0" w:line="232" w:lineRule="auto"/>
              <w:ind w:right="-20"/>
              <w:rPr>
                <w:rFonts w:eastAsia="Arial" w:cstheme="minorHAnsi"/>
                <w:b/>
                <w:bCs/>
                <w:color w:val="000000"/>
              </w:rPr>
            </w:pPr>
            <w:r w:rsidRPr="00670266">
              <w:t>Fee for urgent creation of a business credit card</w:t>
            </w:r>
          </w:p>
        </w:tc>
      </w:tr>
      <w:tr w:rsidR="0089682B" w:rsidRPr="0042658C" w14:paraId="3DE4034B" w14:textId="77777777" w:rsidTr="00050823">
        <w:trPr>
          <w:cantSplit/>
          <w:trHeight w:hRule="exact" w:val="311"/>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7119F0F" w14:textId="77777777" w:rsidR="0089682B" w:rsidRPr="0042658C" w:rsidRDefault="0089682B" w:rsidP="0089682B">
            <w:pPr>
              <w:spacing w:before="55" w:after="0" w:line="232"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8.</w:t>
            </w:r>
            <w:r w:rsidRPr="0042658C">
              <w:rPr>
                <w:rFonts w:eastAsia="Arial" w:cstheme="minorHAnsi"/>
                <w:color w:val="000000"/>
                <w:spacing w:val="-1"/>
              </w:rPr>
              <w:t>1</w:t>
            </w:r>
            <w:r w:rsidRPr="0042658C">
              <w:rPr>
                <w:rFonts w:eastAsia="Arial" w:cstheme="minorHAnsi"/>
                <w:color w:val="000000"/>
              </w:rPr>
              <w:t>.</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0FC8E2" w14:textId="1348236B" w:rsidR="0089682B" w:rsidRPr="0042658C" w:rsidRDefault="0089682B" w:rsidP="00AA2F5C">
            <w:pPr>
              <w:spacing w:before="55" w:after="0" w:line="232" w:lineRule="auto"/>
              <w:ind w:right="-20"/>
              <w:rPr>
                <w:rFonts w:eastAsia="Arial" w:cstheme="minorHAnsi"/>
                <w:color w:val="000000"/>
              </w:rPr>
            </w:pPr>
            <w:r w:rsidRPr="00670266">
              <w:t>DinaCard business charge cards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9A560C" w14:textId="5D1F6C0F" w:rsidR="0089682B" w:rsidRPr="0042658C" w:rsidRDefault="0089682B" w:rsidP="00050823">
            <w:pPr>
              <w:spacing w:before="55" w:after="0" w:line="232" w:lineRule="auto"/>
              <w:ind w:right="-20"/>
              <w:rPr>
                <w:rFonts w:eastAsia="Arial" w:cstheme="minorHAnsi"/>
                <w:color w:val="000000"/>
              </w:rPr>
            </w:pPr>
            <w:r w:rsidRPr="0089682B">
              <w:rPr>
                <w:rFonts w:eastAsia="Arial" w:cstheme="minorHAnsi"/>
                <w:color w:val="000000"/>
              </w:rPr>
              <w:t>RSD 500.00 per individual card</w:t>
            </w:r>
          </w:p>
        </w:tc>
      </w:tr>
      <w:tr w:rsidR="0089682B" w:rsidRPr="0042658C" w14:paraId="7ECF4377" w14:textId="77777777" w:rsidTr="00050823">
        <w:trPr>
          <w:cantSplit/>
          <w:trHeight w:hRule="exact" w:val="314"/>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F5F3487" w14:textId="77777777" w:rsidR="0089682B" w:rsidRPr="0042658C" w:rsidRDefault="0089682B" w:rsidP="0089682B">
            <w:pPr>
              <w:spacing w:before="55" w:after="0" w:line="234"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w:t>
            </w:r>
            <w:r w:rsidRPr="0042658C">
              <w:rPr>
                <w:rFonts w:eastAsia="Arial" w:cstheme="minorHAnsi"/>
                <w:color w:val="000000"/>
              </w:rPr>
              <w:t>8.</w:t>
            </w:r>
            <w:r w:rsidRPr="0042658C">
              <w:rPr>
                <w:rFonts w:eastAsia="Arial" w:cstheme="minorHAnsi"/>
                <w:color w:val="000000"/>
                <w:spacing w:val="-1"/>
              </w:rPr>
              <w:t>2</w:t>
            </w:r>
            <w:r w:rsidRPr="0042658C">
              <w:rPr>
                <w:rFonts w:eastAsia="Arial" w:cstheme="minorHAnsi"/>
                <w:color w:val="000000"/>
              </w:rPr>
              <w:t>.</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26F088B" w14:textId="3D17B60B" w:rsidR="0089682B" w:rsidRPr="0042658C" w:rsidRDefault="0089682B" w:rsidP="00AA2F5C">
            <w:pPr>
              <w:spacing w:before="55" w:after="0" w:line="234" w:lineRule="auto"/>
              <w:ind w:right="-20"/>
              <w:rPr>
                <w:rFonts w:eastAsia="Arial" w:cstheme="minorHAnsi"/>
                <w:color w:val="000000"/>
              </w:rPr>
            </w:pPr>
            <w:r w:rsidRPr="00670266">
              <w:t>Visa Business charge cards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8A78CBE" w14:textId="5CF3FE23" w:rsidR="0089682B" w:rsidRPr="0042658C" w:rsidRDefault="0089682B" w:rsidP="00050823">
            <w:pPr>
              <w:spacing w:before="55" w:after="0" w:line="234" w:lineRule="auto"/>
              <w:ind w:right="-20"/>
              <w:rPr>
                <w:rFonts w:eastAsia="Arial" w:cstheme="minorHAnsi"/>
                <w:color w:val="000000"/>
              </w:rPr>
            </w:pPr>
            <w:r w:rsidRPr="0089682B">
              <w:rPr>
                <w:rFonts w:eastAsia="Arial" w:cstheme="minorHAnsi"/>
                <w:color w:val="000000"/>
              </w:rPr>
              <w:t>RSD 1,000.00 per individual card</w:t>
            </w:r>
          </w:p>
        </w:tc>
      </w:tr>
      <w:tr w:rsidR="0089682B" w:rsidRPr="0042658C" w14:paraId="33F9D5A0" w14:textId="77777777" w:rsidTr="00050823">
        <w:trPr>
          <w:cantSplit/>
          <w:trHeight w:hRule="exact" w:val="312"/>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05C2264" w14:textId="77777777" w:rsidR="0089682B" w:rsidRPr="0042658C" w:rsidRDefault="0089682B" w:rsidP="0089682B">
            <w:pPr>
              <w:spacing w:before="56" w:after="0" w:line="232" w:lineRule="auto"/>
              <w:ind w:left="158"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19</w:t>
            </w:r>
            <w:r w:rsidRPr="0042658C">
              <w:rPr>
                <w:rFonts w:eastAsia="Arial" w:cstheme="minorHAnsi"/>
                <w:b/>
                <w:bCs/>
                <w:color w:val="000000"/>
              </w:rPr>
              <w:t>.</w:t>
            </w:r>
          </w:p>
        </w:tc>
        <w:tc>
          <w:tcPr>
            <w:tcW w:w="14224"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9A04167" w14:textId="5ABF7B79" w:rsidR="0089682B" w:rsidRPr="0042658C" w:rsidRDefault="0089682B" w:rsidP="00AA2F5C">
            <w:pPr>
              <w:spacing w:before="56" w:after="0" w:line="232" w:lineRule="auto"/>
              <w:ind w:right="-20"/>
              <w:rPr>
                <w:rFonts w:eastAsia="Arial" w:cstheme="minorHAnsi"/>
                <w:b/>
                <w:bCs/>
                <w:color w:val="000000"/>
              </w:rPr>
            </w:pPr>
            <w:r w:rsidRPr="00670266">
              <w:t>Fee for unblocking a PIN on a business credit card</w:t>
            </w:r>
          </w:p>
        </w:tc>
      </w:tr>
      <w:tr w:rsidR="0089682B" w:rsidRPr="0042658C" w14:paraId="74C314A9" w14:textId="77777777" w:rsidTr="00050823">
        <w:trPr>
          <w:cantSplit/>
          <w:trHeight w:hRule="exact" w:val="576"/>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285205D" w14:textId="77777777" w:rsidR="0089682B" w:rsidRPr="0042658C" w:rsidRDefault="0089682B" w:rsidP="0089682B">
            <w:pPr>
              <w:spacing w:before="55" w:after="0" w:line="240"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19</w:t>
            </w:r>
            <w:r w:rsidRPr="0042658C">
              <w:rPr>
                <w:rFonts w:eastAsia="Arial" w:cstheme="minorHAnsi"/>
                <w:color w:val="000000"/>
              </w:rPr>
              <w:t>.1.</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8373CF8" w14:textId="71598B57" w:rsidR="0089682B" w:rsidRPr="0042658C" w:rsidRDefault="0089682B" w:rsidP="00AA2F5C">
            <w:pPr>
              <w:spacing w:before="55" w:after="0" w:line="236" w:lineRule="auto"/>
              <w:ind w:right="338"/>
              <w:rPr>
                <w:rFonts w:eastAsia="Arial" w:cstheme="minorHAnsi"/>
                <w:color w:val="000000"/>
              </w:rPr>
            </w:pPr>
            <w:r w:rsidRPr="00670266">
              <w:t>Fee for unblocking a PIN on a business credit card (DinaCard business, Visa Business)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A2ABDE1" w14:textId="3C569EF6" w:rsidR="0089682B" w:rsidRPr="0042658C" w:rsidRDefault="0089682B" w:rsidP="00050823">
            <w:pPr>
              <w:spacing w:before="55" w:after="0" w:line="240" w:lineRule="auto"/>
              <w:ind w:right="-20"/>
              <w:rPr>
                <w:rFonts w:eastAsia="Arial" w:cstheme="minorHAnsi"/>
                <w:color w:val="000000"/>
              </w:rPr>
            </w:pPr>
            <w:r>
              <w:rPr>
                <w:rFonts w:eastAsia="Arial" w:cstheme="minorHAnsi"/>
                <w:color w:val="000000"/>
              </w:rPr>
              <w:t>Free of charge</w:t>
            </w:r>
          </w:p>
        </w:tc>
      </w:tr>
      <w:tr w:rsidR="0089682B" w:rsidRPr="0042658C" w14:paraId="56E679F7" w14:textId="77777777" w:rsidTr="00050823">
        <w:trPr>
          <w:cantSplit/>
          <w:trHeight w:hRule="exact" w:val="312"/>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FC92E0" w14:textId="77777777" w:rsidR="0089682B" w:rsidRPr="0042658C" w:rsidRDefault="0089682B" w:rsidP="0089682B">
            <w:pPr>
              <w:spacing w:before="55" w:after="0" w:line="232" w:lineRule="auto"/>
              <w:ind w:left="158" w:right="-20"/>
              <w:rPr>
                <w:rFonts w:eastAsia="Arial" w:cstheme="minorHAnsi"/>
                <w:b/>
                <w:bCs/>
                <w:color w:val="000000"/>
              </w:rPr>
            </w:pPr>
            <w:r w:rsidRPr="0042658C">
              <w:rPr>
                <w:rFonts w:eastAsia="Arial" w:cstheme="minorHAnsi"/>
                <w:b/>
                <w:bCs/>
                <w:color w:val="000000"/>
              </w:rPr>
              <w:t>9.</w:t>
            </w:r>
            <w:r w:rsidRPr="0042658C">
              <w:rPr>
                <w:rFonts w:eastAsia="Arial" w:cstheme="minorHAnsi"/>
                <w:b/>
                <w:bCs/>
                <w:color w:val="000000"/>
                <w:spacing w:val="-1"/>
              </w:rPr>
              <w:t>20</w:t>
            </w:r>
            <w:r w:rsidRPr="0042658C">
              <w:rPr>
                <w:rFonts w:eastAsia="Arial" w:cstheme="minorHAnsi"/>
                <w:b/>
                <w:bCs/>
                <w:color w:val="000000"/>
              </w:rPr>
              <w:t>.</w:t>
            </w:r>
          </w:p>
        </w:tc>
        <w:tc>
          <w:tcPr>
            <w:tcW w:w="14224"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69B8267" w14:textId="1EA558D0" w:rsidR="0089682B" w:rsidRPr="0042658C" w:rsidRDefault="0089682B" w:rsidP="00AA2F5C">
            <w:pPr>
              <w:spacing w:before="55" w:after="0" w:line="232" w:lineRule="auto"/>
              <w:ind w:right="-20"/>
              <w:rPr>
                <w:rFonts w:eastAsia="Arial" w:cstheme="minorHAnsi"/>
                <w:b/>
                <w:bCs/>
                <w:color w:val="000000"/>
              </w:rPr>
            </w:pPr>
            <w:r w:rsidRPr="00670266">
              <w:t>Fee for changing the PIN at the ATM on the business credit card (charge) of ALTA Bank</w:t>
            </w:r>
          </w:p>
        </w:tc>
      </w:tr>
      <w:tr w:rsidR="0089682B" w:rsidRPr="0042658C" w14:paraId="54ACB3D3" w14:textId="77777777" w:rsidTr="00050823">
        <w:trPr>
          <w:cantSplit/>
          <w:trHeight w:hRule="exact" w:val="578"/>
        </w:trPr>
        <w:tc>
          <w:tcPr>
            <w:tcW w:w="1157"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2E1DCAF" w14:textId="77777777" w:rsidR="0089682B" w:rsidRPr="0042658C" w:rsidRDefault="0089682B" w:rsidP="0089682B">
            <w:pPr>
              <w:spacing w:before="55" w:after="0" w:line="240" w:lineRule="auto"/>
              <w:ind w:left="158" w:right="-20"/>
              <w:rPr>
                <w:rFonts w:eastAsia="Arial" w:cstheme="minorHAnsi"/>
                <w:color w:val="000000"/>
              </w:rPr>
            </w:pPr>
            <w:r w:rsidRPr="0042658C">
              <w:rPr>
                <w:rFonts w:eastAsia="Arial" w:cstheme="minorHAnsi"/>
                <w:color w:val="000000"/>
              </w:rPr>
              <w:t>9.</w:t>
            </w:r>
            <w:r w:rsidRPr="0042658C">
              <w:rPr>
                <w:rFonts w:eastAsia="Arial" w:cstheme="minorHAnsi"/>
                <w:color w:val="000000"/>
                <w:spacing w:val="-1"/>
              </w:rPr>
              <w:t>20</w:t>
            </w:r>
            <w:r w:rsidRPr="0042658C">
              <w:rPr>
                <w:rFonts w:eastAsia="Arial" w:cstheme="minorHAnsi"/>
                <w:color w:val="000000"/>
              </w:rPr>
              <w:t>.1.</w:t>
            </w:r>
          </w:p>
        </w:tc>
        <w:tc>
          <w:tcPr>
            <w:tcW w:w="843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DDC0B41" w14:textId="4AA560FB" w:rsidR="0089682B" w:rsidRPr="0042658C" w:rsidRDefault="0089682B" w:rsidP="00AA2F5C">
            <w:pPr>
              <w:spacing w:before="55" w:after="0" w:line="237" w:lineRule="auto"/>
              <w:ind w:right="439"/>
              <w:rPr>
                <w:rFonts w:eastAsia="Arial" w:cstheme="minorHAnsi"/>
                <w:color w:val="000000"/>
              </w:rPr>
            </w:pPr>
            <w:r w:rsidRPr="00670266">
              <w:t>Fee for changing the PIN at the ATM of ALTA Bank (DinaCard business, Visa Business)</w:t>
            </w:r>
          </w:p>
        </w:tc>
        <w:tc>
          <w:tcPr>
            <w:tcW w:w="579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DA882BF" w14:textId="749EC0C2" w:rsidR="0089682B" w:rsidRPr="0042658C" w:rsidRDefault="0089682B" w:rsidP="00050823">
            <w:pPr>
              <w:spacing w:before="55" w:after="0" w:line="240" w:lineRule="auto"/>
              <w:ind w:right="-20"/>
              <w:rPr>
                <w:rFonts w:eastAsia="Arial" w:cstheme="minorHAnsi"/>
                <w:color w:val="000000"/>
              </w:rPr>
            </w:pPr>
            <w:r>
              <w:rPr>
                <w:rFonts w:eastAsia="Arial" w:cstheme="minorHAnsi"/>
                <w:color w:val="000000"/>
              </w:rPr>
              <w:t>Free of charge</w:t>
            </w:r>
          </w:p>
        </w:tc>
      </w:tr>
      <w:tr w:rsidR="004C563B" w:rsidRPr="0042658C" w14:paraId="1E38668A" w14:textId="77777777" w:rsidTr="00050823">
        <w:trPr>
          <w:cantSplit/>
          <w:trHeight w:hRule="exact" w:val="1107"/>
        </w:trPr>
        <w:tc>
          <w:tcPr>
            <w:tcW w:w="15381"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7B88B6" w14:textId="21E45021" w:rsidR="004C563B" w:rsidRPr="0042658C" w:rsidRDefault="0089682B">
            <w:pPr>
              <w:spacing w:before="55" w:after="0" w:line="238" w:lineRule="auto"/>
              <w:ind w:left="43" w:right="18"/>
              <w:jc w:val="both"/>
              <w:rPr>
                <w:rFonts w:eastAsia="Arial" w:cstheme="minorHAnsi"/>
                <w:color w:val="000000"/>
              </w:rPr>
            </w:pPr>
            <w:r w:rsidRPr="0089682B">
              <w:rPr>
                <w:rFonts w:eastAsia="Arial" w:cstheme="minorHAnsi"/>
                <w:color w:val="000000"/>
              </w:rPr>
              <w:t xml:space="preserve">Note: With business credit cards, the client can choose only one of the offered card brands. If the card transactions were performed abroad in EUR, the Bank converts them into </w:t>
            </w:r>
            <w:r>
              <w:rPr>
                <w:rFonts w:eastAsia="Arial" w:cstheme="minorHAnsi"/>
                <w:color w:val="000000"/>
              </w:rPr>
              <w:t>RSD</w:t>
            </w:r>
            <w:r w:rsidRPr="0089682B">
              <w:rPr>
                <w:rFonts w:eastAsia="Arial" w:cstheme="minorHAnsi"/>
                <w:color w:val="000000"/>
              </w:rPr>
              <w:t xml:space="preserve"> at the Bank's foreign exchange rate on the day of payment of due liabilities. For transactions executed abroad in the third currency, the exchange rate of the Visa card organization for conversion into EUR is applied first, and then, on the day of payment of the transaction, the selling rate of the Bank for foreign currency for EUR is applied.</w:t>
            </w:r>
          </w:p>
        </w:tc>
      </w:tr>
    </w:tbl>
    <w:p w14:paraId="74C28D5A" w14:textId="77777777" w:rsidR="004C563B" w:rsidRPr="0042658C" w:rsidRDefault="004C563B">
      <w:pPr>
        <w:spacing w:after="0" w:line="240" w:lineRule="exact"/>
        <w:rPr>
          <w:rFonts w:eastAsia="Times New Roman" w:cstheme="minorHAnsi"/>
        </w:rPr>
      </w:pPr>
    </w:p>
    <w:p w14:paraId="66B5BD80" w14:textId="77777777" w:rsidR="004C563B" w:rsidRPr="0042658C" w:rsidRDefault="004C563B">
      <w:pPr>
        <w:spacing w:after="0" w:line="240" w:lineRule="exact"/>
        <w:rPr>
          <w:rFonts w:eastAsia="Times New Roman" w:cstheme="minorHAnsi"/>
        </w:rPr>
      </w:pPr>
    </w:p>
    <w:p w14:paraId="6533CD36" w14:textId="77777777" w:rsidR="004C563B" w:rsidRPr="0042658C" w:rsidRDefault="004C563B">
      <w:pPr>
        <w:spacing w:after="0" w:line="240" w:lineRule="exact"/>
        <w:rPr>
          <w:rFonts w:eastAsia="Times New Roman" w:cstheme="minorHAnsi"/>
        </w:rPr>
      </w:pPr>
    </w:p>
    <w:p w14:paraId="0F54782C" w14:textId="77777777" w:rsidR="004C563B" w:rsidRPr="0042658C" w:rsidRDefault="004C563B">
      <w:pPr>
        <w:spacing w:after="8" w:line="140" w:lineRule="exact"/>
        <w:rPr>
          <w:rFonts w:eastAsia="Times New Roman" w:cstheme="minorHAnsi"/>
        </w:rPr>
      </w:pPr>
    </w:p>
    <w:p w14:paraId="4444F785" w14:textId="77777777" w:rsidR="004C563B" w:rsidRPr="0042658C" w:rsidRDefault="004C563B">
      <w:pPr>
        <w:rPr>
          <w:rFonts w:cstheme="minorHAnsi"/>
        </w:rPr>
        <w:sectPr w:rsidR="004C563B" w:rsidRPr="0042658C">
          <w:pgSz w:w="16838" w:h="11904" w:orient="landscape"/>
          <w:pgMar w:top="304" w:right="401" w:bottom="880" w:left="998" w:header="720" w:footer="720" w:gutter="0"/>
          <w:cols w:space="708"/>
        </w:sectPr>
      </w:pPr>
    </w:p>
    <w:p w14:paraId="24D8852E" w14:textId="55E7C72A" w:rsidR="004C563B" w:rsidRPr="0042658C" w:rsidRDefault="00ED1567">
      <w:pPr>
        <w:spacing w:after="0" w:line="333" w:lineRule="auto"/>
        <w:ind w:left="15270" w:right="-20" w:hanging="652"/>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63872" behindDoc="1" locked="0" layoutInCell="0" allowOverlap="1" wp14:anchorId="1A3030B7" wp14:editId="45C9949A">
                <wp:simplePos x="0" y="0"/>
                <wp:positionH relativeFrom="page">
                  <wp:posOffset>10297414</wp:posOffset>
                </wp:positionH>
                <wp:positionV relativeFrom="paragraph">
                  <wp:posOffset>121870</wp:posOffset>
                </wp:positionV>
                <wp:extent cx="33796" cy="162780"/>
                <wp:effectExtent l="0" t="0" r="0" b="0"/>
                <wp:wrapNone/>
                <wp:docPr id="28" name="drawingObject28"/>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5671A5BE"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1A3030B7" id="drawingObject28" o:spid="_x0000_s1041" type="#_x0000_t202" style="position:absolute;left:0;text-align:left;margin-left:810.8pt;margin-top:9.6pt;width:2.65pt;height:12.8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" o:allowincell="f" filled="f" stroked="f">
                <v:textbox style="mso-fit-shape-to-text:t" inset="0,0,0,0">
                  <w:txbxContent>
                    <w:p w14:paraId="5671A5BE"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r w:rsidRPr="0042658C">
        <w:rPr>
          <w:rFonts w:eastAsia="Calibri" w:cstheme="minorHAnsi"/>
          <w:color w:val="000000"/>
        </w:rPr>
        <w:t>I</w:t>
      </w:r>
      <w:r w:rsidRPr="0042658C">
        <w:rPr>
          <w:rFonts w:eastAsia="Calibri" w:cstheme="minorHAnsi"/>
          <w:color w:val="000000"/>
          <w:spacing w:val="-1"/>
        </w:rPr>
        <w:t>N</w:t>
      </w:r>
      <w:r w:rsidRPr="0042658C">
        <w:rPr>
          <w:rFonts w:eastAsia="Calibri" w:cstheme="minorHAnsi"/>
          <w:color w:val="000000"/>
        </w:rPr>
        <w:t>TERNO</w:t>
      </w:r>
      <w:r w:rsidRPr="0042658C">
        <w:rPr>
          <w:rFonts w:eastAsia="Calibri" w:cstheme="minorHAnsi"/>
          <w:color w:val="000000"/>
          <w:spacing w:val="49"/>
        </w:rPr>
        <w:t xml:space="preserve"> </w:t>
      </w:r>
    </w:p>
    <w:p w14:paraId="217A03B7" w14:textId="77777777" w:rsidR="004C563B" w:rsidRPr="0042658C" w:rsidRDefault="004C563B">
      <w:pPr>
        <w:spacing w:after="0" w:line="240" w:lineRule="exact"/>
        <w:rPr>
          <w:rFonts w:eastAsia="Calibri" w:cstheme="minorHAnsi"/>
          <w:w w:val="96"/>
        </w:rPr>
      </w:pPr>
    </w:p>
    <w:tbl>
      <w:tblPr>
        <w:tblpPr w:leftFromText="180" w:rightFromText="180" w:vertAnchor="text" w:horzAnchor="margin" w:tblpY="162"/>
        <w:tblW w:w="0" w:type="auto"/>
        <w:tblLayout w:type="fixed"/>
        <w:tblCellMar>
          <w:left w:w="10" w:type="dxa"/>
          <w:right w:w="10" w:type="dxa"/>
        </w:tblCellMar>
        <w:tblLook w:val="0000" w:firstRow="0" w:lastRow="0" w:firstColumn="0" w:lastColumn="0" w:noHBand="0" w:noVBand="0"/>
      </w:tblPr>
      <w:tblGrid>
        <w:gridCol w:w="70"/>
        <w:gridCol w:w="9560"/>
        <w:gridCol w:w="2410"/>
        <w:gridCol w:w="3119"/>
        <w:gridCol w:w="69"/>
      </w:tblGrid>
      <w:tr w:rsidR="00FE65DE" w:rsidRPr="0042658C" w14:paraId="27BA5BA4" w14:textId="77777777" w:rsidTr="00A543E7">
        <w:trPr>
          <w:cantSplit/>
          <w:trHeight w:hRule="exact" w:val="577"/>
        </w:trPr>
        <w:tc>
          <w:tcPr>
            <w:tcW w:w="15228" w:type="dxa"/>
            <w:gridSpan w:val="5"/>
            <w:tcBorders>
              <w:top w:val="single" w:sz="17" w:space="0" w:color="C00000"/>
              <w:left w:val="single" w:sz="7" w:space="0" w:color="000000"/>
              <w:bottom w:val="single" w:sz="17" w:space="0" w:color="F5D2D4"/>
              <w:right w:val="single" w:sz="7" w:space="0" w:color="000000"/>
            </w:tcBorders>
            <w:shd w:val="clear" w:color="auto" w:fill="C00000"/>
            <w:tcMar>
              <w:top w:w="0" w:type="dxa"/>
              <w:left w:w="0" w:type="dxa"/>
              <w:bottom w:w="0" w:type="dxa"/>
              <w:right w:w="0" w:type="dxa"/>
            </w:tcMar>
          </w:tcPr>
          <w:p w14:paraId="6A4EC4F3" w14:textId="77777777" w:rsidR="00FE65DE" w:rsidRPr="0042658C" w:rsidRDefault="00FE65DE" w:rsidP="00A543E7">
            <w:pPr>
              <w:spacing w:after="14" w:line="180" w:lineRule="exact"/>
              <w:rPr>
                <w:rFonts w:eastAsia="Times New Roman" w:cstheme="minorHAnsi"/>
              </w:rPr>
            </w:pPr>
          </w:p>
          <w:p w14:paraId="6AE67F9B" w14:textId="77777777" w:rsidR="00FE65DE" w:rsidRPr="0042658C" w:rsidRDefault="00FE65DE" w:rsidP="00A543E7">
            <w:pPr>
              <w:spacing w:after="0" w:line="240" w:lineRule="auto"/>
              <w:ind w:left="43" w:right="-20"/>
              <w:rPr>
                <w:rFonts w:eastAsia="Arial" w:cstheme="minorHAnsi"/>
                <w:b/>
                <w:bCs/>
                <w:i/>
                <w:iCs/>
                <w:color w:val="FFFFFF"/>
              </w:rPr>
            </w:pPr>
            <w:r w:rsidRPr="0042658C">
              <w:rPr>
                <w:rFonts w:eastAsia="Arial" w:cstheme="minorHAnsi"/>
                <w:b/>
                <w:bCs/>
                <w:i/>
                <w:iCs/>
                <w:color w:val="FFFFFF"/>
              </w:rPr>
              <w:t>C.</w:t>
            </w:r>
            <w:r w:rsidRPr="0042658C">
              <w:rPr>
                <w:rFonts w:eastAsia="Arial" w:cstheme="minorHAnsi"/>
                <w:color w:val="FFFFFF"/>
              </w:rPr>
              <w:t xml:space="preserve"> </w:t>
            </w:r>
            <w:r w:rsidRPr="0089682B">
              <w:rPr>
                <w:rFonts w:eastAsia="Arial" w:cstheme="minorHAnsi"/>
                <w:b/>
                <w:bCs/>
                <w:i/>
                <w:iCs/>
                <w:color w:val="FFFFFF"/>
                <w:spacing w:val="1"/>
              </w:rPr>
              <w:t xml:space="preserve">TREASURY </w:t>
            </w:r>
            <w:r>
              <w:rPr>
                <w:rFonts w:eastAsia="Arial" w:cstheme="minorHAnsi"/>
                <w:b/>
                <w:bCs/>
                <w:i/>
                <w:iCs/>
                <w:color w:val="FFFFFF"/>
                <w:spacing w:val="1"/>
              </w:rPr>
              <w:t>BUSINESS OPERATIONS</w:t>
            </w:r>
            <w:r w:rsidRPr="0089682B">
              <w:rPr>
                <w:rFonts w:eastAsia="Arial" w:cstheme="minorHAnsi"/>
                <w:b/>
                <w:bCs/>
                <w:i/>
                <w:iCs/>
                <w:color w:val="FFFFFF"/>
                <w:spacing w:val="1"/>
              </w:rPr>
              <w:t xml:space="preserve"> WITH LEGAL ENTITIES</w:t>
            </w:r>
          </w:p>
        </w:tc>
      </w:tr>
      <w:tr w:rsidR="00FE65DE" w:rsidRPr="00ED6ACC" w14:paraId="2D141835" w14:textId="77777777" w:rsidTr="00AC465F">
        <w:trPr>
          <w:gridAfter w:val="1"/>
          <w:wAfter w:w="69" w:type="dxa"/>
          <w:cantSplit/>
          <w:trHeight w:hRule="exact" w:val="326"/>
        </w:trPr>
        <w:tc>
          <w:tcPr>
            <w:tcW w:w="15159" w:type="dxa"/>
            <w:gridSpan w:val="4"/>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35A5FA5" w14:textId="7740ADC3" w:rsidR="00FE65DE" w:rsidRPr="00ED6ACC" w:rsidRDefault="00FE65DE" w:rsidP="00A543E7">
            <w:pPr>
              <w:tabs>
                <w:tab w:val="left" w:pos="8512"/>
                <w:tab w:val="left" w:pos="11961"/>
              </w:tabs>
              <w:spacing w:before="71" w:after="0" w:line="231" w:lineRule="auto"/>
              <w:ind w:left="70" w:right="-20"/>
              <w:rPr>
                <w:rFonts w:eastAsia="Arial" w:cstheme="minorHAnsi"/>
                <w:b/>
                <w:bCs/>
                <w:color w:val="000000"/>
              </w:rPr>
            </w:pPr>
            <w:r w:rsidRPr="00ED6ACC">
              <w:rPr>
                <w:b/>
                <w:bCs/>
              </w:rPr>
              <w:t xml:space="preserve">RENTAL (LEASE) OF SAFES - LEGAL ENTITIES </w:t>
            </w:r>
            <w:r w:rsidR="00AC465F">
              <w:rPr>
                <w:b/>
                <w:bCs/>
              </w:rPr>
              <w:t xml:space="preserve">                                                                                                                                 </w:t>
            </w:r>
            <w:r w:rsidRPr="00ED6ACC">
              <w:rPr>
                <w:b/>
                <w:bCs/>
              </w:rPr>
              <w:t xml:space="preserve">1 month </w:t>
            </w:r>
            <w:r w:rsidR="00AC465F">
              <w:rPr>
                <w:b/>
                <w:bCs/>
              </w:rPr>
              <w:t xml:space="preserve">                                    </w:t>
            </w:r>
            <w:r w:rsidRPr="00ED6ACC">
              <w:rPr>
                <w:b/>
                <w:bCs/>
              </w:rPr>
              <w:t>12 months</w:t>
            </w:r>
          </w:p>
        </w:tc>
      </w:tr>
      <w:tr w:rsidR="00FE65DE" w:rsidRPr="0042658C" w14:paraId="7DD55BFD" w14:textId="77777777" w:rsidTr="00AC465F">
        <w:trPr>
          <w:gridAfter w:val="1"/>
          <w:wAfter w:w="69" w:type="dxa"/>
          <w:cantSplit/>
          <w:trHeight w:hRule="exact" w:val="332"/>
        </w:trPr>
        <w:tc>
          <w:tcPr>
            <w:tcW w:w="9630"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6F165DE" w14:textId="77777777" w:rsidR="00FE65DE" w:rsidRPr="00ED6ACC" w:rsidRDefault="00FE65DE" w:rsidP="00A543E7">
            <w:pPr>
              <w:spacing w:before="71" w:after="0" w:line="236" w:lineRule="auto"/>
              <w:ind w:left="70" w:right="-20"/>
              <w:rPr>
                <w:rFonts w:eastAsia="Arial" w:cstheme="minorHAnsi"/>
                <w:b/>
                <w:bCs/>
                <w:color w:val="000000"/>
              </w:rPr>
            </w:pPr>
            <w:r w:rsidRPr="00ED6ACC">
              <w:rPr>
                <w:b/>
                <w:bCs/>
              </w:rPr>
              <w:t>Dimensions 60 x 300 x 400 mm</w:t>
            </w:r>
          </w:p>
        </w:tc>
        <w:tc>
          <w:tcPr>
            <w:tcW w:w="24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5DDF3D4" w14:textId="77777777" w:rsidR="00FE65DE" w:rsidRPr="0042658C" w:rsidRDefault="00FE65DE" w:rsidP="00A543E7">
            <w:pPr>
              <w:rPr>
                <w:rFonts w:cstheme="minorHAnsi"/>
              </w:rPr>
            </w:pPr>
          </w:p>
        </w:tc>
        <w:tc>
          <w:tcPr>
            <w:tcW w:w="311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EDFE15C" w14:textId="77777777" w:rsidR="00FE65DE" w:rsidRPr="0042658C" w:rsidRDefault="00FE65DE" w:rsidP="00A543E7">
            <w:pPr>
              <w:rPr>
                <w:rFonts w:cstheme="minorHAnsi"/>
              </w:rPr>
            </w:pPr>
          </w:p>
        </w:tc>
      </w:tr>
      <w:tr w:rsidR="00FE65DE" w:rsidRPr="0042658C" w14:paraId="1B9C3021" w14:textId="77777777" w:rsidTr="00AC465F">
        <w:trPr>
          <w:gridAfter w:val="1"/>
          <w:wAfter w:w="69" w:type="dxa"/>
          <w:cantSplit/>
          <w:trHeight w:hRule="exact" w:val="326"/>
        </w:trPr>
        <w:tc>
          <w:tcPr>
            <w:tcW w:w="9630"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D36E361" w14:textId="77777777" w:rsidR="00FE65DE" w:rsidRPr="0042658C" w:rsidRDefault="00FE65DE" w:rsidP="00A543E7">
            <w:pPr>
              <w:spacing w:before="70" w:after="0" w:line="232" w:lineRule="auto"/>
              <w:ind w:left="70" w:right="-20"/>
              <w:rPr>
                <w:rFonts w:eastAsia="Arial" w:cstheme="minorHAnsi"/>
                <w:color w:val="000000"/>
              </w:rPr>
            </w:pPr>
            <w:r w:rsidRPr="00FB1996">
              <w:t>Lease for legal entities (resident and non-resident)</w:t>
            </w:r>
          </w:p>
        </w:tc>
        <w:tc>
          <w:tcPr>
            <w:tcW w:w="24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DBE04C9" w14:textId="227EA530" w:rsidR="00FE65DE" w:rsidRPr="0042658C" w:rsidRDefault="00AC465F" w:rsidP="00AC465F">
            <w:pPr>
              <w:spacing w:before="70" w:after="0" w:line="232" w:lineRule="auto"/>
              <w:ind w:right="-20"/>
              <w:rPr>
                <w:rFonts w:eastAsia="Arial" w:cstheme="minorHAnsi"/>
                <w:color w:val="000000"/>
              </w:rPr>
            </w:pPr>
            <w:r>
              <w:rPr>
                <w:rFonts w:eastAsia="Arial" w:cstheme="minorHAnsi"/>
                <w:color w:val="000000"/>
              </w:rPr>
              <w:t xml:space="preserve">RSD </w:t>
            </w:r>
            <w:r>
              <w:rPr>
                <w:rFonts w:eastAsia="Arial" w:cstheme="minorHAnsi"/>
                <w:color w:val="000000"/>
              </w:rPr>
              <w:t>1</w:t>
            </w:r>
            <w:r>
              <w:rPr>
                <w:rFonts w:eastAsia="Arial" w:cstheme="minorHAnsi"/>
                <w:color w:val="000000"/>
              </w:rPr>
              <w:t>,</w:t>
            </w:r>
            <w:r>
              <w:rPr>
                <w:rFonts w:eastAsia="Arial" w:cstheme="minorHAnsi"/>
                <w:color w:val="000000"/>
                <w:spacing w:val="-1"/>
              </w:rPr>
              <w:t>060</w:t>
            </w:r>
            <w:r>
              <w:rPr>
                <w:rFonts w:eastAsia="Arial" w:cstheme="minorHAnsi"/>
                <w:color w:val="000000"/>
              </w:rPr>
              <w:t>.</w:t>
            </w:r>
            <w:r w:rsidRPr="0042658C">
              <w:rPr>
                <w:rFonts w:eastAsia="Arial" w:cstheme="minorHAnsi"/>
                <w:color w:val="000000"/>
              </w:rPr>
              <w:t>00</w:t>
            </w:r>
          </w:p>
        </w:tc>
        <w:tc>
          <w:tcPr>
            <w:tcW w:w="311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DCA794C" w14:textId="3788A324" w:rsidR="00FE65DE" w:rsidRPr="0042658C" w:rsidRDefault="00AC465F" w:rsidP="00AC465F">
            <w:pPr>
              <w:spacing w:before="70" w:after="0" w:line="232" w:lineRule="auto"/>
              <w:ind w:right="-20"/>
              <w:rPr>
                <w:rFonts w:eastAsia="Arial" w:cstheme="minorHAnsi"/>
                <w:color w:val="000000"/>
              </w:rPr>
            </w:pPr>
            <w:r>
              <w:rPr>
                <w:rFonts w:eastAsia="Arial" w:cstheme="minorHAnsi"/>
                <w:color w:val="000000"/>
              </w:rPr>
              <w:t xml:space="preserve">RSD </w:t>
            </w:r>
            <w:r w:rsidR="00FE65DE" w:rsidRPr="0042658C">
              <w:rPr>
                <w:rFonts w:eastAsia="Arial" w:cstheme="minorHAnsi"/>
                <w:color w:val="000000"/>
              </w:rPr>
              <w:t>8</w:t>
            </w:r>
            <w:r w:rsidR="00FE65DE">
              <w:rPr>
                <w:rFonts w:eastAsia="Arial" w:cstheme="minorHAnsi"/>
                <w:color w:val="000000"/>
              </w:rPr>
              <w:t>,</w:t>
            </w:r>
            <w:r w:rsidR="00FE65DE" w:rsidRPr="0042658C">
              <w:rPr>
                <w:rFonts w:eastAsia="Arial" w:cstheme="minorHAnsi"/>
                <w:color w:val="000000"/>
                <w:spacing w:val="-1"/>
              </w:rPr>
              <w:t>400</w:t>
            </w:r>
            <w:r w:rsidR="00FE65DE">
              <w:rPr>
                <w:rFonts w:eastAsia="Arial" w:cstheme="minorHAnsi"/>
                <w:color w:val="000000"/>
              </w:rPr>
              <w:t>.</w:t>
            </w:r>
            <w:r w:rsidR="00FE65DE" w:rsidRPr="0042658C">
              <w:rPr>
                <w:rFonts w:eastAsia="Arial" w:cstheme="minorHAnsi"/>
                <w:color w:val="000000"/>
              </w:rPr>
              <w:t>00</w:t>
            </w:r>
          </w:p>
        </w:tc>
      </w:tr>
      <w:tr w:rsidR="00FE65DE" w:rsidRPr="0042658C" w14:paraId="5ACB035E" w14:textId="77777777" w:rsidTr="00AC465F">
        <w:trPr>
          <w:gridAfter w:val="1"/>
          <w:wAfter w:w="69" w:type="dxa"/>
          <w:cantSplit/>
          <w:trHeight w:hRule="exact" w:val="331"/>
        </w:trPr>
        <w:tc>
          <w:tcPr>
            <w:tcW w:w="70" w:type="dxa"/>
            <w:vMerge w:val="restart"/>
            <w:tcBorders>
              <w:top w:val="single" w:sz="7" w:space="0" w:color="000000"/>
              <w:left w:val="single" w:sz="7" w:space="0" w:color="000000"/>
            </w:tcBorders>
            <w:tcMar>
              <w:top w:w="0" w:type="dxa"/>
              <w:left w:w="0" w:type="dxa"/>
              <w:bottom w:w="0" w:type="dxa"/>
              <w:right w:w="0" w:type="dxa"/>
            </w:tcMar>
          </w:tcPr>
          <w:p w14:paraId="51EF1B75" w14:textId="77777777" w:rsidR="00FE65DE" w:rsidRPr="0042658C" w:rsidRDefault="00FE65DE" w:rsidP="00A543E7">
            <w:pPr>
              <w:rPr>
                <w:rFonts w:cstheme="minorHAnsi"/>
              </w:rPr>
            </w:pPr>
            <w:r w:rsidRPr="00FB1996">
              <w:t>Dimensions 120 x 300 x 400 mm</w:t>
            </w:r>
          </w:p>
        </w:tc>
        <w:tc>
          <w:tcPr>
            <w:tcW w:w="9560" w:type="dxa"/>
            <w:tcBorders>
              <w:top w:val="single" w:sz="7" w:space="0" w:color="000000"/>
              <w:bottom w:val="single" w:sz="7" w:space="0" w:color="000000"/>
              <w:right w:val="single" w:sz="7" w:space="0" w:color="000000"/>
            </w:tcBorders>
            <w:tcMar>
              <w:top w:w="0" w:type="dxa"/>
              <w:left w:w="0" w:type="dxa"/>
              <w:bottom w:w="0" w:type="dxa"/>
              <w:right w:w="0" w:type="dxa"/>
            </w:tcMar>
          </w:tcPr>
          <w:p w14:paraId="5CFD3D8E" w14:textId="77777777" w:rsidR="00FE65DE" w:rsidRPr="0042658C" w:rsidRDefault="00FE65DE" w:rsidP="00A543E7">
            <w:pPr>
              <w:spacing w:before="70" w:after="0" w:line="236" w:lineRule="auto"/>
              <w:ind w:right="-20"/>
              <w:rPr>
                <w:rFonts w:eastAsia="Arial" w:cstheme="minorHAnsi"/>
                <w:b/>
                <w:bCs/>
                <w:color w:val="000000"/>
              </w:rPr>
            </w:pPr>
            <w:r w:rsidRPr="00FB1996">
              <w:t>Dimensions 120 x 300 x 400 mm</w:t>
            </w:r>
          </w:p>
        </w:tc>
        <w:tc>
          <w:tcPr>
            <w:tcW w:w="24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A2F598F" w14:textId="77777777" w:rsidR="00FE65DE" w:rsidRPr="0042658C" w:rsidRDefault="00FE65DE" w:rsidP="00A543E7">
            <w:pPr>
              <w:rPr>
                <w:rFonts w:cstheme="minorHAnsi"/>
              </w:rPr>
            </w:pPr>
          </w:p>
        </w:tc>
        <w:tc>
          <w:tcPr>
            <w:tcW w:w="311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58BAF26" w14:textId="77777777" w:rsidR="00FE65DE" w:rsidRPr="0042658C" w:rsidRDefault="00FE65DE" w:rsidP="00A543E7">
            <w:pPr>
              <w:rPr>
                <w:rFonts w:cstheme="minorHAnsi"/>
              </w:rPr>
            </w:pPr>
          </w:p>
        </w:tc>
      </w:tr>
      <w:tr w:rsidR="00FE65DE" w:rsidRPr="0042658C" w14:paraId="5DA75DD0" w14:textId="77777777" w:rsidTr="00AC465F">
        <w:trPr>
          <w:gridAfter w:val="1"/>
          <w:wAfter w:w="69" w:type="dxa"/>
          <w:cantSplit/>
          <w:trHeight w:hRule="exact" w:val="331"/>
        </w:trPr>
        <w:tc>
          <w:tcPr>
            <w:tcW w:w="70" w:type="dxa"/>
            <w:vMerge/>
            <w:tcBorders>
              <w:left w:val="single" w:sz="7" w:space="0" w:color="000000"/>
              <w:bottom w:val="single" w:sz="7" w:space="0" w:color="000000"/>
            </w:tcBorders>
            <w:tcMar>
              <w:top w:w="0" w:type="dxa"/>
              <w:left w:w="0" w:type="dxa"/>
              <w:bottom w:w="0" w:type="dxa"/>
              <w:right w:w="0" w:type="dxa"/>
            </w:tcMar>
          </w:tcPr>
          <w:p w14:paraId="394D20B0" w14:textId="77777777" w:rsidR="00FE65DE" w:rsidRPr="0042658C" w:rsidRDefault="00FE65DE" w:rsidP="00A543E7">
            <w:pPr>
              <w:rPr>
                <w:rFonts w:cstheme="minorHAnsi"/>
              </w:rPr>
            </w:pPr>
          </w:p>
        </w:tc>
        <w:tc>
          <w:tcPr>
            <w:tcW w:w="9560" w:type="dxa"/>
            <w:tcBorders>
              <w:top w:val="single" w:sz="7" w:space="0" w:color="000000"/>
              <w:bottom w:val="single" w:sz="7" w:space="0" w:color="000000"/>
              <w:right w:val="single" w:sz="7" w:space="0" w:color="000000"/>
            </w:tcBorders>
            <w:tcMar>
              <w:top w:w="0" w:type="dxa"/>
              <w:left w:w="0" w:type="dxa"/>
              <w:bottom w:w="0" w:type="dxa"/>
              <w:right w:w="0" w:type="dxa"/>
            </w:tcMar>
          </w:tcPr>
          <w:p w14:paraId="5EEBDD39" w14:textId="77777777" w:rsidR="00FE65DE" w:rsidRPr="00ED6ACC" w:rsidRDefault="00FE65DE" w:rsidP="00A543E7">
            <w:pPr>
              <w:spacing w:before="67" w:after="0" w:line="239" w:lineRule="auto"/>
              <w:ind w:right="-20"/>
              <w:rPr>
                <w:rFonts w:eastAsia="Arial" w:cstheme="minorHAnsi"/>
                <w:b/>
                <w:bCs/>
                <w:color w:val="000000"/>
              </w:rPr>
            </w:pPr>
            <w:r w:rsidRPr="00ED6ACC">
              <w:rPr>
                <w:b/>
                <w:bCs/>
              </w:rPr>
              <w:t>Dimensions 140 x 300 x 400 mm</w:t>
            </w:r>
          </w:p>
        </w:tc>
        <w:tc>
          <w:tcPr>
            <w:tcW w:w="24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992B305" w14:textId="77777777" w:rsidR="00FE65DE" w:rsidRPr="0042658C" w:rsidRDefault="00FE65DE" w:rsidP="00A543E7">
            <w:pPr>
              <w:rPr>
                <w:rFonts w:cstheme="minorHAnsi"/>
              </w:rPr>
            </w:pPr>
          </w:p>
        </w:tc>
        <w:tc>
          <w:tcPr>
            <w:tcW w:w="311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EA7C18" w14:textId="77777777" w:rsidR="00FE65DE" w:rsidRPr="0042658C" w:rsidRDefault="00FE65DE" w:rsidP="00A543E7">
            <w:pPr>
              <w:rPr>
                <w:rFonts w:cstheme="minorHAnsi"/>
              </w:rPr>
            </w:pPr>
          </w:p>
        </w:tc>
      </w:tr>
    </w:tbl>
    <w:p w14:paraId="60ED3A54" w14:textId="77777777" w:rsidR="004C563B" w:rsidRPr="0042658C" w:rsidRDefault="004C563B">
      <w:pPr>
        <w:spacing w:after="14" w:line="120" w:lineRule="exact"/>
        <w:rPr>
          <w:rFonts w:eastAsia="Calibri" w:cstheme="minorHAnsi"/>
          <w:w w:val="96"/>
        </w:rPr>
      </w:pPr>
    </w:p>
    <w:tbl>
      <w:tblPr>
        <w:tblW w:w="0" w:type="auto"/>
        <w:tblLayout w:type="fixed"/>
        <w:tblCellMar>
          <w:left w:w="10" w:type="dxa"/>
          <w:right w:w="10" w:type="dxa"/>
        </w:tblCellMar>
        <w:tblLook w:val="0000" w:firstRow="0" w:lastRow="0" w:firstColumn="0" w:lastColumn="0" w:noHBand="0" w:noVBand="0"/>
      </w:tblPr>
      <w:tblGrid>
        <w:gridCol w:w="1101"/>
        <w:gridCol w:w="70"/>
        <w:gridCol w:w="8408"/>
        <w:gridCol w:w="2385"/>
        <w:gridCol w:w="3264"/>
      </w:tblGrid>
      <w:tr w:rsidR="00C650FA" w:rsidRPr="0042658C" w14:paraId="16D3849D" w14:textId="77777777" w:rsidTr="00C650FA">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7E380DC" w14:textId="77777777" w:rsidR="00C650FA" w:rsidRPr="0042658C" w:rsidRDefault="00C650FA" w:rsidP="00C650FA">
            <w:pPr>
              <w:spacing w:before="70"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2</w:t>
            </w:r>
            <w:r w:rsidRPr="0042658C">
              <w:rPr>
                <w:rFonts w:eastAsia="Arial" w:cstheme="minorHAnsi"/>
                <w:color w:val="000000"/>
              </w:rPr>
              <w:t>.1.</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DD33151" w14:textId="357990FD" w:rsidR="00C650FA" w:rsidRPr="0042658C" w:rsidRDefault="00C650FA" w:rsidP="00C650FA">
            <w:pPr>
              <w:spacing w:before="70" w:after="0" w:line="232" w:lineRule="auto"/>
              <w:ind w:left="70" w:right="-20"/>
              <w:rPr>
                <w:rFonts w:eastAsia="Arial" w:cstheme="minorHAnsi"/>
                <w:color w:val="000000"/>
              </w:rPr>
            </w:pPr>
            <w:r w:rsidRPr="00514E10">
              <w:t>Lease for legal entities (resident and non-resident)</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A17CF82" w14:textId="7A436C37" w:rsidR="00C650FA" w:rsidRPr="0042658C" w:rsidRDefault="00AC465F" w:rsidP="001E5F0B">
            <w:pPr>
              <w:spacing w:before="70" w:after="0" w:line="232" w:lineRule="auto"/>
              <w:ind w:right="-20"/>
              <w:rPr>
                <w:rFonts w:eastAsia="Arial" w:cstheme="minorHAnsi"/>
                <w:color w:val="000000"/>
              </w:rPr>
            </w:pPr>
            <w:r>
              <w:rPr>
                <w:rFonts w:eastAsia="Arial" w:cstheme="minorHAnsi"/>
                <w:color w:val="000000"/>
              </w:rPr>
              <w:t>RSD 1,</w:t>
            </w:r>
            <w:r>
              <w:rPr>
                <w:rFonts w:eastAsia="Arial" w:cstheme="minorHAnsi"/>
                <w:color w:val="000000"/>
                <w:spacing w:val="-1"/>
              </w:rPr>
              <w:t>5</w:t>
            </w:r>
            <w:r>
              <w:rPr>
                <w:rFonts w:eastAsia="Arial" w:cstheme="minorHAnsi"/>
                <w:color w:val="000000"/>
                <w:spacing w:val="-1"/>
              </w:rPr>
              <w:t>60</w:t>
            </w:r>
            <w:r>
              <w:rPr>
                <w:rFonts w:eastAsia="Arial" w:cstheme="minorHAnsi"/>
                <w:color w:val="000000"/>
              </w:rPr>
              <w:t>.</w:t>
            </w:r>
            <w:r w:rsidRPr="0042658C">
              <w:rPr>
                <w:rFonts w:eastAsia="Arial" w:cstheme="minorHAnsi"/>
                <w:color w:val="000000"/>
              </w:rPr>
              <w:t>00</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E809B53" w14:textId="53F16DBA" w:rsidR="00C650FA" w:rsidRPr="0042658C" w:rsidRDefault="001E5F0B" w:rsidP="001E5F0B">
            <w:pPr>
              <w:spacing w:before="70" w:after="0" w:line="232" w:lineRule="auto"/>
              <w:ind w:right="-20"/>
              <w:rPr>
                <w:rFonts w:eastAsia="Arial" w:cstheme="minorHAnsi"/>
                <w:color w:val="000000"/>
              </w:rPr>
            </w:pPr>
            <w:r>
              <w:rPr>
                <w:rFonts w:eastAsia="Arial" w:cstheme="minorHAnsi"/>
                <w:color w:val="000000"/>
              </w:rPr>
              <w:t xml:space="preserve">RSD </w:t>
            </w:r>
            <w:r w:rsidR="00C650FA" w:rsidRPr="0042658C">
              <w:rPr>
                <w:rFonts w:eastAsia="Arial" w:cstheme="minorHAnsi"/>
                <w:color w:val="000000"/>
              </w:rPr>
              <w:t>1</w:t>
            </w:r>
            <w:r w:rsidR="00C650FA" w:rsidRPr="0042658C">
              <w:rPr>
                <w:rFonts w:eastAsia="Arial" w:cstheme="minorHAnsi"/>
                <w:color w:val="000000"/>
                <w:spacing w:val="-1"/>
              </w:rPr>
              <w:t>3</w:t>
            </w:r>
            <w:r>
              <w:rPr>
                <w:rFonts w:eastAsia="Arial" w:cstheme="minorHAnsi"/>
                <w:color w:val="000000"/>
              </w:rPr>
              <w:t>,</w:t>
            </w:r>
            <w:r w:rsidR="00C650FA" w:rsidRPr="0042658C">
              <w:rPr>
                <w:rFonts w:eastAsia="Arial" w:cstheme="minorHAnsi"/>
                <w:color w:val="000000"/>
                <w:spacing w:val="-1"/>
              </w:rPr>
              <w:t>200</w:t>
            </w:r>
            <w:r>
              <w:rPr>
                <w:rFonts w:eastAsia="Arial" w:cstheme="minorHAnsi"/>
                <w:color w:val="000000"/>
              </w:rPr>
              <w:t>.</w:t>
            </w:r>
            <w:r w:rsidR="00C650FA" w:rsidRPr="0042658C">
              <w:rPr>
                <w:rFonts w:eastAsia="Arial" w:cstheme="minorHAnsi"/>
                <w:color w:val="000000"/>
              </w:rPr>
              <w:t xml:space="preserve">00 </w:t>
            </w:r>
          </w:p>
        </w:tc>
      </w:tr>
      <w:tr w:rsidR="00C650FA" w:rsidRPr="0042658C" w14:paraId="71DA613B" w14:textId="77777777" w:rsidTr="00C650FA">
        <w:trPr>
          <w:cantSplit/>
          <w:trHeight w:hRule="exact" w:val="331"/>
        </w:trPr>
        <w:tc>
          <w:tcPr>
            <w:tcW w:w="1101" w:type="dxa"/>
            <w:vMerge w:val="restart"/>
            <w:tcBorders>
              <w:top w:val="single" w:sz="7" w:space="0" w:color="000000"/>
              <w:left w:val="single" w:sz="7" w:space="0" w:color="000000"/>
              <w:right w:val="single" w:sz="7" w:space="0" w:color="000000"/>
            </w:tcBorders>
            <w:tcMar>
              <w:top w:w="0" w:type="dxa"/>
              <w:left w:w="0" w:type="dxa"/>
              <w:bottom w:w="0" w:type="dxa"/>
              <w:right w:w="0" w:type="dxa"/>
            </w:tcMar>
          </w:tcPr>
          <w:p w14:paraId="4B933D1F" w14:textId="77777777" w:rsidR="00C650FA" w:rsidRPr="0042658C" w:rsidRDefault="00C650FA" w:rsidP="00C650FA">
            <w:pPr>
              <w:spacing w:after="18" w:line="220" w:lineRule="exact"/>
              <w:rPr>
                <w:rFonts w:eastAsia="Times New Roman" w:cstheme="minorHAnsi"/>
              </w:rPr>
            </w:pPr>
          </w:p>
          <w:p w14:paraId="6A9CB00A" w14:textId="77777777" w:rsidR="00C650FA" w:rsidRPr="0042658C" w:rsidRDefault="00C650FA" w:rsidP="00C650FA">
            <w:pPr>
              <w:spacing w:after="0" w:line="240" w:lineRule="auto"/>
              <w:ind w:left="37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3</w:t>
            </w:r>
            <w:r w:rsidRPr="0042658C">
              <w:rPr>
                <w:rFonts w:eastAsia="Arial" w:cstheme="minorHAnsi"/>
                <w:b/>
                <w:bCs/>
                <w:color w:val="000000"/>
              </w:rPr>
              <w:t>.</w:t>
            </w:r>
          </w:p>
        </w:tc>
        <w:tc>
          <w:tcPr>
            <w:tcW w:w="70" w:type="dxa"/>
            <w:vMerge w:val="restart"/>
            <w:tcBorders>
              <w:top w:val="single" w:sz="7" w:space="0" w:color="000000"/>
              <w:left w:val="single" w:sz="7" w:space="0" w:color="000000"/>
            </w:tcBorders>
            <w:tcMar>
              <w:top w:w="0" w:type="dxa"/>
              <w:left w:w="0" w:type="dxa"/>
              <w:bottom w:w="0" w:type="dxa"/>
              <w:right w:w="0" w:type="dxa"/>
            </w:tcMar>
          </w:tcPr>
          <w:p w14:paraId="05BC8422" w14:textId="77777777" w:rsidR="00C650FA" w:rsidRPr="0042658C" w:rsidRDefault="00C650FA" w:rsidP="00C650FA">
            <w:pPr>
              <w:rPr>
                <w:rFonts w:cstheme="minorHAnsi"/>
              </w:rPr>
            </w:pPr>
            <w:r w:rsidRPr="00514E10">
              <w:t>Dimensions 220 x 300 x 400 mm</w:t>
            </w:r>
          </w:p>
          <w:p w14:paraId="181A7169" w14:textId="2C25B1D1" w:rsidR="00C650FA" w:rsidRPr="0042658C" w:rsidRDefault="00C650FA" w:rsidP="00C650FA">
            <w:pPr>
              <w:rPr>
                <w:rFonts w:cstheme="minorHAnsi"/>
              </w:rPr>
            </w:pPr>
            <w:r w:rsidRPr="00514E10">
              <w:t>Dimensions 240 x 300 x 400 mm</w:t>
            </w:r>
          </w:p>
        </w:tc>
        <w:tc>
          <w:tcPr>
            <w:tcW w:w="8408" w:type="dxa"/>
            <w:tcBorders>
              <w:top w:val="single" w:sz="7" w:space="0" w:color="000000"/>
              <w:bottom w:val="single" w:sz="7" w:space="0" w:color="000000"/>
              <w:right w:val="single" w:sz="7" w:space="0" w:color="000000"/>
            </w:tcBorders>
            <w:tcMar>
              <w:top w:w="0" w:type="dxa"/>
              <w:left w:w="0" w:type="dxa"/>
              <w:bottom w:w="0" w:type="dxa"/>
              <w:right w:w="0" w:type="dxa"/>
            </w:tcMar>
          </w:tcPr>
          <w:p w14:paraId="497D93B3" w14:textId="563E7CBC" w:rsidR="00C650FA" w:rsidRPr="00C650FA" w:rsidRDefault="00C650FA" w:rsidP="00C650FA">
            <w:pPr>
              <w:spacing w:before="70" w:after="0" w:line="236" w:lineRule="auto"/>
              <w:ind w:right="-20"/>
              <w:rPr>
                <w:rFonts w:eastAsia="Arial" w:cstheme="minorHAnsi"/>
                <w:b/>
                <w:bCs/>
                <w:color w:val="000000"/>
              </w:rPr>
            </w:pPr>
            <w:r w:rsidRPr="00C650FA">
              <w:rPr>
                <w:b/>
                <w:bCs/>
              </w:rPr>
              <w:t>Dimensions 220 x 300 x 400 mm</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1980999" w14:textId="77777777" w:rsidR="00C650FA" w:rsidRPr="0042658C" w:rsidRDefault="00C650FA" w:rsidP="00C650FA">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0B52F09" w14:textId="77777777" w:rsidR="00C650FA" w:rsidRPr="0042658C" w:rsidRDefault="00C650FA" w:rsidP="00C650FA">
            <w:pPr>
              <w:rPr>
                <w:rFonts w:cstheme="minorHAnsi"/>
              </w:rPr>
            </w:pPr>
          </w:p>
        </w:tc>
      </w:tr>
      <w:tr w:rsidR="00C650FA" w:rsidRPr="0042658C" w14:paraId="3A05732B" w14:textId="77777777" w:rsidTr="00C650FA">
        <w:trPr>
          <w:cantSplit/>
          <w:trHeight w:hRule="exact" w:val="331"/>
        </w:trPr>
        <w:tc>
          <w:tcPr>
            <w:tcW w:w="1101" w:type="dxa"/>
            <w:vMerge/>
            <w:tcBorders>
              <w:left w:val="single" w:sz="7" w:space="0" w:color="000000"/>
              <w:bottom w:val="single" w:sz="7" w:space="0" w:color="000000"/>
              <w:right w:val="single" w:sz="7" w:space="0" w:color="000000"/>
            </w:tcBorders>
            <w:tcMar>
              <w:top w:w="0" w:type="dxa"/>
              <w:left w:w="0" w:type="dxa"/>
              <w:bottom w:w="0" w:type="dxa"/>
              <w:right w:w="0" w:type="dxa"/>
            </w:tcMar>
          </w:tcPr>
          <w:p w14:paraId="61D1031A" w14:textId="77777777" w:rsidR="00C650FA" w:rsidRPr="0042658C" w:rsidRDefault="00C650FA" w:rsidP="00C650FA">
            <w:pPr>
              <w:rPr>
                <w:rFonts w:cstheme="minorHAnsi"/>
              </w:rPr>
            </w:pPr>
          </w:p>
        </w:tc>
        <w:tc>
          <w:tcPr>
            <w:tcW w:w="70" w:type="dxa"/>
            <w:vMerge/>
            <w:tcBorders>
              <w:left w:val="single" w:sz="7" w:space="0" w:color="000000"/>
              <w:bottom w:val="single" w:sz="7" w:space="0" w:color="000000"/>
            </w:tcBorders>
            <w:tcMar>
              <w:top w:w="0" w:type="dxa"/>
              <w:left w:w="0" w:type="dxa"/>
              <w:bottom w:w="0" w:type="dxa"/>
              <w:right w:w="0" w:type="dxa"/>
            </w:tcMar>
          </w:tcPr>
          <w:p w14:paraId="2A70E13A" w14:textId="77777777" w:rsidR="00C650FA" w:rsidRPr="0042658C" w:rsidRDefault="00C650FA" w:rsidP="00C650FA">
            <w:pPr>
              <w:rPr>
                <w:rFonts w:cstheme="minorHAnsi"/>
              </w:rPr>
            </w:pPr>
          </w:p>
        </w:tc>
        <w:tc>
          <w:tcPr>
            <w:tcW w:w="8408" w:type="dxa"/>
            <w:tcBorders>
              <w:top w:val="single" w:sz="7" w:space="0" w:color="000000"/>
              <w:bottom w:val="single" w:sz="7" w:space="0" w:color="000000"/>
              <w:right w:val="single" w:sz="7" w:space="0" w:color="000000"/>
            </w:tcBorders>
            <w:tcMar>
              <w:top w:w="0" w:type="dxa"/>
              <w:left w:w="0" w:type="dxa"/>
              <w:bottom w:w="0" w:type="dxa"/>
              <w:right w:w="0" w:type="dxa"/>
            </w:tcMar>
          </w:tcPr>
          <w:p w14:paraId="477D2D4F" w14:textId="6E41A5D2" w:rsidR="00C650FA" w:rsidRPr="00C650FA" w:rsidRDefault="00C650FA" w:rsidP="00C650FA">
            <w:pPr>
              <w:spacing w:before="70" w:after="0" w:line="236" w:lineRule="auto"/>
              <w:ind w:right="-20"/>
              <w:rPr>
                <w:rFonts w:eastAsia="Arial" w:cstheme="minorHAnsi"/>
                <w:b/>
                <w:bCs/>
                <w:color w:val="000000"/>
              </w:rPr>
            </w:pPr>
            <w:r w:rsidRPr="00C650FA">
              <w:rPr>
                <w:b/>
                <w:bCs/>
              </w:rPr>
              <w:t>Dimensions 240 x 300 x 400 mm</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840153B" w14:textId="77777777" w:rsidR="00C650FA" w:rsidRPr="0042658C" w:rsidRDefault="00C650FA" w:rsidP="00C650FA">
            <w:pPr>
              <w:rPr>
                <w:rFonts w:cstheme="minorHAnsi"/>
              </w:rPr>
            </w:pP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D7B30A1" w14:textId="77777777" w:rsidR="00C650FA" w:rsidRPr="0042658C" w:rsidRDefault="00C650FA" w:rsidP="00C650FA">
            <w:pPr>
              <w:rPr>
                <w:rFonts w:cstheme="minorHAnsi"/>
              </w:rPr>
            </w:pPr>
          </w:p>
        </w:tc>
      </w:tr>
      <w:tr w:rsidR="00C650FA" w:rsidRPr="0042658C" w14:paraId="74F6559E" w14:textId="77777777" w:rsidTr="00C650FA">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E201AEC" w14:textId="77777777" w:rsidR="00C650FA" w:rsidRPr="0042658C" w:rsidRDefault="00C650FA" w:rsidP="00C650FA">
            <w:pPr>
              <w:spacing w:before="67" w:after="0" w:line="234"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3</w:t>
            </w:r>
            <w:r w:rsidRPr="0042658C">
              <w:rPr>
                <w:rFonts w:eastAsia="Arial" w:cstheme="minorHAnsi"/>
                <w:color w:val="000000"/>
              </w:rPr>
              <w:t>.1.</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B5DBED" w14:textId="13D454C7" w:rsidR="00C650FA" w:rsidRPr="0042658C" w:rsidRDefault="00C650FA" w:rsidP="00C650FA">
            <w:pPr>
              <w:spacing w:before="67" w:after="0" w:line="234" w:lineRule="auto"/>
              <w:ind w:left="70" w:right="-20"/>
              <w:rPr>
                <w:rFonts w:eastAsia="Arial" w:cstheme="minorHAnsi"/>
                <w:color w:val="000000"/>
              </w:rPr>
            </w:pPr>
            <w:r w:rsidRPr="00514E10">
              <w:t>Lease for legal entities (resident and non-resident)</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BC2E73E" w14:textId="4556643C" w:rsidR="00C650FA" w:rsidRPr="0042658C" w:rsidRDefault="00AC465F" w:rsidP="001E5F0B">
            <w:pPr>
              <w:spacing w:before="67" w:after="0" w:line="234" w:lineRule="auto"/>
              <w:ind w:right="-20"/>
              <w:rPr>
                <w:rFonts w:eastAsia="Arial" w:cstheme="minorHAnsi"/>
                <w:color w:val="000000"/>
              </w:rPr>
            </w:pPr>
            <w:r>
              <w:rPr>
                <w:rFonts w:eastAsia="Arial" w:cstheme="minorHAnsi"/>
                <w:color w:val="000000"/>
              </w:rPr>
              <w:t>RSD 1,</w:t>
            </w:r>
            <w:r>
              <w:rPr>
                <w:rFonts w:eastAsia="Arial" w:cstheme="minorHAnsi"/>
                <w:color w:val="000000"/>
                <w:spacing w:val="-1"/>
              </w:rPr>
              <w:t>8</w:t>
            </w:r>
            <w:r>
              <w:rPr>
                <w:rFonts w:eastAsia="Arial" w:cstheme="minorHAnsi"/>
                <w:color w:val="000000"/>
                <w:spacing w:val="-1"/>
              </w:rPr>
              <w:t>60</w:t>
            </w:r>
            <w:r>
              <w:rPr>
                <w:rFonts w:eastAsia="Arial" w:cstheme="minorHAnsi"/>
                <w:color w:val="000000"/>
              </w:rPr>
              <w:t>.</w:t>
            </w:r>
            <w:r w:rsidRPr="0042658C">
              <w:rPr>
                <w:rFonts w:eastAsia="Arial" w:cstheme="minorHAnsi"/>
                <w:color w:val="000000"/>
              </w:rPr>
              <w:t>00</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F2E0EB1" w14:textId="74A25F31" w:rsidR="00C650FA" w:rsidRPr="0042658C" w:rsidRDefault="001E5F0B" w:rsidP="001E5F0B">
            <w:pPr>
              <w:spacing w:before="67" w:after="0" w:line="234" w:lineRule="auto"/>
              <w:ind w:right="-20"/>
              <w:rPr>
                <w:rFonts w:eastAsia="Arial" w:cstheme="minorHAnsi"/>
                <w:color w:val="000000"/>
              </w:rPr>
            </w:pPr>
            <w:r>
              <w:rPr>
                <w:rFonts w:eastAsia="Arial" w:cstheme="minorHAnsi"/>
                <w:color w:val="000000"/>
              </w:rPr>
              <w:t xml:space="preserve">RSD </w:t>
            </w:r>
            <w:r w:rsidR="00C650FA" w:rsidRPr="0042658C">
              <w:rPr>
                <w:rFonts w:eastAsia="Arial" w:cstheme="minorHAnsi"/>
                <w:color w:val="000000"/>
              </w:rPr>
              <w:t>1</w:t>
            </w:r>
            <w:r w:rsidR="00C650FA" w:rsidRPr="0042658C">
              <w:rPr>
                <w:rFonts w:eastAsia="Arial" w:cstheme="minorHAnsi"/>
                <w:color w:val="000000"/>
                <w:spacing w:val="-1"/>
              </w:rPr>
              <w:t>6</w:t>
            </w:r>
            <w:r>
              <w:rPr>
                <w:rFonts w:eastAsia="Arial" w:cstheme="minorHAnsi"/>
                <w:color w:val="000000"/>
              </w:rPr>
              <w:t>,</w:t>
            </w:r>
            <w:r w:rsidR="00C650FA" w:rsidRPr="0042658C">
              <w:rPr>
                <w:rFonts w:eastAsia="Arial" w:cstheme="minorHAnsi"/>
                <w:color w:val="000000"/>
                <w:spacing w:val="-1"/>
              </w:rPr>
              <w:t>000</w:t>
            </w:r>
            <w:r>
              <w:rPr>
                <w:rFonts w:eastAsia="Arial" w:cstheme="minorHAnsi"/>
                <w:color w:val="000000"/>
              </w:rPr>
              <w:t>.</w:t>
            </w:r>
            <w:r w:rsidR="00C650FA" w:rsidRPr="0042658C">
              <w:rPr>
                <w:rFonts w:eastAsia="Arial" w:cstheme="minorHAnsi"/>
                <w:color w:val="000000"/>
              </w:rPr>
              <w:t xml:space="preserve">00 </w:t>
            </w:r>
          </w:p>
        </w:tc>
      </w:tr>
      <w:tr w:rsidR="00C650FA" w:rsidRPr="0042658C" w14:paraId="40E61FF2" w14:textId="77777777" w:rsidTr="00C650FA">
        <w:trPr>
          <w:cantSplit/>
          <w:trHeight w:hRule="exact" w:val="328"/>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93F8CE1" w14:textId="77777777" w:rsidR="00C650FA" w:rsidRPr="0042658C" w:rsidRDefault="00C650FA" w:rsidP="00C650FA">
            <w:pPr>
              <w:spacing w:before="67" w:after="0" w:line="236" w:lineRule="auto"/>
              <w:ind w:left="374" w:right="-20"/>
              <w:rPr>
                <w:rFonts w:eastAsia="Arial" w:cstheme="minorHAnsi"/>
                <w:b/>
                <w:bCs/>
                <w:color w:val="000000"/>
              </w:rPr>
            </w:pPr>
            <w:r w:rsidRPr="0042658C">
              <w:rPr>
                <w:rFonts w:eastAsia="Arial" w:cstheme="minorHAnsi"/>
                <w:b/>
                <w:bCs/>
                <w:color w:val="000000"/>
              </w:rPr>
              <w:t>1.</w:t>
            </w:r>
            <w:r w:rsidRPr="0042658C">
              <w:rPr>
                <w:rFonts w:eastAsia="Arial" w:cstheme="minorHAnsi"/>
                <w:b/>
                <w:bCs/>
                <w:color w:val="000000"/>
                <w:spacing w:val="-1"/>
              </w:rPr>
              <w:t>4</w:t>
            </w:r>
            <w:r w:rsidRPr="0042658C">
              <w:rPr>
                <w:rFonts w:eastAsia="Arial" w:cstheme="minorHAnsi"/>
                <w:b/>
                <w:bCs/>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60C5E98" w14:textId="4856E4C6" w:rsidR="00C650FA" w:rsidRPr="00C650FA" w:rsidRDefault="00C650FA" w:rsidP="00C650FA">
            <w:pPr>
              <w:spacing w:before="67" w:after="0" w:line="236" w:lineRule="auto"/>
              <w:ind w:left="70" w:right="-20"/>
              <w:rPr>
                <w:rFonts w:eastAsia="Arial" w:cstheme="minorHAnsi"/>
                <w:b/>
                <w:bCs/>
                <w:color w:val="000000"/>
              </w:rPr>
            </w:pPr>
            <w:r w:rsidRPr="00C650FA">
              <w:rPr>
                <w:b/>
                <w:bCs/>
              </w:rPr>
              <w:t>Dimensions 360 x 300 x 400 mm</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395B24E" w14:textId="0E30FC14" w:rsidR="00C650FA" w:rsidRPr="0042658C" w:rsidRDefault="00C650FA" w:rsidP="00C650FA">
            <w:pPr>
              <w:rPr>
                <w:rFonts w:cstheme="minorHAnsi"/>
              </w:rPr>
            </w:pPr>
          </w:p>
        </w:tc>
      </w:tr>
      <w:tr w:rsidR="00C650FA" w:rsidRPr="0042658C" w14:paraId="0886BDEE" w14:textId="77777777" w:rsidTr="00C650FA">
        <w:trPr>
          <w:cantSplit/>
          <w:trHeight w:hRule="exact" w:val="326"/>
        </w:trPr>
        <w:tc>
          <w:tcPr>
            <w:tcW w:w="1101"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576456F0" w14:textId="77777777" w:rsidR="00C650FA" w:rsidRPr="0042658C" w:rsidRDefault="00C650FA" w:rsidP="00C650FA">
            <w:pPr>
              <w:spacing w:before="70" w:after="0" w:line="232" w:lineRule="auto"/>
              <w:ind w:left="276" w:right="-20"/>
              <w:rPr>
                <w:rFonts w:eastAsia="Arial" w:cstheme="minorHAnsi"/>
                <w:color w:val="000000"/>
              </w:rPr>
            </w:pPr>
            <w:r w:rsidRPr="0042658C">
              <w:rPr>
                <w:rFonts w:eastAsia="Arial" w:cstheme="minorHAnsi"/>
                <w:color w:val="000000"/>
              </w:rPr>
              <w:t>1.</w:t>
            </w:r>
            <w:r w:rsidRPr="0042658C">
              <w:rPr>
                <w:rFonts w:eastAsia="Arial" w:cstheme="minorHAnsi"/>
                <w:color w:val="000000"/>
                <w:spacing w:val="-1"/>
              </w:rPr>
              <w:t>4</w:t>
            </w:r>
            <w:r w:rsidRPr="0042658C">
              <w:rPr>
                <w:rFonts w:eastAsia="Arial" w:cstheme="minorHAnsi"/>
                <w:color w:val="000000"/>
              </w:rPr>
              <w:t>.1.</w:t>
            </w:r>
          </w:p>
        </w:tc>
        <w:tc>
          <w:tcPr>
            <w:tcW w:w="8478" w:type="dxa"/>
            <w:gridSpan w:val="2"/>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3F680EBA" w14:textId="585AA710" w:rsidR="00C650FA" w:rsidRPr="0042658C" w:rsidRDefault="00C650FA" w:rsidP="00C650FA">
            <w:pPr>
              <w:spacing w:before="70" w:after="0" w:line="232" w:lineRule="auto"/>
              <w:ind w:left="70" w:right="-20"/>
              <w:rPr>
                <w:rFonts w:eastAsia="Arial" w:cstheme="minorHAnsi"/>
                <w:color w:val="000000"/>
              </w:rPr>
            </w:pPr>
            <w:r w:rsidRPr="00514E10">
              <w:t>Lease for legal entities (resident and non-resident)</w:t>
            </w:r>
          </w:p>
        </w:tc>
        <w:tc>
          <w:tcPr>
            <w:tcW w:w="2385"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1609D1BC" w14:textId="3AFF96A8" w:rsidR="00C650FA" w:rsidRPr="0042658C" w:rsidRDefault="00AC465F" w:rsidP="001E5F0B">
            <w:pPr>
              <w:spacing w:before="70" w:after="0" w:line="232" w:lineRule="auto"/>
              <w:ind w:right="-20"/>
              <w:rPr>
                <w:rFonts w:eastAsia="Arial" w:cstheme="minorHAnsi"/>
                <w:color w:val="000000"/>
              </w:rPr>
            </w:pPr>
            <w:r>
              <w:rPr>
                <w:rFonts w:eastAsia="Arial" w:cstheme="minorHAnsi"/>
                <w:color w:val="000000"/>
              </w:rPr>
              <w:t xml:space="preserve">RSD </w:t>
            </w:r>
            <w:r>
              <w:rPr>
                <w:rFonts w:eastAsia="Arial" w:cstheme="minorHAnsi"/>
                <w:color w:val="000000"/>
              </w:rPr>
              <w:t>2</w:t>
            </w:r>
            <w:r>
              <w:rPr>
                <w:rFonts w:eastAsia="Arial" w:cstheme="minorHAnsi"/>
                <w:color w:val="000000"/>
              </w:rPr>
              <w:t>,</w:t>
            </w:r>
            <w:r>
              <w:rPr>
                <w:rFonts w:eastAsia="Arial" w:cstheme="minorHAnsi"/>
                <w:color w:val="000000"/>
                <w:spacing w:val="-1"/>
              </w:rPr>
              <w:t>600</w:t>
            </w:r>
            <w:r>
              <w:rPr>
                <w:rFonts w:eastAsia="Arial" w:cstheme="minorHAnsi"/>
                <w:color w:val="000000"/>
              </w:rPr>
              <w:t>.</w:t>
            </w:r>
            <w:r w:rsidRPr="0042658C">
              <w:rPr>
                <w:rFonts w:eastAsia="Arial" w:cstheme="minorHAnsi"/>
                <w:color w:val="000000"/>
              </w:rPr>
              <w:t>00</w:t>
            </w:r>
          </w:p>
        </w:tc>
        <w:tc>
          <w:tcPr>
            <w:tcW w:w="3264"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11BFDCCF" w14:textId="76AEE86D" w:rsidR="00C650FA" w:rsidRPr="0042658C" w:rsidRDefault="001E5F0B" w:rsidP="001E5F0B">
            <w:pPr>
              <w:spacing w:before="70" w:after="0" w:line="232" w:lineRule="auto"/>
              <w:ind w:right="-20"/>
              <w:rPr>
                <w:rFonts w:eastAsia="Arial" w:cstheme="minorHAnsi"/>
                <w:color w:val="000000"/>
              </w:rPr>
            </w:pPr>
            <w:r>
              <w:rPr>
                <w:rFonts w:eastAsia="Arial" w:cstheme="minorHAnsi"/>
                <w:color w:val="000000"/>
              </w:rPr>
              <w:t xml:space="preserve">RSD </w:t>
            </w:r>
            <w:r w:rsidR="00C650FA" w:rsidRPr="0042658C">
              <w:rPr>
                <w:rFonts w:eastAsia="Arial" w:cstheme="minorHAnsi"/>
                <w:color w:val="000000"/>
              </w:rPr>
              <w:t>2</w:t>
            </w:r>
            <w:r w:rsidR="00C650FA" w:rsidRPr="0042658C">
              <w:rPr>
                <w:rFonts w:eastAsia="Arial" w:cstheme="minorHAnsi"/>
                <w:color w:val="000000"/>
                <w:spacing w:val="-1"/>
              </w:rPr>
              <w:t>3</w:t>
            </w:r>
            <w:r>
              <w:rPr>
                <w:rFonts w:eastAsia="Arial" w:cstheme="minorHAnsi"/>
                <w:color w:val="000000"/>
              </w:rPr>
              <w:t>,</w:t>
            </w:r>
            <w:r w:rsidR="00C650FA" w:rsidRPr="0042658C">
              <w:rPr>
                <w:rFonts w:eastAsia="Arial" w:cstheme="minorHAnsi"/>
                <w:color w:val="000000"/>
                <w:spacing w:val="-1"/>
              </w:rPr>
              <w:t>000</w:t>
            </w:r>
            <w:r>
              <w:rPr>
                <w:rFonts w:eastAsia="Arial" w:cstheme="minorHAnsi"/>
                <w:color w:val="000000"/>
              </w:rPr>
              <w:t>.</w:t>
            </w:r>
            <w:r w:rsidR="00C650FA" w:rsidRPr="0042658C">
              <w:rPr>
                <w:rFonts w:eastAsia="Arial" w:cstheme="minorHAnsi"/>
                <w:color w:val="000000"/>
              </w:rPr>
              <w:t xml:space="preserve">00 </w:t>
            </w:r>
          </w:p>
        </w:tc>
      </w:tr>
      <w:tr w:rsidR="00C650FA" w:rsidRPr="0042658C" w14:paraId="5F822F4F" w14:textId="77777777">
        <w:trPr>
          <w:cantSplit/>
          <w:trHeight w:hRule="exact" w:val="325"/>
        </w:trPr>
        <w:tc>
          <w:tcPr>
            <w:tcW w:w="1101"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343106F0" w14:textId="77777777" w:rsidR="00C650FA" w:rsidRPr="0042658C" w:rsidRDefault="00C650FA" w:rsidP="00C650FA">
            <w:pPr>
              <w:spacing w:before="70" w:after="0" w:line="231" w:lineRule="auto"/>
              <w:ind w:left="504" w:right="-20"/>
              <w:rPr>
                <w:rFonts w:eastAsia="Arial" w:cstheme="minorHAnsi"/>
                <w:b/>
                <w:bCs/>
                <w:color w:val="000000"/>
              </w:rPr>
            </w:pPr>
            <w:r w:rsidRPr="0042658C">
              <w:rPr>
                <w:rFonts w:eastAsia="Arial" w:cstheme="minorHAnsi"/>
                <w:b/>
                <w:bCs/>
                <w:color w:val="000000"/>
              </w:rPr>
              <w:t>2</w:t>
            </w:r>
          </w:p>
        </w:tc>
        <w:tc>
          <w:tcPr>
            <w:tcW w:w="14127" w:type="dxa"/>
            <w:gridSpan w:val="4"/>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57E3F6DC" w14:textId="1C7B6C90" w:rsidR="00C650FA" w:rsidRPr="00C650FA" w:rsidRDefault="00C650FA" w:rsidP="00C650FA">
            <w:pPr>
              <w:spacing w:before="70" w:after="0" w:line="231" w:lineRule="auto"/>
              <w:ind w:left="70" w:right="-20"/>
              <w:rPr>
                <w:rFonts w:eastAsia="Arial" w:cstheme="minorHAnsi"/>
                <w:b/>
                <w:bCs/>
                <w:color w:val="000000"/>
              </w:rPr>
            </w:pPr>
            <w:r w:rsidRPr="00C650FA">
              <w:rPr>
                <w:b/>
                <w:bCs/>
              </w:rPr>
              <w:t>OTHER FEES FROM BUSINESS WITH SAFES</w:t>
            </w:r>
          </w:p>
        </w:tc>
      </w:tr>
      <w:tr w:rsidR="00C650FA" w:rsidRPr="0042658C" w14:paraId="74EFB5AE" w14:textId="77777777" w:rsidTr="00C650FA">
        <w:trPr>
          <w:cantSplit/>
          <w:trHeight w:hRule="exact" w:val="32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05DDE4A" w14:textId="77777777" w:rsidR="00C650FA" w:rsidRPr="0042658C" w:rsidRDefault="00C650FA" w:rsidP="00C650FA">
            <w:pPr>
              <w:spacing w:before="71" w:after="0" w:line="232" w:lineRule="auto"/>
              <w:ind w:left="37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1</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2588A3" w14:textId="1C9330A5" w:rsidR="00C650FA" w:rsidRPr="0042658C" w:rsidRDefault="00C650FA" w:rsidP="00C650FA">
            <w:pPr>
              <w:spacing w:before="71" w:after="0" w:line="232" w:lineRule="auto"/>
              <w:ind w:left="70" w:right="-20"/>
              <w:rPr>
                <w:rFonts w:eastAsia="Arial" w:cstheme="minorHAnsi"/>
                <w:color w:val="000000"/>
              </w:rPr>
            </w:pPr>
            <w:r w:rsidRPr="00514E10">
              <w:t>Safe lock replacement</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6F7A131" w14:textId="3037172F" w:rsidR="00C650FA" w:rsidRPr="0042658C" w:rsidRDefault="00AC465F" w:rsidP="001E5F0B">
            <w:pPr>
              <w:spacing w:before="71" w:after="0" w:line="232" w:lineRule="auto"/>
              <w:ind w:right="-20"/>
              <w:rPr>
                <w:rFonts w:eastAsia="Arial" w:cstheme="minorHAnsi"/>
                <w:color w:val="000000"/>
              </w:rPr>
            </w:pPr>
            <w:r>
              <w:rPr>
                <w:rFonts w:eastAsia="Arial" w:cstheme="minorHAnsi"/>
                <w:color w:val="000000"/>
              </w:rPr>
              <w:t>RSD 500 + EUR 110,00</w:t>
            </w:r>
          </w:p>
        </w:tc>
      </w:tr>
      <w:tr w:rsidR="00C650FA" w:rsidRPr="0042658C" w14:paraId="7CD4F345" w14:textId="77777777" w:rsidTr="00C650FA">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B19CF18" w14:textId="77777777" w:rsidR="00C650FA" w:rsidRPr="0042658C" w:rsidRDefault="00C650FA" w:rsidP="00C650FA">
            <w:pPr>
              <w:spacing w:before="70" w:after="0" w:line="232" w:lineRule="auto"/>
              <w:ind w:left="37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2</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82AA15D" w14:textId="70AD5A7D" w:rsidR="00C650FA" w:rsidRPr="0042658C" w:rsidRDefault="00C650FA" w:rsidP="00C650FA">
            <w:pPr>
              <w:spacing w:before="70" w:after="0" w:line="232" w:lineRule="auto"/>
              <w:ind w:left="70" w:right="-20"/>
              <w:rPr>
                <w:rFonts w:eastAsia="Arial" w:cstheme="minorHAnsi"/>
                <w:color w:val="000000"/>
              </w:rPr>
            </w:pPr>
            <w:r w:rsidRPr="00514E10">
              <w:t>Commission opening the safe and installing a new lock</w:t>
            </w:r>
          </w:p>
        </w:tc>
        <w:tc>
          <w:tcPr>
            <w:tcW w:w="5649"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67D37DD" w14:textId="6C5E433A" w:rsidR="00C650FA" w:rsidRPr="0042658C" w:rsidRDefault="00AC465F" w:rsidP="001E5F0B">
            <w:pPr>
              <w:spacing w:before="70" w:after="0" w:line="232" w:lineRule="auto"/>
              <w:ind w:right="-20"/>
              <w:rPr>
                <w:rFonts w:eastAsia="Arial" w:cstheme="minorHAnsi"/>
                <w:color w:val="000000"/>
              </w:rPr>
            </w:pPr>
            <w:r>
              <w:rPr>
                <w:rFonts w:eastAsia="Arial" w:cstheme="minorHAnsi"/>
                <w:color w:val="000000"/>
              </w:rPr>
              <w:t>RSD 500 + EUR 1</w:t>
            </w:r>
            <w:r>
              <w:rPr>
                <w:rFonts w:eastAsia="Arial" w:cstheme="minorHAnsi"/>
                <w:color w:val="000000"/>
              </w:rPr>
              <w:t>22</w:t>
            </w:r>
            <w:r>
              <w:rPr>
                <w:rFonts w:eastAsia="Arial" w:cstheme="minorHAnsi"/>
                <w:color w:val="000000"/>
              </w:rPr>
              <w:t>,00</w:t>
            </w:r>
          </w:p>
        </w:tc>
      </w:tr>
      <w:tr w:rsidR="00C650FA" w:rsidRPr="0042658C" w14:paraId="39425AB6" w14:textId="77777777" w:rsidTr="00C650FA">
        <w:trPr>
          <w:cantSplit/>
          <w:trHeight w:hRule="exact" w:val="328"/>
        </w:trPr>
        <w:tc>
          <w:tcPr>
            <w:tcW w:w="1101"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1085A40B" w14:textId="77777777" w:rsidR="00C650FA" w:rsidRPr="0042658C" w:rsidRDefault="00C650FA" w:rsidP="00C650FA">
            <w:pPr>
              <w:spacing w:before="70" w:after="0" w:line="234" w:lineRule="auto"/>
              <w:ind w:left="374" w:right="-20"/>
              <w:rPr>
                <w:rFonts w:eastAsia="Arial" w:cstheme="minorHAnsi"/>
                <w:color w:val="000000"/>
              </w:rPr>
            </w:pPr>
            <w:r w:rsidRPr="0042658C">
              <w:rPr>
                <w:rFonts w:eastAsia="Arial" w:cstheme="minorHAnsi"/>
                <w:color w:val="000000"/>
              </w:rPr>
              <w:t>2.</w:t>
            </w:r>
            <w:r w:rsidRPr="0042658C">
              <w:rPr>
                <w:rFonts w:eastAsia="Arial" w:cstheme="minorHAnsi"/>
                <w:color w:val="000000"/>
                <w:spacing w:val="-1"/>
              </w:rPr>
              <w:t>3</w:t>
            </w:r>
            <w:r w:rsidRPr="0042658C">
              <w:rPr>
                <w:rFonts w:eastAsia="Arial" w:cstheme="minorHAnsi"/>
                <w:color w:val="000000"/>
              </w:rPr>
              <w:t>.</w:t>
            </w:r>
          </w:p>
        </w:tc>
        <w:tc>
          <w:tcPr>
            <w:tcW w:w="8478" w:type="dxa"/>
            <w:gridSpan w:val="2"/>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71F2E4C7" w14:textId="41ED14F5" w:rsidR="00C650FA" w:rsidRPr="0042658C" w:rsidRDefault="00C650FA" w:rsidP="00C650FA">
            <w:pPr>
              <w:spacing w:before="70" w:after="0" w:line="234" w:lineRule="auto"/>
              <w:ind w:left="70" w:right="-20"/>
              <w:rPr>
                <w:rFonts w:eastAsia="Arial" w:cstheme="minorHAnsi"/>
                <w:color w:val="000000"/>
              </w:rPr>
            </w:pPr>
            <w:r w:rsidRPr="00514E10">
              <w:t>Opening the safe by court decision</w:t>
            </w:r>
          </w:p>
        </w:tc>
        <w:tc>
          <w:tcPr>
            <w:tcW w:w="5649" w:type="dxa"/>
            <w:gridSpan w:val="2"/>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0E3F9BA2" w14:textId="37A184EC" w:rsidR="00C650FA" w:rsidRPr="0042658C" w:rsidRDefault="00AC465F" w:rsidP="001E5F0B">
            <w:pPr>
              <w:spacing w:before="70" w:after="0" w:line="234" w:lineRule="auto"/>
              <w:ind w:right="-20"/>
              <w:rPr>
                <w:rFonts w:eastAsia="Arial" w:cstheme="minorHAnsi"/>
                <w:color w:val="000000"/>
              </w:rPr>
            </w:pPr>
            <w:r>
              <w:rPr>
                <w:rFonts w:eastAsia="Arial" w:cstheme="minorHAnsi"/>
                <w:color w:val="000000"/>
              </w:rPr>
              <w:t>RSD 500 + EUR 122,00</w:t>
            </w:r>
            <w:r>
              <w:rPr>
                <w:rFonts w:eastAsia="Arial" w:cstheme="minorHAnsi"/>
                <w:color w:val="000000"/>
              </w:rPr>
              <w:t xml:space="preserve"> + court expenses</w:t>
            </w:r>
          </w:p>
        </w:tc>
      </w:tr>
      <w:tr w:rsidR="00C650FA" w:rsidRPr="0042658C" w14:paraId="1B26F949" w14:textId="77777777">
        <w:trPr>
          <w:cantSplit/>
          <w:trHeight w:hRule="exact" w:val="325"/>
        </w:trPr>
        <w:tc>
          <w:tcPr>
            <w:tcW w:w="1101"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419ECF2F" w14:textId="77777777" w:rsidR="00C650FA" w:rsidRPr="0042658C" w:rsidRDefault="00C650FA" w:rsidP="00C650FA">
            <w:pPr>
              <w:spacing w:before="67" w:after="0" w:line="233" w:lineRule="auto"/>
              <w:ind w:left="504" w:right="-20"/>
              <w:rPr>
                <w:rFonts w:eastAsia="Arial" w:cstheme="minorHAnsi"/>
                <w:b/>
                <w:bCs/>
                <w:color w:val="000000"/>
              </w:rPr>
            </w:pPr>
            <w:r w:rsidRPr="0042658C">
              <w:rPr>
                <w:rFonts w:eastAsia="Arial" w:cstheme="minorHAnsi"/>
                <w:b/>
                <w:bCs/>
                <w:color w:val="000000"/>
              </w:rPr>
              <w:t>3</w:t>
            </w:r>
          </w:p>
        </w:tc>
        <w:tc>
          <w:tcPr>
            <w:tcW w:w="14127" w:type="dxa"/>
            <w:gridSpan w:val="4"/>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047F1A77" w14:textId="10B33A68" w:rsidR="00C650FA" w:rsidRPr="00C650FA" w:rsidRDefault="00C650FA" w:rsidP="00C650FA">
            <w:pPr>
              <w:spacing w:before="67" w:after="0" w:line="233" w:lineRule="auto"/>
              <w:ind w:left="70" w:right="-20"/>
              <w:rPr>
                <w:rFonts w:eastAsia="Arial" w:cstheme="minorHAnsi"/>
                <w:b/>
                <w:bCs/>
                <w:color w:val="000000"/>
              </w:rPr>
            </w:pPr>
            <w:r w:rsidRPr="00C650FA">
              <w:rPr>
                <w:b/>
                <w:bCs/>
              </w:rPr>
              <w:t>STORAGE</w:t>
            </w:r>
          </w:p>
        </w:tc>
      </w:tr>
      <w:tr w:rsidR="00C650FA" w:rsidRPr="0042658C" w14:paraId="1CFE035A" w14:textId="77777777" w:rsidTr="00C650FA">
        <w:trPr>
          <w:cantSplit/>
          <w:trHeight w:hRule="exact" w:val="32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13625E2" w14:textId="77777777" w:rsidR="00C650FA" w:rsidRPr="0042658C" w:rsidRDefault="00C650FA" w:rsidP="00C650FA">
            <w:pPr>
              <w:spacing w:before="68" w:after="0" w:line="234"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1</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5582A10" w14:textId="1F941459" w:rsidR="00C650FA" w:rsidRPr="0042658C" w:rsidRDefault="00C650FA" w:rsidP="00C650FA">
            <w:pPr>
              <w:spacing w:before="68" w:after="0" w:line="234" w:lineRule="auto"/>
              <w:ind w:left="70" w:right="-20"/>
              <w:rPr>
                <w:rFonts w:eastAsia="Arial" w:cstheme="minorHAnsi"/>
                <w:color w:val="000000"/>
              </w:rPr>
            </w:pPr>
            <w:r w:rsidRPr="00514E10">
              <w:t xml:space="preserve">Open </w:t>
            </w:r>
            <w:r w:rsidR="001E5F0B">
              <w:t>storage</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2529549" w14:textId="6A3133D8" w:rsidR="00C650FA" w:rsidRPr="0042658C" w:rsidRDefault="00AC465F" w:rsidP="001E5F0B">
            <w:pPr>
              <w:spacing w:before="68" w:after="0" w:line="234" w:lineRule="auto"/>
              <w:ind w:right="-20"/>
              <w:rPr>
                <w:rFonts w:eastAsia="Arial" w:cstheme="minorHAnsi"/>
                <w:color w:val="000000"/>
              </w:rPr>
            </w:pPr>
            <w:r>
              <w:rPr>
                <w:rFonts w:eastAsia="Arial" w:cstheme="minorHAnsi"/>
                <w:color w:val="000000"/>
              </w:rPr>
              <w:t>0,10% monthly</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535D375" w14:textId="47B6B963" w:rsidR="00C650FA" w:rsidRPr="0042658C" w:rsidRDefault="00C650FA" w:rsidP="001E5F0B">
            <w:pPr>
              <w:spacing w:before="68" w:after="0" w:line="234" w:lineRule="auto"/>
              <w:ind w:right="-20"/>
              <w:rPr>
                <w:rFonts w:eastAsia="Arial" w:cstheme="minorHAnsi"/>
                <w:color w:val="000000"/>
              </w:rPr>
            </w:pPr>
            <w:r w:rsidRPr="0042658C">
              <w:rPr>
                <w:rFonts w:eastAsia="Arial" w:cstheme="minorHAnsi"/>
                <w:color w:val="000000"/>
              </w:rPr>
              <w:t>min</w:t>
            </w:r>
            <w:r w:rsidRPr="0042658C">
              <w:rPr>
                <w:rFonts w:eastAsia="Arial" w:cstheme="minorHAnsi"/>
                <w:color w:val="000000"/>
                <w:spacing w:val="-1"/>
              </w:rPr>
              <w:t xml:space="preserve"> </w:t>
            </w:r>
            <w:r w:rsidR="001E5F0B">
              <w:rPr>
                <w:rFonts w:eastAsia="Arial" w:cstheme="minorHAnsi"/>
                <w:color w:val="000000"/>
                <w:spacing w:val="-1"/>
              </w:rPr>
              <w:t xml:space="preserve">RSD </w:t>
            </w:r>
            <w:r w:rsidRPr="0042658C">
              <w:rPr>
                <w:rFonts w:eastAsia="Arial" w:cstheme="minorHAnsi"/>
                <w:color w:val="000000"/>
              </w:rPr>
              <w:t>2</w:t>
            </w:r>
            <w:r w:rsidRPr="0042658C">
              <w:rPr>
                <w:rFonts w:eastAsia="Arial" w:cstheme="minorHAnsi"/>
                <w:color w:val="000000"/>
                <w:spacing w:val="-1"/>
              </w:rPr>
              <w:t>00</w:t>
            </w:r>
            <w:r w:rsidR="001E5F0B">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C650FA" w:rsidRPr="0042658C" w14:paraId="554252F5" w14:textId="77777777" w:rsidTr="001E5F0B">
        <w:trPr>
          <w:cantSplit/>
          <w:trHeight w:hRule="exact" w:val="559"/>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7D350FC" w14:textId="77777777" w:rsidR="00C650FA" w:rsidRPr="0042658C" w:rsidRDefault="00C650FA" w:rsidP="00C650FA">
            <w:pPr>
              <w:spacing w:before="68" w:after="0" w:line="234"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2</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0D6C3B6" w14:textId="702D668C" w:rsidR="00C650FA" w:rsidRPr="0042658C" w:rsidRDefault="00C650FA" w:rsidP="00C650FA">
            <w:pPr>
              <w:spacing w:before="68" w:after="0" w:line="234" w:lineRule="auto"/>
              <w:ind w:left="70" w:right="-20"/>
              <w:rPr>
                <w:rFonts w:eastAsia="Arial" w:cstheme="minorHAnsi"/>
                <w:color w:val="000000"/>
              </w:rPr>
            </w:pPr>
            <w:r w:rsidRPr="00514E10">
              <w:t xml:space="preserve">Closed </w:t>
            </w:r>
            <w:r w:rsidR="001E5F0B">
              <w:t>storage</w:t>
            </w:r>
            <w:r w:rsidRPr="00514E10">
              <w:t xml:space="preserve"> with value mark</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A1F1A19" w14:textId="052E8C72" w:rsidR="00C650FA" w:rsidRPr="0042658C" w:rsidRDefault="001A1A98" w:rsidP="001E5F0B">
            <w:pPr>
              <w:spacing w:before="68" w:after="0" w:line="234" w:lineRule="auto"/>
              <w:ind w:right="-20"/>
              <w:rPr>
                <w:rFonts w:eastAsia="Arial" w:cstheme="minorHAnsi"/>
                <w:color w:val="000000"/>
              </w:rPr>
            </w:pPr>
            <w:r>
              <w:rPr>
                <w:rFonts w:eastAsia="Arial" w:cstheme="minorHAnsi"/>
                <w:color w:val="000000"/>
              </w:rPr>
              <w:t>0,1</w:t>
            </w:r>
            <w:r>
              <w:rPr>
                <w:rFonts w:eastAsia="Arial" w:cstheme="minorHAnsi"/>
                <w:color w:val="000000"/>
              </w:rPr>
              <w:t>5</w:t>
            </w:r>
            <w:r>
              <w:rPr>
                <w:rFonts w:eastAsia="Arial" w:cstheme="minorHAnsi"/>
                <w:color w:val="000000"/>
              </w:rPr>
              <w:t>% monthly</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6390A07" w14:textId="6CA855AD" w:rsidR="00C650FA" w:rsidRPr="0042658C" w:rsidRDefault="00C650FA" w:rsidP="001E5F0B">
            <w:pPr>
              <w:spacing w:before="68" w:after="0" w:line="234" w:lineRule="auto"/>
              <w:ind w:right="-20"/>
              <w:rPr>
                <w:rFonts w:eastAsia="Arial" w:cstheme="minorHAnsi"/>
                <w:color w:val="000000"/>
              </w:rPr>
            </w:pPr>
            <w:r w:rsidRPr="0042658C">
              <w:rPr>
                <w:rFonts w:eastAsia="Arial" w:cstheme="minorHAnsi"/>
                <w:color w:val="000000"/>
              </w:rPr>
              <w:t>min</w:t>
            </w:r>
            <w:r w:rsidRPr="0042658C">
              <w:rPr>
                <w:rFonts w:eastAsia="Arial" w:cstheme="minorHAnsi"/>
                <w:color w:val="000000"/>
                <w:spacing w:val="-1"/>
              </w:rPr>
              <w:t xml:space="preserve"> </w:t>
            </w:r>
            <w:r w:rsidR="001E5F0B">
              <w:rPr>
                <w:rFonts w:eastAsia="Arial" w:cstheme="minorHAnsi"/>
                <w:color w:val="000000"/>
                <w:spacing w:val="-1"/>
              </w:rPr>
              <w:t xml:space="preserve">RSD </w:t>
            </w:r>
            <w:r w:rsidRPr="0042658C">
              <w:rPr>
                <w:rFonts w:eastAsia="Arial" w:cstheme="minorHAnsi"/>
                <w:color w:val="000000"/>
              </w:rPr>
              <w:t>2</w:t>
            </w:r>
            <w:r w:rsidRPr="0042658C">
              <w:rPr>
                <w:rFonts w:eastAsia="Arial" w:cstheme="minorHAnsi"/>
                <w:color w:val="000000"/>
                <w:spacing w:val="-1"/>
              </w:rPr>
              <w:t>50</w:t>
            </w:r>
            <w:r w:rsidR="001E5F0B">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C650FA" w:rsidRPr="0042658C" w14:paraId="17EAB750" w14:textId="77777777" w:rsidTr="001E5F0B">
        <w:trPr>
          <w:cantSplit/>
          <w:trHeight w:hRule="exact" w:val="550"/>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C75657B" w14:textId="77777777" w:rsidR="00C650FA" w:rsidRPr="0042658C" w:rsidRDefault="00C650FA" w:rsidP="00C650FA">
            <w:pPr>
              <w:spacing w:before="67" w:after="0" w:line="234"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3</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EC30FC6" w14:textId="6DB0E5B6" w:rsidR="00C650FA" w:rsidRPr="0042658C" w:rsidRDefault="00C650FA" w:rsidP="00C650FA">
            <w:pPr>
              <w:spacing w:before="67" w:after="0" w:line="234" w:lineRule="auto"/>
              <w:ind w:left="70" w:right="-20"/>
              <w:rPr>
                <w:rFonts w:eastAsia="Arial" w:cstheme="minorHAnsi"/>
                <w:color w:val="000000"/>
              </w:rPr>
            </w:pPr>
            <w:r w:rsidRPr="00514E10">
              <w:t xml:space="preserve">Closed </w:t>
            </w:r>
            <w:r w:rsidR="001E5F0B">
              <w:t>storage</w:t>
            </w:r>
            <w:r w:rsidRPr="00514E10">
              <w:t xml:space="preserve"> without value mark</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C4114F1" w14:textId="7D0EF3CB" w:rsidR="00C650FA" w:rsidRPr="0042658C" w:rsidRDefault="001A1A98" w:rsidP="001E5F0B">
            <w:pPr>
              <w:spacing w:before="67" w:after="0" w:line="234" w:lineRule="auto"/>
              <w:ind w:right="-20"/>
              <w:rPr>
                <w:rFonts w:eastAsia="Arial" w:cstheme="minorHAnsi"/>
                <w:color w:val="000000"/>
              </w:rPr>
            </w:pPr>
            <w:r>
              <w:t>monthly</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7CD3EAF" w14:textId="08E146BA" w:rsidR="00C650FA" w:rsidRPr="0042658C" w:rsidRDefault="001E5F0B" w:rsidP="001E5F0B">
            <w:pPr>
              <w:spacing w:before="67" w:after="0" w:line="234" w:lineRule="auto"/>
              <w:ind w:right="-20"/>
              <w:rPr>
                <w:rFonts w:eastAsia="Arial" w:cstheme="minorHAnsi"/>
                <w:color w:val="000000"/>
              </w:rPr>
            </w:pPr>
            <w:r>
              <w:rPr>
                <w:rFonts w:eastAsia="Arial" w:cstheme="minorHAnsi"/>
                <w:color w:val="000000"/>
              </w:rPr>
              <w:t xml:space="preserve">RSD </w:t>
            </w:r>
            <w:r w:rsidR="00C650FA" w:rsidRPr="0042658C">
              <w:rPr>
                <w:rFonts w:eastAsia="Arial" w:cstheme="minorHAnsi"/>
                <w:color w:val="000000"/>
              </w:rPr>
              <w:t>5</w:t>
            </w:r>
            <w:r w:rsidR="00C650FA" w:rsidRPr="0042658C">
              <w:rPr>
                <w:rFonts w:eastAsia="Arial" w:cstheme="minorHAnsi"/>
                <w:color w:val="000000"/>
                <w:spacing w:val="-1"/>
              </w:rPr>
              <w:t>00</w:t>
            </w:r>
            <w:r>
              <w:rPr>
                <w:rFonts w:eastAsia="Arial" w:cstheme="minorHAnsi"/>
                <w:color w:val="000000"/>
              </w:rPr>
              <w:t>.</w:t>
            </w:r>
            <w:r w:rsidR="00C650FA" w:rsidRPr="0042658C">
              <w:rPr>
                <w:rFonts w:eastAsia="Arial" w:cstheme="minorHAnsi"/>
                <w:color w:val="000000"/>
                <w:spacing w:val="-1"/>
              </w:rPr>
              <w:t>0</w:t>
            </w:r>
            <w:r w:rsidR="00C650FA" w:rsidRPr="0042658C">
              <w:rPr>
                <w:rFonts w:eastAsia="Arial" w:cstheme="minorHAnsi"/>
                <w:color w:val="000000"/>
              </w:rPr>
              <w:t xml:space="preserve">0 </w:t>
            </w:r>
          </w:p>
        </w:tc>
      </w:tr>
      <w:tr w:rsidR="00C650FA" w:rsidRPr="0042658C" w14:paraId="5EE5CA8B" w14:textId="77777777" w:rsidTr="00C650FA">
        <w:trPr>
          <w:cantSplit/>
          <w:trHeight w:hRule="exact" w:val="32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228735BB" w14:textId="77777777" w:rsidR="00C650FA" w:rsidRPr="0042658C" w:rsidRDefault="00C650FA" w:rsidP="00C650FA">
            <w:pPr>
              <w:spacing w:before="67" w:after="0" w:line="234"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4</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8250D38" w14:textId="1C422ED9" w:rsidR="00C650FA" w:rsidRPr="0042658C" w:rsidRDefault="00C650FA" w:rsidP="00C650FA">
            <w:pPr>
              <w:spacing w:before="67" w:after="0" w:line="234" w:lineRule="auto"/>
              <w:ind w:left="70" w:right="-20"/>
              <w:rPr>
                <w:rFonts w:eastAsia="Arial" w:cstheme="minorHAnsi"/>
                <w:color w:val="000000"/>
              </w:rPr>
            </w:pPr>
            <w:r w:rsidRPr="00514E10">
              <w:t>Sealed envelopes with spare keys</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078DF5C" w14:textId="59E33B0E" w:rsidR="00C650FA" w:rsidRPr="0042658C" w:rsidRDefault="001A1A98" w:rsidP="001E5F0B">
            <w:pPr>
              <w:spacing w:before="67" w:after="0" w:line="234" w:lineRule="auto"/>
              <w:ind w:right="-20"/>
              <w:rPr>
                <w:rFonts w:eastAsia="Arial" w:cstheme="minorHAnsi"/>
                <w:color w:val="000000"/>
              </w:rPr>
            </w:pPr>
            <w:r>
              <w:rPr>
                <w:rFonts w:eastAsia="Arial" w:cstheme="minorHAnsi"/>
                <w:color w:val="000000"/>
              </w:rPr>
              <w:t>monthly per storage</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81D80DF" w14:textId="7A392E2B" w:rsidR="00C650FA" w:rsidRPr="0042658C" w:rsidRDefault="001E5F0B" w:rsidP="001E5F0B">
            <w:pPr>
              <w:spacing w:before="67" w:after="0" w:line="234" w:lineRule="auto"/>
              <w:ind w:right="-20"/>
              <w:rPr>
                <w:rFonts w:eastAsia="Arial" w:cstheme="minorHAnsi"/>
                <w:color w:val="000000"/>
              </w:rPr>
            </w:pPr>
            <w:r>
              <w:rPr>
                <w:rFonts w:eastAsia="Arial" w:cstheme="minorHAnsi"/>
                <w:color w:val="000000"/>
              </w:rPr>
              <w:t xml:space="preserve">RSD </w:t>
            </w:r>
            <w:r w:rsidR="00C650FA" w:rsidRPr="0042658C">
              <w:rPr>
                <w:rFonts w:eastAsia="Arial" w:cstheme="minorHAnsi"/>
                <w:color w:val="000000"/>
              </w:rPr>
              <w:t>1</w:t>
            </w:r>
            <w:r w:rsidR="00C650FA" w:rsidRPr="0042658C">
              <w:rPr>
                <w:rFonts w:eastAsia="Arial" w:cstheme="minorHAnsi"/>
                <w:color w:val="000000"/>
                <w:spacing w:val="-1"/>
              </w:rPr>
              <w:t>00</w:t>
            </w:r>
            <w:r>
              <w:rPr>
                <w:rFonts w:eastAsia="Arial" w:cstheme="minorHAnsi"/>
                <w:color w:val="000000"/>
              </w:rPr>
              <w:t>.</w:t>
            </w:r>
            <w:r w:rsidR="00C650FA" w:rsidRPr="0042658C">
              <w:rPr>
                <w:rFonts w:eastAsia="Arial" w:cstheme="minorHAnsi"/>
                <w:color w:val="000000"/>
                <w:spacing w:val="-1"/>
              </w:rPr>
              <w:t>0</w:t>
            </w:r>
            <w:r w:rsidR="00C650FA" w:rsidRPr="0042658C">
              <w:rPr>
                <w:rFonts w:eastAsia="Arial" w:cstheme="minorHAnsi"/>
                <w:color w:val="000000"/>
              </w:rPr>
              <w:t xml:space="preserve">0 </w:t>
            </w:r>
          </w:p>
        </w:tc>
      </w:tr>
      <w:tr w:rsidR="00C650FA" w:rsidRPr="0042658C" w14:paraId="0F4BDF2D" w14:textId="77777777" w:rsidTr="00C650FA">
        <w:trPr>
          <w:cantSplit/>
          <w:trHeight w:hRule="exact" w:val="66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0983281" w14:textId="77777777" w:rsidR="00C650FA" w:rsidRPr="0042658C" w:rsidRDefault="00C650FA" w:rsidP="00C650FA">
            <w:pPr>
              <w:spacing w:before="70" w:after="0" w:line="232"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5</w:t>
            </w:r>
            <w:r w:rsidRPr="0042658C">
              <w:rPr>
                <w:rFonts w:eastAsia="Arial" w:cstheme="minorHAnsi"/>
                <w:color w:val="000000"/>
              </w:rPr>
              <w:t>.</w:t>
            </w:r>
          </w:p>
        </w:tc>
        <w:tc>
          <w:tcPr>
            <w:tcW w:w="8478"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9D649F1" w14:textId="10182EFC" w:rsidR="00C650FA" w:rsidRPr="0042658C" w:rsidRDefault="00C650FA" w:rsidP="00C650FA">
            <w:pPr>
              <w:spacing w:before="70" w:after="0" w:line="232" w:lineRule="auto"/>
              <w:ind w:left="70" w:right="-20"/>
              <w:rPr>
                <w:rFonts w:eastAsia="Arial" w:cstheme="minorHAnsi"/>
                <w:color w:val="000000"/>
              </w:rPr>
            </w:pPr>
            <w:r w:rsidRPr="00514E10">
              <w:t>Storage of effective foreign money</w:t>
            </w:r>
          </w:p>
        </w:tc>
        <w:tc>
          <w:tcPr>
            <w:tcW w:w="238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CDF7C8B" w14:textId="54786D5B" w:rsidR="00C650FA" w:rsidRPr="0042658C" w:rsidRDefault="001A1A98" w:rsidP="00C650FA">
            <w:pPr>
              <w:spacing w:before="70" w:after="0" w:line="232" w:lineRule="auto"/>
              <w:ind w:right="-20"/>
              <w:rPr>
                <w:rFonts w:eastAsia="Arial" w:cstheme="minorHAnsi"/>
                <w:color w:val="000000"/>
              </w:rPr>
            </w:pPr>
            <w:r>
              <w:rPr>
                <w:rFonts w:eastAsia="Arial" w:cstheme="minorHAnsi"/>
                <w:color w:val="000000"/>
              </w:rPr>
              <w:t>0,</w:t>
            </w:r>
            <w:r>
              <w:rPr>
                <w:rFonts w:eastAsia="Arial" w:cstheme="minorHAnsi"/>
                <w:color w:val="000000"/>
              </w:rPr>
              <w:t>20</w:t>
            </w:r>
            <w:r>
              <w:rPr>
                <w:rFonts w:eastAsia="Arial" w:cstheme="minorHAnsi"/>
                <w:color w:val="000000"/>
              </w:rPr>
              <w:t>% monthly</w:t>
            </w:r>
          </w:p>
        </w:tc>
        <w:tc>
          <w:tcPr>
            <w:tcW w:w="3264"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4B999BD" w14:textId="06A10920" w:rsidR="00C650FA" w:rsidRPr="0042658C" w:rsidRDefault="00C650FA" w:rsidP="001E5F0B">
            <w:pPr>
              <w:spacing w:before="70" w:after="0" w:line="232" w:lineRule="auto"/>
              <w:ind w:right="-20"/>
              <w:rPr>
                <w:rFonts w:eastAsia="Arial" w:cstheme="minorHAnsi"/>
                <w:color w:val="000000"/>
              </w:rPr>
            </w:pPr>
            <w:r w:rsidRPr="0042658C">
              <w:rPr>
                <w:rFonts w:eastAsia="Arial" w:cstheme="minorHAnsi"/>
                <w:color w:val="000000"/>
              </w:rPr>
              <w:t>min</w:t>
            </w:r>
            <w:r w:rsidRPr="0042658C">
              <w:rPr>
                <w:rFonts w:eastAsia="Arial" w:cstheme="minorHAnsi"/>
                <w:color w:val="000000"/>
                <w:spacing w:val="-1"/>
              </w:rPr>
              <w:t xml:space="preserve"> </w:t>
            </w:r>
            <w:r w:rsidR="001E5F0B">
              <w:rPr>
                <w:rFonts w:eastAsia="Arial" w:cstheme="minorHAnsi"/>
                <w:color w:val="000000"/>
                <w:spacing w:val="-1"/>
              </w:rPr>
              <w:t xml:space="preserve">RSD </w:t>
            </w:r>
            <w:r w:rsidRPr="0042658C">
              <w:rPr>
                <w:rFonts w:eastAsia="Arial" w:cstheme="minorHAnsi"/>
                <w:color w:val="000000"/>
              </w:rPr>
              <w:t>2</w:t>
            </w:r>
            <w:r w:rsidRPr="0042658C">
              <w:rPr>
                <w:rFonts w:eastAsia="Arial" w:cstheme="minorHAnsi"/>
                <w:color w:val="000000"/>
                <w:spacing w:val="-1"/>
              </w:rPr>
              <w:t>00</w:t>
            </w:r>
            <w:r w:rsidR="001E5F0B">
              <w:rPr>
                <w:rFonts w:eastAsia="Arial" w:cstheme="minorHAnsi"/>
                <w:color w:val="000000"/>
              </w:rPr>
              <w:t>.</w:t>
            </w:r>
            <w:r w:rsidRPr="0042658C">
              <w:rPr>
                <w:rFonts w:eastAsia="Arial" w:cstheme="minorHAnsi"/>
                <w:color w:val="000000"/>
                <w:spacing w:val="-1"/>
              </w:rPr>
              <w:t>0</w:t>
            </w:r>
            <w:r w:rsidRPr="0042658C">
              <w:rPr>
                <w:rFonts w:eastAsia="Arial" w:cstheme="minorHAnsi"/>
                <w:color w:val="000000"/>
              </w:rPr>
              <w:t xml:space="preserve">0 </w:t>
            </w:r>
          </w:p>
        </w:tc>
      </w:tr>
      <w:tr w:rsidR="00C650FA" w:rsidRPr="0042658C" w14:paraId="0EF5429C" w14:textId="77777777" w:rsidTr="001E5F0B">
        <w:trPr>
          <w:cantSplit/>
          <w:trHeight w:hRule="exact" w:val="622"/>
        </w:trPr>
        <w:tc>
          <w:tcPr>
            <w:tcW w:w="1101"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6CBD6A08" w14:textId="77777777" w:rsidR="00C650FA" w:rsidRPr="0042658C" w:rsidRDefault="00C650FA" w:rsidP="00C650FA">
            <w:pPr>
              <w:spacing w:before="70" w:after="0" w:line="232" w:lineRule="auto"/>
              <w:ind w:left="374" w:right="-20"/>
              <w:rPr>
                <w:rFonts w:eastAsia="Arial" w:cstheme="minorHAnsi"/>
                <w:color w:val="000000"/>
              </w:rPr>
            </w:pPr>
            <w:r w:rsidRPr="0042658C">
              <w:rPr>
                <w:rFonts w:eastAsia="Arial" w:cstheme="minorHAnsi"/>
                <w:color w:val="000000"/>
              </w:rPr>
              <w:t>3.</w:t>
            </w:r>
            <w:r w:rsidRPr="0042658C">
              <w:rPr>
                <w:rFonts w:eastAsia="Arial" w:cstheme="minorHAnsi"/>
                <w:color w:val="000000"/>
                <w:spacing w:val="-1"/>
              </w:rPr>
              <w:t>6</w:t>
            </w:r>
            <w:r w:rsidRPr="0042658C">
              <w:rPr>
                <w:rFonts w:eastAsia="Arial" w:cstheme="minorHAnsi"/>
                <w:color w:val="000000"/>
              </w:rPr>
              <w:t>.</w:t>
            </w:r>
          </w:p>
        </w:tc>
        <w:tc>
          <w:tcPr>
            <w:tcW w:w="8478" w:type="dxa"/>
            <w:gridSpan w:val="2"/>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3999A6F3" w14:textId="583E04C7" w:rsidR="00C650FA" w:rsidRPr="0042658C" w:rsidRDefault="00C650FA" w:rsidP="00C650FA">
            <w:pPr>
              <w:spacing w:before="70" w:after="0" w:line="232" w:lineRule="auto"/>
              <w:ind w:left="70" w:right="-20"/>
              <w:rPr>
                <w:rFonts w:eastAsia="Arial" w:cstheme="minorHAnsi"/>
                <w:color w:val="000000"/>
              </w:rPr>
            </w:pPr>
            <w:r w:rsidRPr="00514E10">
              <w:t xml:space="preserve">Special </w:t>
            </w:r>
            <w:r w:rsidR="001E5F0B">
              <w:t>storage</w:t>
            </w:r>
            <w:r w:rsidRPr="00514E10">
              <w:t xml:space="preserve"> with valuables</w:t>
            </w:r>
          </w:p>
        </w:tc>
        <w:tc>
          <w:tcPr>
            <w:tcW w:w="2385"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56A67D6F" w14:textId="217255D5" w:rsidR="00C650FA" w:rsidRPr="0042658C" w:rsidRDefault="001A1A98" w:rsidP="001E5F0B">
            <w:pPr>
              <w:spacing w:before="70" w:after="0" w:line="232" w:lineRule="auto"/>
              <w:ind w:right="-20"/>
              <w:rPr>
                <w:rFonts w:eastAsia="Arial" w:cstheme="minorHAnsi"/>
                <w:color w:val="000000"/>
              </w:rPr>
            </w:pPr>
            <w:r>
              <w:t>per agreement</w:t>
            </w:r>
          </w:p>
        </w:tc>
        <w:tc>
          <w:tcPr>
            <w:tcW w:w="3264" w:type="dxa"/>
            <w:tcBorders>
              <w:top w:val="single" w:sz="7" w:space="0" w:color="000000"/>
              <w:left w:val="single" w:sz="7" w:space="0" w:color="000000"/>
              <w:bottom w:val="single" w:sz="17" w:space="0" w:color="F5D2D4"/>
              <w:right w:val="single" w:sz="7" w:space="0" w:color="000000"/>
            </w:tcBorders>
            <w:tcMar>
              <w:top w:w="0" w:type="dxa"/>
              <w:left w:w="0" w:type="dxa"/>
              <w:bottom w:w="0" w:type="dxa"/>
              <w:right w:w="0" w:type="dxa"/>
            </w:tcMar>
          </w:tcPr>
          <w:p w14:paraId="4C26FE44" w14:textId="2CE2600A" w:rsidR="00C650FA" w:rsidRPr="0042658C" w:rsidRDefault="00C650FA" w:rsidP="001E5F0B">
            <w:pPr>
              <w:spacing w:before="70" w:after="0" w:line="232" w:lineRule="auto"/>
              <w:ind w:right="-20"/>
              <w:rPr>
                <w:rFonts w:eastAsia="Arial" w:cstheme="minorHAnsi"/>
                <w:color w:val="000000"/>
              </w:rPr>
            </w:pPr>
            <w:r w:rsidRPr="0042658C">
              <w:rPr>
                <w:rFonts w:eastAsia="Arial" w:cstheme="minorHAnsi"/>
                <w:color w:val="000000"/>
              </w:rPr>
              <w:t>min</w:t>
            </w:r>
            <w:r w:rsidRPr="0042658C">
              <w:rPr>
                <w:rFonts w:eastAsia="Arial" w:cstheme="minorHAnsi"/>
                <w:color w:val="000000"/>
                <w:spacing w:val="-1"/>
              </w:rPr>
              <w:t xml:space="preserve"> </w:t>
            </w:r>
            <w:r w:rsidR="001E5F0B">
              <w:rPr>
                <w:rFonts w:eastAsia="Arial" w:cstheme="minorHAnsi"/>
                <w:color w:val="000000"/>
                <w:spacing w:val="-1"/>
              </w:rPr>
              <w:t xml:space="preserve">RSD </w:t>
            </w:r>
            <w:r w:rsidRPr="0042658C">
              <w:rPr>
                <w:rFonts w:eastAsia="Arial" w:cstheme="minorHAnsi"/>
                <w:color w:val="000000"/>
              </w:rPr>
              <w:t>1</w:t>
            </w:r>
            <w:r w:rsidR="001E5F0B">
              <w:rPr>
                <w:rFonts w:eastAsia="Arial" w:cstheme="minorHAnsi"/>
                <w:color w:val="000000"/>
              </w:rPr>
              <w:t>,</w:t>
            </w:r>
            <w:r w:rsidRPr="0042658C">
              <w:rPr>
                <w:rFonts w:eastAsia="Arial" w:cstheme="minorHAnsi"/>
                <w:color w:val="000000"/>
                <w:spacing w:val="-1"/>
              </w:rPr>
              <w:t>000</w:t>
            </w:r>
            <w:r w:rsidR="001E5F0B">
              <w:rPr>
                <w:rFonts w:eastAsia="Arial" w:cstheme="minorHAnsi"/>
                <w:color w:val="000000"/>
              </w:rPr>
              <w:t>.</w:t>
            </w:r>
            <w:r w:rsidRPr="0042658C">
              <w:rPr>
                <w:rFonts w:eastAsia="Arial" w:cstheme="minorHAnsi"/>
                <w:color w:val="000000"/>
              </w:rPr>
              <w:t>00</w:t>
            </w:r>
            <w:r w:rsidRPr="0042658C">
              <w:rPr>
                <w:rFonts w:eastAsia="Arial" w:cstheme="minorHAnsi"/>
                <w:color w:val="000000"/>
                <w:spacing w:val="-1"/>
              </w:rPr>
              <w:t xml:space="preserve"> </w:t>
            </w:r>
            <w:r w:rsidR="001E5F0B">
              <w:rPr>
                <w:rFonts w:eastAsia="Arial" w:cstheme="minorHAnsi"/>
                <w:color w:val="000000"/>
              </w:rPr>
              <w:t>monthly</w:t>
            </w:r>
          </w:p>
        </w:tc>
      </w:tr>
      <w:tr w:rsidR="004C563B" w:rsidRPr="0042658C" w14:paraId="490320AD" w14:textId="77777777">
        <w:trPr>
          <w:cantSplit/>
          <w:trHeight w:hRule="exact" w:val="325"/>
        </w:trPr>
        <w:tc>
          <w:tcPr>
            <w:tcW w:w="1101" w:type="dxa"/>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72090E38" w14:textId="77777777" w:rsidR="004C563B" w:rsidRPr="0042658C" w:rsidRDefault="00ED1567">
            <w:pPr>
              <w:spacing w:before="70" w:after="0" w:line="231" w:lineRule="auto"/>
              <w:ind w:left="504" w:right="-20"/>
              <w:rPr>
                <w:rFonts w:eastAsia="Arial" w:cstheme="minorHAnsi"/>
                <w:b/>
                <w:bCs/>
                <w:color w:val="000000"/>
              </w:rPr>
            </w:pPr>
            <w:r w:rsidRPr="0042658C">
              <w:rPr>
                <w:rFonts w:eastAsia="Arial" w:cstheme="minorHAnsi"/>
                <w:b/>
                <w:bCs/>
                <w:color w:val="000000"/>
              </w:rPr>
              <w:t>4</w:t>
            </w:r>
          </w:p>
        </w:tc>
        <w:tc>
          <w:tcPr>
            <w:tcW w:w="14127" w:type="dxa"/>
            <w:gridSpan w:val="4"/>
            <w:tcBorders>
              <w:top w:val="single" w:sz="17" w:space="0" w:color="F5D2D4"/>
              <w:left w:val="single" w:sz="7" w:space="0" w:color="000000"/>
              <w:bottom w:val="single" w:sz="7" w:space="0" w:color="000000"/>
              <w:right w:val="single" w:sz="7" w:space="0" w:color="000000"/>
            </w:tcBorders>
            <w:shd w:val="clear" w:color="auto" w:fill="F5D2D4"/>
            <w:tcMar>
              <w:top w:w="0" w:type="dxa"/>
              <w:left w:w="0" w:type="dxa"/>
              <w:bottom w:w="0" w:type="dxa"/>
              <w:right w:w="0" w:type="dxa"/>
            </w:tcMar>
          </w:tcPr>
          <w:p w14:paraId="60737958" w14:textId="040ABE83" w:rsidR="004C563B" w:rsidRPr="0042658C" w:rsidRDefault="00C650FA">
            <w:pPr>
              <w:spacing w:before="70" w:after="0" w:line="231" w:lineRule="auto"/>
              <w:ind w:left="70" w:right="-20"/>
              <w:rPr>
                <w:rFonts w:eastAsia="Arial" w:cstheme="minorHAnsi"/>
                <w:b/>
                <w:bCs/>
                <w:color w:val="000000"/>
              </w:rPr>
            </w:pPr>
            <w:r>
              <w:rPr>
                <w:rFonts w:eastAsia="Arial" w:cstheme="minorHAnsi"/>
                <w:b/>
                <w:bCs/>
                <w:color w:val="000000"/>
              </w:rPr>
              <w:t>NOTES RELATED TO TARIFF PARAGRAPHS</w:t>
            </w:r>
            <w:r w:rsidR="00ED1567" w:rsidRPr="0042658C">
              <w:rPr>
                <w:rFonts w:eastAsia="Arial" w:cstheme="minorHAnsi"/>
                <w:color w:val="000000"/>
                <w:spacing w:val="-1"/>
              </w:rPr>
              <w:t xml:space="preserve"> </w:t>
            </w:r>
            <w:r w:rsidR="00ED1567" w:rsidRPr="0042658C">
              <w:rPr>
                <w:rFonts w:eastAsia="Arial" w:cstheme="minorHAnsi"/>
                <w:b/>
                <w:bCs/>
                <w:color w:val="000000"/>
              </w:rPr>
              <w:t>(</w:t>
            </w:r>
            <w:r w:rsidR="00ED1567" w:rsidRPr="0042658C">
              <w:rPr>
                <w:rFonts w:eastAsia="Arial" w:cstheme="minorHAnsi"/>
                <w:b/>
                <w:bCs/>
                <w:color w:val="000000"/>
                <w:spacing w:val="-1"/>
              </w:rPr>
              <w:t>1</w:t>
            </w:r>
            <w:r w:rsidR="00ED1567" w:rsidRPr="0042658C">
              <w:rPr>
                <w:rFonts w:eastAsia="Arial" w:cstheme="minorHAnsi"/>
                <w:b/>
                <w:bCs/>
                <w:color w:val="000000"/>
              </w:rPr>
              <w:t>.</w:t>
            </w:r>
            <w:r w:rsidR="00ED1567" w:rsidRPr="0042658C">
              <w:rPr>
                <w:rFonts w:eastAsia="Arial" w:cstheme="minorHAnsi"/>
                <w:b/>
                <w:bCs/>
                <w:color w:val="000000"/>
                <w:spacing w:val="-1"/>
              </w:rPr>
              <w:t>1</w:t>
            </w:r>
            <w:r w:rsidR="00ED1567" w:rsidRPr="0042658C">
              <w:rPr>
                <w:rFonts w:eastAsia="Arial" w:cstheme="minorHAnsi"/>
                <w:b/>
                <w:bCs/>
                <w:color w:val="000000"/>
              </w:rPr>
              <w:t>.</w:t>
            </w:r>
            <w:r w:rsidR="00ED1567" w:rsidRPr="0042658C">
              <w:rPr>
                <w:rFonts w:eastAsia="Arial" w:cstheme="minorHAnsi"/>
                <w:color w:val="000000"/>
                <w:spacing w:val="3"/>
              </w:rPr>
              <w:t xml:space="preserve"> </w:t>
            </w:r>
            <w:r w:rsidR="00ED1567" w:rsidRPr="0042658C">
              <w:rPr>
                <w:rFonts w:eastAsia="Arial" w:cstheme="minorHAnsi"/>
                <w:b/>
                <w:bCs/>
                <w:color w:val="000000"/>
              </w:rPr>
              <w:t>–</w:t>
            </w:r>
            <w:r w:rsidR="00ED1567" w:rsidRPr="0042658C">
              <w:rPr>
                <w:rFonts w:eastAsia="Arial" w:cstheme="minorHAnsi"/>
                <w:color w:val="000000"/>
              </w:rPr>
              <w:t xml:space="preserve"> </w:t>
            </w:r>
            <w:r w:rsidR="00ED1567" w:rsidRPr="0042658C">
              <w:rPr>
                <w:rFonts w:eastAsia="Arial" w:cstheme="minorHAnsi"/>
                <w:b/>
                <w:bCs/>
                <w:color w:val="000000"/>
              </w:rPr>
              <w:t>3</w:t>
            </w:r>
            <w:r w:rsidR="00ED1567" w:rsidRPr="0042658C">
              <w:rPr>
                <w:rFonts w:eastAsia="Arial" w:cstheme="minorHAnsi"/>
                <w:b/>
                <w:bCs/>
                <w:color w:val="000000"/>
                <w:spacing w:val="-1"/>
              </w:rPr>
              <w:t>.6</w:t>
            </w:r>
            <w:r w:rsidR="00ED1567" w:rsidRPr="0042658C">
              <w:rPr>
                <w:rFonts w:eastAsia="Arial" w:cstheme="minorHAnsi"/>
                <w:b/>
                <w:bCs/>
                <w:color w:val="000000"/>
              </w:rPr>
              <w:t>.)</w:t>
            </w:r>
          </w:p>
        </w:tc>
      </w:tr>
      <w:tr w:rsidR="00C650FA" w:rsidRPr="0042658C" w14:paraId="25A8894C" w14:textId="77777777">
        <w:trPr>
          <w:cantSplit/>
          <w:trHeight w:hRule="exact" w:val="327"/>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1809626B" w14:textId="77777777" w:rsidR="00C650FA" w:rsidRPr="0042658C" w:rsidRDefault="00C650FA" w:rsidP="00C650FA">
            <w:pPr>
              <w:spacing w:before="71" w:after="0" w:line="232"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1</w:t>
            </w:r>
            <w:r w:rsidRPr="0042658C">
              <w:rPr>
                <w:rFonts w:eastAsia="Arial" w:cstheme="minorHAnsi"/>
                <w:color w:val="000000"/>
              </w:rPr>
              <w:t>.</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B1166FB" w14:textId="187E76A7" w:rsidR="00C650FA" w:rsidRPr="0042658C" w:rsidRDefault="00C650FA" w:rsidP="00C650FA">
            <w:pPr>
              <w:spacing w:before="71" w:after="0" w:line="232" w:lineRule="auto"/>
              <w:ind w:left="70" w:right="-20"/>
              <w:rPr>
                <w:rFonts w:eastAsia="Arial" w:cstheme="minorHAnsi"/>
                <w:color w:val="000000"/>
              </w:rPr>
            </w:pPr>
            <w:r w:rsidRPr="00F61CA3">
              <w:t>All fees are charged in advance.</w:t>
            </w:r>
          </w:p>
        </w:tc>
      </w:tr>
      <w:tr w:rsidR="00C650FA" w:rsidRPr="0042658C" w14:paraId="62546046" w14:textId="77777777">
        <w:trPr>
          <w:cantSplit/>
          <w:trHeight w:hRule="exact" w:val="346"/>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4DA7E17B" w14:textId="77777777" w:rsidR="00C650FA" w:rsidRPr="0042658C" w:rsidRDefault="00C650FA" w:rsidP="00C650FA">
            <w:pPr>
              <w:spacing w:before="70" w:after="0" w:line="240" w:lineRule="auto"/>
              <w:ind w:left="374" w:right="-20"/>
              <w:rPr>
                <w:rFonts w:eastAsia="Arial" w:cstheme="minorHAnsi"/>
                <w:color w:val="000000"/>
              </w:rPr>
            </w:pPr>
            <w:r w:rsidRPr="0042658C">
              <w:rPr>
                <w:rFonts w:eastAsia="Arial" w:cstheme="minorHAnsi"/>
                <w:color w:val="000000"/>
              </w:rPr>
              <w:t>4.</w:t>
            </w:r>
            <w:r w:rsidRPr="0042658C">
              <w:rPr>
                <w:rFonts w:eastAsia="Arial" w:cstheme="minorHAnsi"/>
                <w:color w:val="000000"/>
                <w:spacing w:val="-1"/>
              </w:rPr>
              <w:t>2</w:t>
            </w:r>
            <w:r w:rsidRPr="0042658C">
              <w:rPr>
                <w:rFonts w:eastAsia="Arial" w:cstheme="minorHAnsi"/>
                <w:color w:val="000000"/>
              </w:rPr>
              <w:t>.</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3C82005A" w14:textId="34894C94" w:rsidR="00C650FA" w:rsidRPr="0042658C" w:rsidRDefault="00C650FA" w:rsidP="00C650FA">
            <w:pPr>
              <w:spacing w:before="70" w:after="0" w:line="240" w:lineRule="auto"/>
              <w:ind w:left="70" w:right="-20"/>
              <w:rPr>
                <w:rFonts w:eastAsia="Arial" w:cstheme="minorHAnsi"/>
                <w:color w:val="000000"/>
              </w:rPr>
            </w:pPr>
            <w:r w:rsidRPr="00F61CA3">
              <w:t>VAT is included in the amount of fees.</w:t>
            </w:r>
          </w:p>
        </w:tc>
      </w:tr>
      <w:tr w:rsidR="00C650FA" w:rsidRPr="0042658C" w14:paraId="1119AEA4" w14:textId="77777777" w:rsidTr="001E5F0B">
        <w:trPr>
          <w:cantSplit/>
          <w:trHeight w:hRule="exact" w:val="712"/>
        </w:trPr>
        <w:tc>
          <w:tcPr>
            <w:tcW w:w="11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9FE46A1" w14:textId="77777777" w:rsidR="00C650FA" w:rsidRPr="0042658C" w:rsidRDefault="00C650FA" w:rsidP="00C650FA">
            <w:pPr>
              <w:spacing w:before="67" w:after="0" w:line="240" w:lineRule="auto"/>
              <w:ind w:left="374" w:right="-20"/>
              <w:rPr>
                <w:rFonts w:eastAsia="Arial" w:cstheme="minorHAnsi"/>
                <w:color w:val="000000"/>
              </w:rPr>
            </w:pPr>
            <w:r w:rsidRPr="0042658C">
              <w:rPr>
                <w:rFonts w:eastAsia="Arial" w:cstheme="minorHAnsi"/>
                <w:color w:val="000000"/>
              </w:rPr>
              <w:lastRenderedPageBreak/>
              <w:t>4.</w:t>
            </w:r>
            <w:r w:rsidRPr="0042658C">
              <w:rPr>
                <w:rFonts w:eastAsia="Arial" w:cstheme="minorHAnsi"/>
                <w:color w:val="000000"/>
                <w:spacing w:val="-1"/>
              </w:rPr>
              <w:t>3</w:t>
            </w:r>
            <w:r w:rsidRPr="0042658C">
              <w:rPr>
                <w:rFonts w:eastAsia="Arial" w:cstheme="minorHAnsi"/>
                <w:color w:val="000000"/>
              </w:rPr>
              <w:t>.</w:t>
            </w:r>
          </w:p>
        </w:tc>
        <w:tc>
          <w:tcPr>
            <w:tcW w:w="14127" w:type="dxa"/>
            <w:gridSpan w:val="4"/>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0AE8693B" w14:textId="54B77E30" w:rsidR="00C650FA" w:rsidRPr="0042658C" w:rsidRDefault="00C650FA" w:rsidP="00C650FA">
            <w:pPr>
              <w:spacing w:before="67" w:after="0" w:line="240" w:lineRule="auto"/>
              <w:ind w:left="70" w:right="-20"/>
              <w:rPr>
                <w:rFonts w:eastAsia="Arial" w:cstheme="minorHAnsi"/>
                <w:color w:val="000000"/>
              </w:rPr>
            </w:pPr>
            <w:r w:rsidRPr="00F61CA3">
              <w:t xml:space="preserve">Fees referred to in tariff paragraph 2, expressed in EUR, </w:t>
            </w:r>
            <w:r w:rsidR="00084CEB">
              <w:t>will</w:t>
            </w:r>
            <w:r w:rsidRPr="00F61CA3">
              <w:t xml:space="preserve"> be paid in </w:t>
            </w:r>
            <w:r w:rsidR="00084CEB">
              <w:t>RSD</w:t>
            </w:r>
            <w:r w:rsidRPr="00F61CA3">
              <w:t xml:space="preserve"> equivalent calculated according to the middle exchange rate of the National Bank of Serbia.</w:t>
            </w:r>
          </w:p>
        </w:tc>
      </w:tr>
    </w:tbl>
    <w:p w14:paraId="214D7184" w14:textId="77777777" w:rsidR="004C563B" w:rsidRPr="0042658C" w:rsidRDefault="004C563B">
      <w:pPr>
        <w:spacing w:after="0" w:line="240" w:lineRule="exact"/>
        <w:rPr>
          <w:rFonts w:eastAsia="Times New Roman" w:cstheme="minorHAnsi"/>
        </w:rPr>
      </w:pPr>
    </w:p>
    <w:p w14:paraId="3308A7AD" w14:textId="77777777" w:rsidR="004C563B" w:rsidRPr="0042658C" w:rsidRDefault="004C563B">
      <w:pPr>
        <w:spacing w:after="98" w:line="240" w:lineRule="exact"/>
        <w:rPr>
          <w:rFonts w:eastAsia="Times New Roman" w:cstheme="minorHAnsi"/>
        </w:rPr>
      </w:pPr>
    </w:p>
    <w:tbl>
      <w:tblPr>
        <w:tblW w:w="0" w:type="auto"/>
        <w:tblLayout w:type="fixed"/>
        <w:tblCellMar>
          <w:left w:w="10" w:type="dxa"/>
          <w:right w:w="10" w:type="dxa"/>
        </w:tblCellMar>
        <w:tblLook w:val="0000" w:firstRow="0" w:lastRow="0" w:firstColumn="0" w:lastColumn="0" w:noHBand="0" w:noVBand="0"/>
      </w:tblPr>
      <w:tblGrid>
        <w:gridCol w:w="15245"/>
      </w:tblGrid>
      <w:tr w:rsidR="004C563B" w:rsidRPr="0042658C" w14:paraId="79E67A73" w14:textId="77777777">
        <w:trPr>
          <w:cantSplit/>
          <w:trHeight w:hRule="exact" w:val="644"/>
        </w:trPr>
        <w:tc>
          <w:tcPr>
            <w:tcW w:w="15245" w:type="dxa"/>
            <w:tcBorders>
              <w:top w:val="single" w:sz="7" w:space="0" w:color="000000"/>
              <w:left w:val="single" w:sz="7" w:space="0" w:color="000000"/>
              <w:bottom w:val="single" w:sz="7" w:space="0" w:color="000000"/>
              <w:right w:val="single" w:sz="7" w:space="0" w:color="000000"/>
            </w:tcBorders>
            <w:shd w:val="clear" w:color="auto" w:fill="C00000"/>
            <w:tcMar>
              <w:top w:w="0" w:type="dxa"/>
              <w:left w:w="0" w:type="dxa"/>
              <w:bottom w:w="0" w:type="dxa"/>
              <w:right w:w="0" w:type="dxa"/>
            </w:tcMar>
          </w:tcPr>
          <w:p w14:paraId="6E155FB4" w14:textId="77777777" w:rsidR="004C563B" w:rsidRPr="0042658C" w:rsidRDefault="004C563B">
            <w:pPr>
              <w:spacing w:after="18" w:line="220" w:lineRule="exact"/>
              <w:rPr>
                <w:rFonts w:eastAsia="Times New Roman" w:cstheme="minorHAnsi"/>
              </w:rPr>
            </w:pPr>
          </w:p>
          <w:p w14:paraId="45055DA6" w14:textId="61C57469" w:rsidR="004C563B" w:rsidRPr="0042658C" w:rsidRDefault="00ED1567">
            <w:pPr>
              <w:spacing w:after="0" w:line="240" w:lineRule="auto"/>
              <w:ind w:left="43" w:right="-20"/>
              <w:rPr>
                <w:rFonts w:eastAsia="Arial" w:cstheme="minorHAnsi"/>
                <w:b/>
                <w:bCs/>
                <w:i/>
                <w:iCs/>
                <w:color w:val="FFFFFF"/>
              </w:rPr>
            </w:pPr>
            <w:r w:rsidRPr="0042658C">
              <w:rPr>
                <w:rFonts w:eastAsia="Arial" w:cstheme="minorHAnsi"/>
                <w:b/>
                <w:bCs/>
                <w:i/>
                <w:iCs/>
                <w:color w:val="FFFFFF"/>
              </w:rPr>
              <w:t>D.</w:t>
            </w:r>
            <w:r w:rsidRPr="0042658C">
              <w:rPr>
                <w:rFonts w:eastAsia="Arial" w:cstheme="minorHAnsi"/>
                <w:color w:val="FFFFFF"/>
                <w:spacing w:val="64"/>
              </w:rPr>
              <w:t xml:space="preserve"> </w:t>
            </w:r>
            <w:r w:rsidR="001E5F0B" w:rsidRPr="001E5F0B">
              <w:rPr>
                <w:rFonts w:eastAsia="Arial" w:cstheme="minorHAnsi"/>
                <w:b/>
                <w:bCs/>
                <w:i/>
                <w:iCs/>
                <w:color w:val="FFFFFF"/>
                <w:spacing w:val="1"/>
              </w:rPr>
              <w:t>COMMON PROVISIONS</w:t>
            </w:r>
          </w:p>
        </w:tc>
      </w:tr>
      <w:tr w:rsidR="004C563B" w:rsidRPr="0042658C" w14:paraId="2F147FE2" w14:textId="77777777">
        <w:trPr>
          <w:cantSplit/>
          <w:trHeight w:hRule="exact" w:val="1933"/>
        </w:trPr>
        <w:tc>
          <w:tcPr>
            <w:tcW w:w="15245"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EEDF5D" w14:textId="65E76999" w:rsidR="001E5F0B" w:rsidRPr="001E5F0B" w:rsidRDefault="001E5F0B" w:rsidP="001E5F0B">
            <w:pPr>
              <w:spacing w:before="90" w:after="0" w:line="261" w:lineRule="auto"/>
              <w:ind w:left="43" w:right="774"/>
              <w:rPr>
                <w:rFonts w:eastAsia="Arial" w:cstheme="minorHAnsi"/>
                <w:color w:val="000000"/>
              </w:rPr>
            </w:pPr>
            <w:r w:rsidRPr="001E5F0B">
              <w:rPr>
                <w:rFonts w:eastAsia="Arial" w:cstheme="minorHAnsi"/>
                <w:color w:val="000000"/>
              </w:rPr>
              <w:t xml:space="preserve">In cases </w:t>
            </w:r>
            <w:r>
              <w:rPr>
                <w:rFonts w:eastAsia="Arial" w:cstheme="minorHAnsi"/>
                <w:color w:val="000000"/>
              </w:rPr>
              <w:t>defined</w:t>
            </w:r>
            <w:r w:rsidRPr="001E5F0B">
              <w:rPr>
                <w:rFonts w:eastAsia="Arial" w:cstheme="minorHAnsi"/>
                <w:color w:val="000000"/>
              </w:rPr>
              <w:t xml:space="preserve"> by applicable regulations, decisions of competent authorities and multilateral and bilateral agreements, the amount of fees determined by this act </w:t>
            </w:r>
            <w:r w:rsidR="002442A0">
              <w:rPr>
                <w:rFonts w:eastAsia="Arial" w:cstheme="minorHAnsi"/>
                <w:color w:val="000000"/>
              </w:rPr>
              <w:t>will be</w:t>
            </w:r>
            <w:r w:rsidRPr="001E5F0B">
              <w:rPr>
                <w:rFonts w:eastAsia="Arial" w:cstheme="minorHAnsi"/>
                <w:color w:val="000000"/>
              </w:rPr>
              <w:t xml:space="preserve"> appl</w:t>
            </w:r>
            <w:r w:rsidR="002442A0">
              <w:rPr>
                <w:rFonts w:eastAsia="Arial" w:cstheme="minorHAnsi"/>
                <w:color w:val="000000"/>
              </w:rPr>
              <w:t>ied</w:t>
            </w:r>
            <w:r w:rsidRPr="001E5F0B">
              <w:rPr>
                <w:rFonts w:eastAsia="Arial" w:cstheme="minorHAnsi"/>
                <w:color w:val="000000"/>
              </w:rPr>
              <w:t>.</w:t>
            </w:r>
          </w:p>
          <w:p w14:paraId="51FBDE28" w14:textId="74E3B53A" w:rsidR="001E5F0B" w:rsidRPr="001E5F0B" w:rsidRDefault="001E5F0B" w:rsidP="001E5F0B">
            <w:pPr>
              <w:spacing w:before="90" w:after="0" w:line="261" w:lineRule="auto"/>
              <w:ind w:left="43" w:right="774"/>
              <w:rPr>
                <w:rFonts w:eastAsia="Arial" w:cstheme="minorHAnsi"/>
                <w:color w:val="000000"/>
              </w:rPr>
            </w:pPr>
            <w:r w:rsidRPr="001E5F0B">
              <w:rPr>
                <w:rFonts w:eastAsia="Arial" w:cstheme="minorHAnsi"/>
                <w:color w:val="000000"/>
              </w:rPr>
              <w:t xml:space="preserve">The Bank </w:t>
            </w:r>
            <w:r w:rsidR="002442A0">
              <w:rPr>
                <w:rFonts w:eastAsia="Arial" w:cstheme="minorHAnsi"/>
                <w:color w:val="000000"/>
              </w:rPr>
              <w:t xml:space="preserve">can </w:t>
            </w:r>
            <w:r w:rsidRPr="001E5F0B">
              <w:rPr>
                <w:rFonts w:eastAsia="Arial" w:cstheme="minorHAnsi"/>
                <w:color w:val="000000"/>
              </w:rPr>
              <w:t xml:space="preserve">charge other actual costs that are not covered by this </w:t>
            </w:r>
            <w:r w:rsidR="002442A0">
              <w:rPr>
                <w:rFonts w:eastAsia="Arial" w:cstheme="minorHAnsi"/>
                <w:color w:val="000000"/>
              </w:rPr>
              <w:t>t</w:t>
            </w:r>
            <w:r w:rsidRPr="001E5F0B">
              <w:rPr>
                <w:rFonts w:eastAsia="Arial" w:cstheme="minorHAnsi"/>
                <w:color w:val="000000"/>
              </w:rPr>
              <w:t>ariff, if this is regulated by a special agreement concluded between the Bank and the service user.</w:t>
            </w:r>
          </w:p>
          <w:p w14:paraId="23131B8C" w14:textId="189779F5" w:rsidR="004C563B" w:rsidRPr="0042658C" w:rsidRDefault="001E5F0B" w:rsidP="001E5F0B">
            <w:pPr>
              <w:spacing w:after="0" w:line="247" w:lineRule="auto"/>
              <w:ind w:left="43" w:right="1380"/>
              <w:rPr>
                <w:rFonts w:eastAsia="Arial" w:cstheme="minorHAnsi"/>
                <w:color w:val="000000"/>
              </w:rPr>
            </w:pPr>
            <w:r w:rsidRPr="001E5F0B">
              <w:rPr>
                <w:rFonts w:eastAsia="Arial" w:cstheme="minorHAnsi"/>
                <w:color w:val="000000"/>
              </w:rPr>
              <w:t xml:space="preserve">Fees are charged from service users, unless otherwise agreed in the contract between the Bank and the service user or a third party. Fees shown in the </w:t>
            </w:r>
            <w:r w:rsidR="002442A0">
              <w:rPr>
                <w:rFonts w:eastAsia="Arial" w:cstheme="minorHAnsi"/>
                <w:color w:val="000000"/>
              </w:rPr>
              <w:t>t</w:t>
            </w:r>
            <w:r w:rsidRPr="001E5F0B">
              <w:rPr>
                <w:rFonts w:eastAsia="Arial" w:cstheme="minorHAnsi"/>
                <w:color w:val="000000"/>
              </w:rPr>
              <w:t>ariff are standard and do not apply to promotional offers and products.</w:t>
            </w:r>
          </w:p>
        </w:tc>
      </w:tr>
    </w:tbl>
    <w:p w14:paraId="407AD984" w14:textId="77777777" w:rsidR="004C563B" w:rsidRPr="0042658C" w:rsidRDefault="004C563B">
      <w:pPr>
        <w:rPr>
          <w:rFonts w:cstheme="minorHAnsi"/>
        </w:rPr>
        <w:sectPr w:rsidR="004C563B" w:rsidRPr="0042658C">
          <w:pgSz w:w="16838" w:h="11904" w:orient="landscape"/>
          <w:pgMar w:top="304" w:right="401" w:bottom="715" w:left="998" w:header="720" w:footer="720" w:gutter="0"/>
          <w:cols w:space="708"/>
        </w:sectPr>
      </w:pPr>
    </w:p>
    <w:p w14:paraId="43F783AE" w14:textId="61720F89" w:rsidR="004C563B" w:rsidRPr="0042658C" w:rsidRDefault="00ED1567" w:rsidP="00FE65DE">
      <w:pPr>
        <w:spacing w:after="0" w:line="333" w:lineRule="auto"/>
        <w:ind w:right="-20"/>
        <w:rPr>
          <w:rFonts w:eastAsia="Calibri" w:cstheme="minorHAnsi"/>
          <w:color w:val="000000"/>
          <w:w w:val="96"/>
        </w:rPr>
      </w:pPr>
      <w:r w:rsidRPr="0042658C">
        <w:rPr>
          <w:rFonts w:cstheme="minorHAnsi"/>
          <w:noProof/>
        </w:rPr>
        <w:lastRenderedPageBreak/>
        <mc:AlternateContent>
          <mc:Choice Requires="wps">
            <w:drawing>
              <wp:anchor distT="0" distB="0" distL="0" distR="0" simplePos="0" relativeHeight="251664896" behindDoc="1" locked="0" layoutInCell="0" allowOverlap="1" wp14:anchorId="6156B3A8" wp14:editId="56371A75">
                <wp:simplePos x="0" y="0"/>
                <wp:positionH relativeFrom="page">
                  <wp:posOffset>10297414</wp:posOffset>
                </wp:positionH>
                <wp:positionV relativeFrom="paragraph">
                  <wp:posOffset>121870</wp:posOffset>
                </wp:positionV>
                <wp:extent cx="33796" cy="162780"/>
                <wp:effectExtent l="0" t="0" r="0" b="0"/>
                <wp:wrapNone/>
                <wp:docPr id="29" name="drawingObject29"/>
                <wp:cNvGraphicFramePr/>
                <a:graphic xmlns:a="http://schemas.openxmlformats.org/drawingml/2006/main">
                  <a:graphicData uri="http://schemas.microsoft.com/office/word/2010/wordprocessingShape">
                    <wps:wsp>
                      <wps:cNvSpPr txBox="1"/>
                      <wps:spPr>
                        <a:xfrm>
                          <a:off x="0" y="0"/>
                          <a:ext cx="33796" cy="162780"/>
                        </a:xfrm>
                        <a:prstGeom prst="rect">
                          <a:avLst/>
                        </a:prstGeom>
                        <a:noFill/>
                      </wps:spPr>
                      <wps:txbx>
                        <w:txbxContent>
                          <w:p w14:paraId="7D45B400"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wps:txbx>
                      <wps:bodyPr vertOverflow="overflow" horzOverflow="overflow" vert="horz" lIns="0" tIns="0" rIns="0" bIns="0" anchor="t">
                        <a:spAutoFit/>
                      </wps:bodyPr>
                    </wps:wsp>
                  </a:graphicData>
                </a:graphic>
              </wp:anchor>
            </w:drawing>
          </mc:Choice>
          <mc:Fallback>
            <w:pict>
              <v:shape w14:anchorId="6156B3A8" id="drawingObject29" o:spid="_x0000_s1042" type="#_x0000_t202" style="position:absolute;margin-left:810.8pt;margin-top:9.6pt;width:2.65pt;height:12.8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" o:allowincell="f" filled="f" stroked="f">
                <v:textbox style="mso-fit-shape-to-text:t" inset="0,0,0,0">
                  <w:txbxContent>
                    <w:p w14:paraId="7D45B400" w14:textId="77777777" w:rsidR="004C563B" w:rsidRDefault="00ED1567">
                      <w:pPr>
                        <w:spacing w:after="0" w:line="256" w:lineRule="exact"/>
                        <w:ind w:right="-20"/>
                        <w:rPr>
                          <w:rFonts w:ascii="Calibri" w:eastAsia="Calibri" w:hAnsi="Calibri" w:cs="Calibri"/>
                          <w:color w:val="000000"/>
                          <w:sz w:val="21"/>
                          <w:szCs w:val="21"/>
                        </w:rPr>
                      </w:pPr>
                      <w:r>
                        <w:rPr>
                          <w:rFonts w:ascii="Calibri" w:eastAsia="Calibri" w:hAnsi="Calibri" w:cs="Calibri"/>
                          <w:color w:val="000000"/>
                          <w:sz w:val="21"/>
                          <w:szCs w:val="21"/>
                        </w:rPr>
                        <w:t>.</w:t>
                      </w:r>
                    </w:p>
                  </w:txbxContent>
                </v:textbox>
                <w10:wrap anchorx="page"/>
              </v:shape>
            </w:pict>
          </mc:Fallback>
        </mc:AlternateContent>
      </w:r>
    </w:p>
    <w:sectPr w:rsidR="004C563B" w:rsidRPr="0042658C">
      <w:pgSz w:w="16838" w:h="11904" w:orient="landscape"/>
      <w:pgMar w:top="304" w:right="401" w:bottom="1134" w:left="170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D6A91" w14:textId="77777777" w:rsidR="002753EB" w:rsidRDefault="002753EB" w:rsidP="00370F0E">
      <w:pPr>
        <w:spacing w:after="0" w:line="240" w:lineRule="auto"/>
      </w:pPr>
      <w:r>
        <w:separator/>
      </w:r>
    </w:p>
  </w:endnote>
  <w:endnote w:type="continuationSeparator" w:id="0">
    <w:p w14:paraId="40AC08D0" w14:textId="77777777" w:rsidR="002753EB" w:rsidRDefault="002753EB" w:rsidP="00370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C3A10" w14:textId="77777777" w:rsidR="002753EB" w:rsidRDefault="002753EB" w:rsidP="00370F0E">
      <w:pPr>
        <w:spacing w:after="0" w:line="240" w:lineRule="auto"/>
      </w:pPr>
      <w:r>
        <w:separator/>
      </w:r>
    </w:p>
  </w:footnote>
  <w:footnote w:type="continuationSeparator" w:id="0">
    <w:p w14:paraId="1917AEFC" w14:textId="77777777" w:rsidR="002753EB" w:rsidRDefault="002753EB" w:rsidP="00370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14B1" w14:textId="58E7D0D3" w:rsidR="009466E4" w:rsidRDefault="009466E4">
    <w:pPr>
      <w:pStyle w:val="Header"/>
    </w:pPr>
    <w:r>
      <w:rPr>
        <w:noProof/>
      </w:rPr>
      <mc:AlternateContent>
        <mc:Choice Requires="wps">
          <w:drawing>
            <wp:anchor distT="0" distB="0" distL="0" distR="0" simplePos="0" relativeHeight="251659264" behindDoc="0" locked="0" layoutInCell="1" allowOverlap="1" wp14:anchorId="5043215E" wp14:editId="24FF1177">
              <wp:simplePos x="635" y="635"/>
              <wp:positionH relativeFrom="page">
                <wp:align>right</wp:align>
              </wp:positionH>
              <wp:positionV relativeFrom="page">
                <wp:align>top</wp:align>
              </wp:positionV>
              <wp:extent cx="443865" cy="443865"/>
              <wp:effectExtent l="0" t="0" r="0" b="6350"/>
              <wp:wrapNone/>
              <wp:docPr id="31" name="Text Box 31"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F0D960" w14:textId="56D03E12" w:rsidR="009466E4" w:rsidRPr="009466E4" w:rsidRDefault="009466E4" w:rsidP="009466E4">
                          <w:pPr>
                            <w:spacing w:after="0"/>
                            <w:rPr>
                              <w:rFonts w:ascii="Calibri" w:eastAsia="Calibri" w:hAnsi="Calibri" w:cs="Calibri"/>
                              <w:noProof/>
                              <w:color w:val="000000"/>
                            </w:rPr>
                          </w:pPr>
                          <w:r w:rsidRPr="009466E4">
                            <w:rPr>
                              <w:rFonts w:ascii="Calibri" w:eastAsia="Calibri" w:hAnsi="Calibri" w:cs="Calibri"/>
                              <w:noProof/>
                              <w:color w:val="00000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43215E" id="_x0000_t202" coordsize="21600,21600" o:spt="202" path="m,l,21600r21600,l21600,xe">
              <v:stroke joinstyle="miter"/>
              <v:path gradientshapeok="t" o:connecttype="rect"/>
            </v:shapetype>
            <v:shape id="Text Box 31" o:spid="_x0000_s1043" type="#_x0000_t202" alt="INTERNO"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74F0D960" w14:textId="56D03E12" w:rsidR="009466E4" w:rsidRPr="009466E4" w:rsidRDefault="009466E4" w:rsidP="009466E4">
                    <w:pPr>
                      <w:spacing w:after="0"/>
                      <w:rPr>
                        <w:rFonts w:ascii="Calibri" w:eastAsia="Calibri" w:hAnsi="Calibri" w:cs="Calibri"/>
                        <w:noProof/>
                        <w:color w:val="000000"/>
                      </w:rPr>
                    </w:pPr>
                    <w:r w:rsidRPr="009466E4">
                      <w:rPr>
                        <w:rFonts w:ascii="Calibri" w:eastAsia="Calibri" w:hAnsi="Calibri" w:cs="Calibri"/>
                        <w:noProof/>
                        <w:color w:val="000000"/>
                      </w:rPr>
                      <w:t>INTERNO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C09E" w14:textId="29E48F44" w:rsidR="009466E4" w:rsidRDefault="009466E4">
    <w:pPr>
      <w:pStyle w:val="Header"/>
    </w:pPr>
    <w:r>
      <w:rPr>
        <w:noProof/>
      </w:rPr>
      <mc:AlternateContent>
        <mc:Choice Requires="wps">
          <w:drawing>
            <wp:anchor distT="0" distB="0" distL="0" distR="0" simplePos="0" relativeHeight="251658240" behindDoc="0" locked="0" layoutInCell="1" allowOverlap="1" wp14:anchorId="4058FA3F" wp14:editId="67CF3DC7">
              <wp:simplePos x="635" y="635"/>
              <wp:positionH relativeFrom="page">
                <wp:align>right</wp:align>
              </wp:positionH>
              <wp:positionV relativeFrom="page">
                <wp:align>top</wp:align>
              </wp:positionV>
              <wp:extent cx="443865" cy="443865"/>
              <wp:effectExtent l="0" t="0" r="0" b="6350"/>
              <wp:wrapNone/>
              <wp:docPr id="30" name="Text Box 30"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71FE66" w14:textId="523935F1" w:rsidR="009466E4" w:rsidRPr="009466E4" w:rsidRDefault="009466E4" w:rsidP="009466E4">
                          <w:pPr>
                            <w:spacing w:after="0"/>
                            <w:rPr>
                              <w:rFonts w:ascii="Calibri" w:eastAsia="Calibri" w:hAnsi="Calibri" w:cs="Calibri"/>
                              <w:noProof/>
                              <w:color w:val="000000"/>
                            </w:rPr>
                          </w:pPr>
                          <w:r w:rsidRPr="009466E4">
                            <w:rPr>
                              <w:rFonts w:ascii="Calibri" w:eastAsia="Calibri" w:hAnsi="Calibri" w:cs="Calibri"/>
                              <w:noProof/>
                              <w:color w:val="00000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58FA3F" id="_x0000_t202" coordsize="21600,21600" o:spt="202" path="m,l,21600r21600,l21600,xe">
              <v:stroke joinstyle="miter"/>
              <v:path gradientshapeok="t" o:connecttype="rect"/>
            </v:shapetype>
            <v:shape id="Text Box 30" o:spid="_x0000_s1044" type="#_x0000_t202" alt="INTERNO"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A71FE66" w14:textId="523935F1" w:rsidR="009466E4" w:rsidRPr="009466E4" w:rsidRDefault="009466E4" w:rsidP="009466E4">
                    <w:pPr>
                      <w:spacing w:after="0"/>
                      <w:rPr>
                        <w:rFonts w:ascii="Calibri" w:eastAsia="Calibri" w:hAnsi="Calibri" w:cs="Calibri"/>
                        <w:noProof/>
                        <w:color w:val="000000"/>
                      </w:rPr>
                    </w:pPr>
                    <w:r w:rsidRPr="009466E4">
                      <w:rPr>
                        <w:rFonts w:ascii="Calibri" w:eastAsia="Calibri" w:hAnsi="Calibri" w:cs="Calibri"/>
                        <w:noProof/>
                        <w:color w:val="000000"/>
                      </w:rPr>
                      <w:t>INTERNO</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63B"/>
    <w:rsid w:val="00050823"/>
    <w:rsid w:val="00084CEB"/>
    <w:rsid w:val="000A5804"/>
    <w:rsid w:val="0010618A"/>
    <w:rsid w:val="001347F7"/>
    <w:rsid w:val="001A1A98"/>
    <w:rsid w:val="001E5F0B"/>
    <w:rsid w:val="001F575A"/>
    <w:rsid w:val="002442A0"/>
    <w:rsid w:val="00247F1D"/>
    <w:rsid w:val="00262BC5"/>
    <w:rsid w:val="002753EB"/>
    <w:rsid w:val="00325426"/>
    <w:rsid w:val="00346027"/>
    <w:rsid w:val="00370F0E"/>
    <w:rsid w:val="00404D11"/>
    <w:rsid w:val="0042658C"/>
    <w:rsid w:val="00452844"/>
    <w:rsid w:val="00487111"/>
    <w:rsid w:val="004C563B"/>
    <w:rsid w:val="00531512"/>
    <w:rsid w:val="00536F3D"/>
    <w:rsid w:val="00543B09"/>
    <w:rsid w:val="00552820"/>
    <w:rsid w:val="0057062B"/>
    <w:rsid w:val="005C24B3"/>
    <w:rsid w:val="00602D11"/>
    <w:rsid w:val="006140C1"/>
    <w:rsid w:val="006B08D8"/>
    <w:rsid w:val="006D2923"/>
    <w:rsid w:val="00765809"/>
    <w:rsid w:val="007C69E9"/>
    <w:rsid w:val="008206F5"/>
    <w:rsid w:val="0082144B"/>
    <w:rsid w:val="00862986"/>
    <w:rsid w:val="008663A0"/>
    <w:rsid w:val="0089682B"/>
    <w:rsid w:val="00915C99"/>
    <w:rsid w:val="009466E4"/>
    <w:rsid w:val="00987ECC"/>
    <w:rsid w:val="009B7ECE"/>
    <w:rsid w:val="009D507B"/>
    <w:rsid w:val="009D68CD"/>
    <w:rsid w:val="009F65AA"/>
    <w:rsid w:val="00A00FFD"/>
    <w:rsid w:val="00A05B81"/>
    <w:rsid w:val="00A77808"/>
    <w:rsid w:val="00A77988"/>
    <w:rsid w:val="00AA2F5C"/>
    <w:rsid w:val="00AC465F"/>
    <w:rsid w:val="00AC6671"/>
    <w:rsid w:val="00B6627A"/>
    <w:rsid w:val="00B73664"/>
    <w:rsid w:val="00B84CE6"/>
    <w:rsid w:val="00BA62A2"/>
    <w:rsid w:val="00BD7B1E"/>
    <w:rsid w:val="00C3055B"/>
    <w:rsid w:val="00C55B20"/>
    <w:rsid w:val="00C650FA"/>
    <w:rsid w:val="00CC29C4"/>
    <w:rsid w:val="00D5614A"/>
    <w:rsid w:val="00D84A9F"/>
    <w:rsid w:val="00D9310D"/>
    <w:rsid w:val="00DE6FBC"/>
    <w:rsid w:val="00E84EB9"/>
    <w:rsid w:val="00ED1567"/>
    <w:rsid w:val="00ED6ACC"/>
    <w:rsid w:val="00ED74F9"/>
    <w:rsid w:val="00F03212"/>
    <w:rsid w:val="00F23894"/>
    <w:rsid w:val="00F25B24"/>
    <w:rsid w:val="00FE65D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4C483"/>
  <w15:docId w15:val="{DE94C796-C8FA-4AEC-ADC2-6A71076AB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r-Latn-RS" w:eastAsia="sr-Latn-R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8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0F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0F0E"/>
  </w:style>
  <w:style w:type="paragraph" w:styleId="Footer">
    <w:name w:val="footer"/>
    <w:basedOn w:val="Normal"/>
    <w:link w:val="FooterChar"/>
    <w:uiPriority w:val="99"/>
    <w:unhideWhenUsed/>
    <w:rsid w:val="00370F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18</Pages>
  <Words>4839</Words>
  <Characters>27588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Goran</dc:creator>
  <cp:lastModifiedBy>Miljan Gospić</cp:lastModifiedBy>
  <cp:revision>4</cp:revision>
  <dcterms:created xsi:type="dcterms:W3CDTF">2023-05-10T07:23:00Z</dcterms:created>
  <dcterms:modified xsi:type="dcterms:W3CDTF">2023-05-10T14:24:00Z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1e,1f,20</vt:lpwstr>
  </property>
  <property fmtid="{D5CDD505-2E9C-101B-9397-08002B2CF9AE}" pid="3" name="ClassificationContentMarkingHeaderFontProps">
    <vt:lpwstr>#000000,11,Calibri</vt:lpwstr>
  </property>
  <property fmtid="{D5CDD505-2E9C-101B-9397-08002B2CF9AE}" pid="4" name="ClassificationContentMarkingHeaderText">
    <vt:lpwstr>INTERNO</vt:lpwstr>
  </property>
  <property fmtid="{D5CDD505-2E9C-101B-9397-08002B2CF9AE}" pid="5" name="MSIP_Label_f1a3ad2c-69b0-4505-bed7-d57c98bca4e1_Enabled">
    <vt:lpwstr>true</vt:lpwstr>
  </property>
  <property fmtid="{D5CDD505-2E9C-101B-9397-08002B2CF9AE}" pid="6" name="MSIP_Label_f1a3ad2c-69b0-4505-bed7-d57c98bca4e1_SetDate">
    <vt:lpwstr>2023-05-10T06:31:49Z</vt:lpwstr>
  </property>
  <property fmtid="{D5CDD505-2E9C-101B-9397-08002B2CF9AE}" pid="7" name="MSIP_Label_f1a3ad2c-69b0-4505-bed7-d57c98bca4e1_Method">
    <vt:lpwstr>Privileged</vt:lpwstr>
  </property>
  <property fmtid="{D5CDD505-2E9C-101B-9397-08002B2CF9AE}" pid="8" name="MSIP_Label_f1a3ad2c-69b0-4505-bed7-d57c98bca4e1_Name">
    <vt:lpwstr>f1a3ad2c-69b0-4505-bed7-d57c98bca4e1</vt:lpwstr>
  </property>
  <property fmtid="{D5CDD505-2E9C-101B-9397-08002B2CF9AE}" pid="9" name="MSIP_Label_f1a3ad2c-69b0-4505-bed7-d57c98bca4e1_SiteId">
    <vt:lpwstr>4ed15eaf-d69d-49e4-b264-afae60149deb</vt:lpwstr>
  </property>
  <property fmtid="{D5CDD505-2E9C-101B-9397-08002B2CF9AE}" pid="10" name="MSIP_Label_f1a3ad2c-69b0-4505-bed7-d57c98bca4e1_ActionId">
    <vt:lpwstr>f488f1c7-91a6-4091-b575-71d4783f861c</vt:lpwstr>
  </property>
  <property fmtid="{D5CDD505-2E9C-101B-9397-08002B2CF9AE}" pid="11" name="MSIP_Label_f1a3ad2c-69b0-4505-bed7-d57c98bca4e1_ContentBits">
    <vt:lpwstr>1</vt:lpwstr>
  </property>
</Properties>
</file>